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A2C3A9" w14:textId="77777777" w:rsidR="005C2B68" w:rsidRDefault="005C2B68" w:rsidP="007743F3">
      <w:pPr>
        <w:pStyle w:val="Nadpis1"/>
      </w:pPr>
    </w:p>
    <w:p w14:paraId="5F3920C8" w14:textId="77777777" w:rsidR="000D1881" w:rsidRDefault="009E5689" w:rsidP="000D1881">
      <w:pPr>
        <w:pStyle w:val="Nadpis4"/>
        <w:jc w:val="center"/>
        <w:rPr>
          <w:b w:val="0"/>
          <w:sz w:val="28"/>
        </w:rPr>
      </w:pPr>
      <w:r>
        <w:rPr>
          <w:sz w:val="28"/>
        </w:rPr>
        <w:t xml:space="preserve"> </w:t>
      </w:r>
      <w:r w:rsidR="003C12F4">
        <w:rPr>
          <w:sz w:val="28"/>
        </w:rPr>
        <w:t xml:space="preserve">N Á V R H  </w:t>
      </w:r>
      <w:r w:rsidR="000D1881">
        <w:rPr>
          <w:sz w:val="28"/>
        </w:rPr>
        <w:t>S M L O U V </w:t>
      </w:r>
      <w:r w:rsidR="003C12F4">
        <w:rPr>
          <w:sz w:val="28"/>
        </w:rPr>
        <w:t>Y</w:t>
      </w:r>
      <w:r w:rsidR="000D1881">
        <w:rPr>
          <w:sz w:val="28"/>
        </w:rPr>
        <w:t xml:space="preserve">  O  D Í L O</w:t>
      </w:r>
      <w:r w:rsidR="003119A1">
        <w:rPr>
          <w:sz w:val="28"/>
        </w:rPr>
        <w:t xml:space="preserve"> </w:t>
      </w:r>
    </w:p>
    <w:p w14:paraId="2DAB7232" w14:textId="77777777" w:rsidR="000D1881" w:rsidRDefault="000D1881" w:rsidP="00AB7920">
      <w:pPr>
        <w:spacing w:before="60" w:after="120"/>
        <w:jc w:val="center"/>
        <w:rPr>
          <w:sz w:val="22"/>
        </w:rPr>
      </w:pPr>
      <w:r>
        <w:rPr>
          <w:sz w:val="22"/>
        </w:rPr>
        <w:t xml:space="preserve">uzavřená dle § </w:t>
      </w:r>
      <w:r w:rsidR="005C2B68">
        <w:rPr>
          <w:sz w:val="22"/>
        </w:rPr>
        <w:t xml:space="preserve">2586 </w:t>
      </w:r>
      <w:r>
        <w:rPr>
          <w:sz w:val="22"/>
        </w:rPr>
        <w:t>a následující</w:t>
      </w:r>
      <w:r w:rsidR="00B91E92">
        <w:rPr>
          <w:sz w:val="22"/>
        </w:rPr>
        <w:t>ch zákona č. 89/2012 Sb.</w:t>
      </w:r>
      <w:r w:rsidR="00C9631D">
        <w:rPr>
          <w:sz w:val="22"/>
        </w:rPr>
        <w:t>,</w:t>
      </w:r>
      <w:r w:rsidR="00FD5ED0">
        <w:rPr>
          <w:sz w:val="22"/>
        </w:rPr>
        <w:t xml:space="preserve"> </w:t>
      </w:r>
      <w:r w:rsidR="00B91E92">
        <w:rPr>
          <w:sz w:val="22"/>
        </w:rPr>
        <w:t xml:space="preserve">Občanského zákoníku, </w:t>
      </w:r>
      <w:r>
        <w:rPr>
          <w:sz w:val="22"/>
        </w:rPr>
        <w:t>v platném znění</w:t>
      </w:r>
    </w:p>
    <w:p w14:paraId="2548C454" w14:textId="77777777" w:rsidR="00AB7920" w:rsidRPr="001F369F" w:rsidRDefault="00AB7920" w:rsidP="00AB7920">
      <w:pPr>
        <w:spacing w:before="60" w:after="120"/>
        <w:jc w:val="center"/>
        <w:rPr>
          <w:sz w:val="22"/>
          <w:szCs w:val="22"/>
        </w:rPr>
      </w:pPr>
      <w:r>
        <w:rPr>
          <w:sz w:val="22"/>
        </w:rPr>
        <w:t xml:space="preserve">číslo smlouvy objednatele </w:t>
      </w:r>
    </w:p>
    <w:p w14:paraId="73A08E06" w14:textId="6CB04DD3" w:rsidR="000D1881" w:rsidRPr="00AB7920" w:rsidRDefault="00DE34DD" w:rsidP="00AB7920">
      <w:pPr>
        <w:spacing w:before="60" w:after="480"/>
        <w:jc w:val="center"/>
        <w:rPr>
          <w:sz w:val="22"/>
        </w:rPr>
      </w:pPr>
      <w:r>
        <w:rPr>
          <w:sz w:val="22"/>
          <w:szCs w:val="22"/>
        </w:rPr>
        <w:t>číslo smlou</w:t>
      </w:r>
      <w:bookmarkStart w:id="0" w:name="_GoBack"/>
      <w:bookmarkEnd w:id="0"/>
      <w:r w:rsidR="00AB7920">
        <w:rPr>
          <w:sz w:val="22"/>
          <w:szCs w:val="22"/>
        </w:rPr>
        <w:t xml:space="preserve">vy zhotovitele </w:t>
      </w:r>
    </w:p>
    <w:p w14:paraId="71756F44" w14:textId="77777777" w:rsidR="000D1881" w:rsidRDefault="000D1881" w:rsidP="00015F8D">
      <w:pPr>
        <w:pStyle w:val="Textvbloku"/>
        <w:rPr>
          <w:b/>
          <w:sz w:val="22"/>
        </w:rPr>
      </w:pPr>
      <w:r>
        <w:rPr>
          <w:b/>
          <w:sz w:val="22"/>
        </w:rPr>
        <w:t xml:space="preserve">I.  SMLUVNÍ STRANY A </w:t>
      </w:r>
      <w:r>
        <w:rPr>
          <w:b/>
          <w:caps/>
          <w:sz w:val="22"/>
        </w:rPr>
        <w:t>Identifikační údaje</w:t>
      </w:r>
      <w:r>
        <w:rPr>
          <w:b/>
          <w:sz w:val="22"/>
        </w:rPr>
        <w:t>:</w:t>
      </w:r>
    </w:p>
    <w:p w14:paraId="413A83E8" w14:textId="77777777" w:rsidR="000D1881" w:rsidRDefault="000D1881" w:rsidP="00015F8D">
      <w:pPr>
        <w:pStyle w:val="Textvbloku"/>
        <w:tabs>
          <w:tab w:val="left" w:pos="8647"/>
        </w:tabs>
        <w:rPr>
          <w:b/>
          <w:sz w:val="22"/>
        </w:rPr>
      </w:pPr>
      <w:r>
        <w:rPr>
          <w:sz w:val="22"/>
        </w:rPr>
        <w:t>---------------------------</w:t>
      </w:r>
      <w:r w:rsidR="002C3D2C">
        <w:rPr>
          <w:sz w:val="22"/>
        </w:rPr>
        <w:t>--------------</w:t>
      </w:r>
      <w:r>
        <w:rPr>
          <w:sz w:val="22"/>
        </w:rPr>
        <w:t>------------------------------------</w:t>
      </w:r>
      <w:r>
        <w:rPr>
          <w:b/>
          <w:sz w:val="22"/>
        </w:rPr>
        <w:br/>
      </w:r>
    </w:p>
    <w:p w14:paraId="7CE32D06" w14:textId="77777777" w:rsidR="000D1881" w:rsidRPr="00FD5ED0" w:rsidRDefault="000D1881" w:rsidP="00015F8D">
      <w:pPr>
        <w:pStyle w:val="Textvbloku"/>
        <w:tabs>
          <w:tab w:val="left" w:pos="4820"/>
        </w:tabs>
        <w:rPr>
          <w:b/>
          <w:sz w:val="22"/>
          <w:szCs w:val="22"/>
        </w:rPr>
      </w:pPr>
      <w:r w:rsidRPr="00FD5ED0">
        <w:rPr>
          <w:sz w:val="22"/>
          <w:szCs w:val="22"/>
        </w:rPr>
        <w:t>Objednatel:</w:t>
      </w:r>
      <w:r w:rsidRPr="00FD5ED0">
        <w:rPr>
          <w:sz w:val="22"/>
          <w:szCs w:val="22"/>
        </w:rPr>
        <w:tab/>
        <w:t>Zhotovitel:</w:t>
      </w:r>
    </w:p>
    <w:p w14:paraId="324345E7" w14:textId="77777777" w:rsidR="000D1881" w:rsidRPr="00FD5ED0" w:rsidRDefault="000D1881" w:rsidP="00015F8D">
      <w:pPr>
        <w:pStyle w:val="Textvbloku"/>
        <w:tabs>
          <w:tab w:val="left" w:pos="4820"/>
        </w:tabs>
        <w:rPr>
          <w:b/>
          <w:sz w:val="22"/>
          <w:szCs w:val="22"/>
        </w:rPr>
      </w:pPr>
    </w:p>
    <w:p w14:paraId="59DD792C" w14:textId="77777777" w:rsidR="004A4A3B" w:rsidRPr="00D25A2E" w:rsidRDefault="00923021" w:rsidP="00015F8D">
      <w:pPr>
        <w:pStyle w:val="Textvbloku"/>
        <w:tabs>
          <w:tab w:val="left" w:pos="4820"/>
        </w:tabs>
        <w:rPr>
          <w:b/>
          <w:sz w:val="22"/>
          <w:szCs w:val="22"/>
        </w:rPr>
      </w:pPr>
      <w:r w:rsidRPr="00FD5ED0">
        <w:rPr>
          <w:b/>
          <w:sz w:val="22"/>
          <w:szCs w:val="22"/>
        </w:rPr>
        <w:t>město Uherský Brod</w:t>
      </w:r>
      <w:r w:rsidR="001660FF" w:rsidRPr="00FD5ED0">
        <w:rPr>
          <w:b/>
          <w:sz w:val="22"/>
          <w:szCs w:val="22"/>
        </w:rPr>
        <w:t xml:space="preserve">                             </w:t>
      </w:r>
      <w:r w:rsidR="00511E8A" w:rsidRPr="00FD5ED0">
        <w:rPr>
          <w:b/>
          <w:sz w:val="22"/>
          <w:szCs w:val="22"/>
        </w:rPr>
        <w:t xml:space="preserve">             </w:t>
      </w:r>
      <w:r w:rsidR="001660FF" w:rsidRPr="00FD5ED0">
        <w:rPr>
          <w:b/>
          <w:sz w:val="22"/>
          <w:szCs w:val="22"/>
        </w:rPr>
        <w:t xml:space="preserve">   </w:t>
      </w:r>
      <w:r w:rsidR="00FD5ED0">
        <w:rPr>
          <w:b/>
          <w:sz w:val="22"/>
          <w:szCs w:val="22"/>
        </w:rPr>
        <w:t xml:space="preserve"> </w:t>
      </w:r>
      <w:r w:rsidR="001660FF" w:rsidRPr="00FD5ED0">
        <w:rPr>
          <w:b/>
          <w:sz w:val="22"/>
          <w:szCs w:val="22"/>
        </w:rPr>
        <w:t xml:space="preserve">   </w:t>
      </w:r>
      <w:r w:rsidR="00511E8A" w:rsidRPr="00FD5ED0">
        <w:rPr>
          <w:b/>
          <w:sz w:val="22"/>
          <w:szCs w:val="22"/>
        </w:rPr>
        <w:t xml:space="preserve">   </w:t>
      </w:r>
    </w:p>
    <w:p w14:paraId="207E670D" w14:textId="77777777" w:rsidR="00FE4C6A" w:rsidRPr="00FD5ED0" w:rsidRDefault="00FE4C6A" w:rsidP="00015F8D">
      <w:pPr>
        <w:pStyle w:val="Textvbloku"/>
        <w:rPr>
          <w:bCs/>
          <w:sz w:val="22"/>
          <w:szCs w:val="22"/>
        </w:rPr>
      </w:pPr>
    </w:p>
    <w:p w14:paraId="2C441DF0" w14:textId="77777777" w:rsidR="000D1881" w:rsidRPr="00FD5ED0" w:rsidRDefault="00923021" w:rsidP="00015F8D">
      <w:pPr>
        <w:pStyle w:val="Textvbloku"/>
        <w:tabs>
          <w:tab w:val="left" w:pos="4820"/>
        </w:tabs>
        <w:rPr>
          <w:bCs/>
          <w:sz w:val="22"/>
          <w:szCs w:val="22"/>
        </w:rPr>
      </w:pPr>
      <w:r w:rsidRPr="00FD5ED0">
        <w:rPr>
          <w:sz w:val="22"/>
          <w:szCs w:val="22"/>
        </w:rPr>
        <w:t>Masarykovo nám. 100</w:t>
      </w:r>
      <w:r w:rsidR="004A4A3B">
        <w:rPr>
          <w:sz w:val="22"/>
          <w:szCs w:val="22"/>
        </w:rPr>
        <w:t xml:space="preserve">                           </w:t>
      </w:r>
      <w:r w:rsidR="00DD2205">
        <w:rPr>
          <w:sz w:val="22"/>
          <w:szCs w:val="22"/>
        </w:rPr>
        <w:t xml:space="preserve">                         </w:t>
      </w:r>
      <w:r w:rsidR="000D1881" w:rsidRPr="00FD5ED0">
        <w:rPr>
          <w:bCs/>
          <w:sz w:val="22"/>
          <w:szCs w:val="22"/>
        </w:rPr>
        <w:tab/>
      </w:r>
    </w:p>
    <w:p w14:paraId="4C3D4D37" w14:textId="77777777" w:rsidR="000D1881" w:rsidRPr="00FD5ED0" w:rsidRDefault="000D1881" w:rsidP="00015F8D">
      <w:pPr>
        <w:pStyle w:val="Textvbloku"/>
        <w:tabs>
          <w:tab w:val="left" w:pos="4820"/>
        </w:tabs>
        <w:rPr>
          <w:sz w:val="22"/>
          <w:szCs w:val="22"/>
        </w:rPr>
      </w:pPr>
    </w:p>
    <w:p w14:paraId="66C80654" w14:textId="77777777" w:rsidR="000D1881" w:rsidRPr="00FD5ED0" w:rsidRDefault="00923021" w:rsidP="00015F8D">
      <w:pPr>
        <w:pStyle w:val="Textvbloku"/>
        <w:tabs>
          <w:tab w:val="left" w:pos="4820"/>
        </w:tabs>
        <w:rPr>
          <w:sz w:val="22"/>
          <w:szCs w:val="22"/>
        </w:rPr>
      </w:pPr>
      <w:r w:rsidRPr="00FD5ED0">
        <w:rPr>
          <w:sz w:val="22"/>
          <w:szCs w:val="22"/>
        </w:rPr>
        <w:t>688 01 Uherský Brod</w:t>
      </w:r>
      <w:r w:rsidR="004A4A3B">
        <w:rPr>
          <w:sz w:val="22"/>
          <w:szCs w:val="22"/>
        </w:rPr>
        <w:t xml:space="preserve">                                                     </w:t>
      </w:r>
      <w:r w:rsidR="000D1881" w:rsidRPr="00FD5ED0">
        <w:rPr>
          <w:sz w:val="22"/>
          <w:szCs w:val="22"/>
        </w:rPr>
        <w:tab/>
      </w:r>
    </w:p>
    <w:p w14:paraId="22A7AC12" w14:textId="77777777" w:rsidR="000D1881" w:rsidRPr="00FD5ED0" w:rsidRDefault="000D1881" w:rsidP="00015F8D">
      <w:pPr>
        <w:pStyle w:val="Textvbloku"/>
        <w:tabs>
          <w:tab w:val="left" w:pos="4820"/>
        </w:tabs>
        <w:rPr>
          <w:sz w:val="22"/>
          <w:szCs w:val="22"/>
        </w:rPr>
      </w:pPr>
    </w:p>
    <w:p w14:paraId="1580E311" w14:textId="77777777" w:rsidR="000D1881" w:rsidRPr="00FD5ED0" w:rsidRDefault="000D1881" w:rsidP="00015F8D">
      <w:pPr>
        <w:pStyle w:val="Textvbloku"/>
        <w:tabs>
          <w:tab w:val="left" w:pos="4820"/>
        </w:tabs>
        <w:rPr>
          <w:sz w:val="22"/>
          <w:szCs w:val="22"/>
        </w:rPr>
      </w:pPr>
      <w:r w:rsidRPr="00FD5ED0">
        <w:rPr>
          <w:sz w:val="22"/>
          <w:szCs w:val="22"/>
        </w:rPr>
        <w:t>dále jen „Objednatel“</w:t>
      </w:r>
      <w:r w:rsidRPr="00FD5ED0">
        <w:rPr>
          <w:sz w:val="22"/>
          <w:szCs w:val="22"/>
        </w:rPr>
        <w:tab/>
        <w:t>dále jen „Zhotovitel“</w:t>
      </w:r>
    </w:p>
    <w:p w14:paraId="0C93C351" w14:textId="77777777" w:rsidR="000D1881" w:rsidRPr="00FD5ED0" w:rsidRDefault="000D1881" w:rsidP="00015F8D">
      <w:pPr>
        <w:pStyle w:val="Textvbloku"/>
        <w:rPr>
          <w:sz w:val="22"/>
          <w:szCs w:val="22"/>
        </w:rPr>
      </w:pPr>
      <w:r w:rsidRPr="00FD5ED0">
        <w:rPr>
          <w:sz w:val="22"/>
          <w:szCs w:val="22"/>
        </w:rPr>
        <w:t>---------------------------------------------------------------------------------------------------------------------------------</w:t>
      </w:r>
    </w:p>
    <w:p w14:paraId="1BB8C07C" w14:textId="77777777" w:rsidR="000D1881" w:rsidRPr="00FD5ED0" w:rsidRDefault="000D1881" w:rsidP="00015F8D">
      <w:pPr>
        <w:pStyle w:val="Textvbloku"/>
        <w:jc w:val="center"/>
        <w:rPr>
          <w:sz w:val="22"/>
          <w:szCs w:val="22"/>
        </w:rPr>
      </w:pPr>
    </w:p>
    <w:p w14:paraId="19BD2885" w14:textId="77777777" w:rsidR="000D1881" w:rsidRPr="00FD5ED0" w:rsidRDefault="000D1881" w:rsidP="00015F8D">
      <w:pPr>
        <w:pStyle w:val="Textvbloku"/>
        <w:jc w:val="center"/>
        <w:rPr>
          <w:sz w:val="22"/>
          <w:szCs w:val="22"/>
        </w:rPr>
      </w:pPr>
      <w:r w:rsidRPr="00FD5ED0">
        <w:rPr>
          <w:sz w:val="22"/>
          <w:szCs w:val="22"/>
        </w:rPr>
        <w:t>Osoby oprávněné jednat v záležitostech této předmětné smlouvy</w:t>
      </w:r>
    </w:p>
    <w:p w14:paraId="08C83722" w14:textId="77777777" w:rsidR="000D1881" w:rsidRPr="00FD5ED0" w:rsidRDefault="000D1881" w:rsidP="00015F8D">
      <w:pPr>
        <w:pStyle w:val="Textvbloku"/>
        <w:jc w:val="center"/>
        <w:rPr>
          <w:sz w:val="22"/>
          <w:szCs w:val="22"/>
        </w:rPr>
      </w:pPr>
      <w:r w:rsidRPr="00FD5ED0">
        <w:rPr>
          <w:sz w:val="22"/>
          <w:szCs w:val="22"/>
        </w:rPr>
        <w:t>ve věcech smluvních:</w:t>
      </w:r>
    </w:p>
    <w:p w14:paraId="03F7CB67" w14:textId="77777777" w:rsidR="000D1881" w:rsidRPr="00FD5ED0" w:rsidRDefault="000D1881" w:rsidP="00015F8D">
      <w:pPr>
        <w:pStyle w:val="Textvbloku"/>
        <w:tabs>
          <w:tab w:val="left" w:pos="2410"/>
        </w:tabs>
        <w:rPr>
          <w:sz w:val="22"/>
          <w:szCs w:val="22"/>
        </w:rPr>
      </w:pPr>
    </w:p>
    <w:p w14:paraId="5442DCCC" w14:textId="77777777" w:rsidR="000D1881" w:rsidRPr="00FD5ED0" w:rsidRDefault="003C12F4" w:rsidP="00015F8D">
      <w:pPr>
        <w:pStyle w:val="Textvbloku"/>
        <w:tabs>
          <w:tab w:val="left" w:pos="4820"/>
        </w:tabs>
        <w:rPr>
          <w:sz w:val="22"/>
          <w:szCs w:val="22"/>
        </w:rPr>
      </w:pPr>
      <w:bookmarkStart w:id="1" w:name="_Hlk5363398"/>
      <w:r>
        <w:rPr>
          <w:sz w:val="22"/>
          <w:szCs w:val="22"/>
        </w:rPr>
        <w:t>Ing.</w:t>
      </w:r>
      <w:r w:rsidR="0096098D">
        <w:rPr>
          <w:sz w:val="22"/>
          <w:szCs w:val="22"/>
        </w:rPr>
        <w:t xml:space="preserve"> Miroslav Polá</w:t>
      </w:r>
      <w:r>
        <w:rPr>
          <w:sz w:val="22"/>
          <w:szCs w:val="22"/>
        </w:rPr>
        <w:t>še</w:t>
      </w:r>
      <w:r w:rsidR="0096098D">
        <w:rPr>
          <w:sz w:val="22"/>
          <w:szCs w:val="22"/>
        </w:rPr>
        <w:t>k</w:t>
      </w:r>
      <w:r w:rsidR="007B4AFD" w:rsidRPr="007B4AFD">
        <w:rPr>
          <w:sz w:val="22"/>
          <w:szCs w:val="22"/>
        </w:rPr>
        <w:t xml:space="preserve">, </w:t>
      </w:r>
      <w:bookmarkEnd w:id="1"/>
      <w:r>
        <w:rPr>
          <w:sz w:val="22"/>
          <w:szCs w:val="22"/>
        </w:rPr>
        <w:t>místo</w:t>
      </w:r>
      <w:r w:rsidR="0096098D">
        <w:rPr>
          <w:sz w:val="22"/>
          <w:szCs w:val="22"/>
        </w:rPr>
        <w:t>starosta</w:t>
      </w:r>
      <w:r w:rsidR="000D1881" w:rsidRPr="00FD5ED0">
        <w:rPr>
          <w:sz w:val="22"/>
          <w:szCs w:val="22"/>
        </w:rPr>
        <w:tab/>
      </w:r>
    </w:p>
    <w:p w14:paraId="241D68A9" w14:textId="77777777" w:rsidR="000D1881" w:rsidRPr="00FD5ED0" w:rsidRDefault="000D1881" w:rsidP="00015F8D">
      <w:pPr>
        <w:pStyle w:val="Textvbloku"/>
        <w:tabs>
          <w:tab w:val="left" w:pos="4820"/>
        </w:tabs>
        <w:ind w:left="4140" w:hanging="4140"/>
        <w:rPr>
          <w:sz w:val="22"/>
          <w:szCs w:val="22"/>
        </w:rPr>
      </w:pPr>
    </w:p>
    <w:p w14:paraId="1744DA1D" w14:textId="77777777" w:rsidR="000D1881" w:rsidRPr="00FD5ED0" w:rsidRDefault="000D1881" w:rsidP="00015F8D">
      <w:pPr>
        <w:pStyle w:val="Textvbloku"/>
        <w:tabs>
          <w:tab w:val="left" w:pos="4820"/>
        </w:tabs>
        <w:rPr>
          <w:sz w:val="22"/>
          <w:szCs w:val="22"/>
        </w:rPr>
      </w:pPr>
      <w:r w:rsidRPr="00FD5ED0">
        <w:rPr>
          <w:sz w:val="22"/>
          <w:szCs w:val="22"/>
        </w:rPr>
        <w:t>tel.:</w:t>
      </w:r>
      <w:r w:rsidR="001660FF" w:rsidRPr="00FD5ED0">
        <w:rPr>
          <w:sz w:val="22"/>
          <w:szCs w:val="22"/>
        </w:rPr>
        <w:t xml:space="preserve"> </w:t>
      </w:r>
      <w:r w:rsidR="00923021" w:rsidRPr="00FD5ED0">
        <w:rPr>
          <w:sz w:val="22"/>
          <w:szCs w:val="22"/>
        </w:rPr>
        <w:t xml:space="preserve">+420 572 805 </w:t>
      </w:r>
      <w:r w:rsidR="003C12F4">
        <w:rPr>
          <w:sz w:val="22"/>
          <w:szCs w:val="22"/>
        </w:rPr>
        <w:t>201</w:t>
      </w:r>
      <w:r w:rsidRPr="00FD5ED0">
        <w:rPr>
          <w:sz w:val="22"/>
          <w:szCs w:val="22"/>
        </w:rPr>
        <w:tab/>
      </w:r>
      <w:r w:rsidR="004A4A3B">
        <w:rPr>
          <w:sz w:val="22"/>
          <w:szCs w:val="22"/>
        </w:rPr>
        <w:t xml:space="preserve">tel.: </w:t>
      </w:r>
    </w:p>
    <w:p w14:paraId="47703F49" w14:textId="77777777" w:rsidR="000D1881" w:rsidRPr="00FD5ED0" w:rsidRDefault="00FE4C6A" w:rsidP="00015F8D">
      <w:pPr>
        <w:pStyle w:val="Textvbloku"/>
        <w:tabs>
          <w:tab w:val="left" w:pos="4820"/>
        </w:tabs>
        <w:jc w:val="left"/>
        <w:rPr>
          <w:sz w:val="22"/>
          <w:szCs w:val="22"/>
        </w:rPr>
      </w:pPr>
      <w:r w:rsidRPr="00FD5ED0">
        <w:rPr>
          <w:sz w:val="22"/>
          <w:szCs w:val="22"/>
        </w:rPr>
        <w:t>e</w:t>
      </w:r>
      <w:r w:rsidR="00937B02" w:rsidRPr="00FD5ED0">
        <w:rPr>
          <w:sz w:val="22"/>
          <w:szCs w:val="22"/>
        </w:rPr>
        <w:t>mail:</w:t>
      </w:r>
      <w:r w:rsidR="001660FF" w:rsidRPr="00FD5ED0">
        <w:rPr>
          <w:sz w:val="22"/>
          <w:szCs w:val="22"/>
        </w:rPr>
        <w:t xml:space="preserve"> </w:t>
      </w:r>
      <w:r w:rsidR="0096098D">
        <w:rPr>
          <w:sz w:val="22"/>
          <w:szCs w:val="22"/>
        </w:rPr>
        <w:t>miroslav</w:t>
      </w:r>
      <w:r w:rsidR="000B4743">
        <w:rPr>
          <w:sz w:val="22"/>
          <w:szCs w:val="22"/>
        </w:rPr>
        <w:t>.</w:t>
      </w:r>
      <w:r w:rsidR="0096098D">
        <w:rPr>
          <w:sz w:val="22"/>
          <w:szCs w:val="22"/>
        </w:rPr>
        <w:t>pola</w:t>
      </w:r>
      <w:r w:rsidR="003C12F4">
        <w:rPr>
          <w:sz w:val="22"/>
          <w:szCs w:val="22"/>
        </w:rPr>
        <w:t>se</w:t>
      </w:r>
      <w:r w:rsidR="0096098D">
        <w:rPr>
          <w:sz w:val="22"/>
          <w:szCs w:val="22"/>
        </w:rPr>
        <w:t>k</w:t>
      </w:r>
      <w:r w:rsidR="00923021" w:rsidRPr="00FD5ED0">
        <w:rPr>
          <w:sz w:val="22"/>
          <w:szCs w:val="22"/>
        </w:rPr>
        <w:t>@ub.cz</w:t>
      </w:r>
      <w:r w:rsidR="00C9631D" w:rsidRPr="00FD5ED0">
        <w:rPr>
          <w:sz w:val="22"/>
          <w:szCs w:val="22"/>
        </w:rPr>
        <w:tab/>
      </w:r>
      <w:r w:rsidR="004A4A3B">
        <w:rPr>
          <w:sz w:val="22"/>
          <w:szCs w:val="22"/>
        </w:rPr>
        <w:t>email:</w:t>
      </w:r>
    </w:p>
    <w:p w14:paraId="3838A890" w14:textId="77777777" w:rsidR="000D1881" w:rsidRPr="00FD5ED0" w:rsidRDefault="000D1881" w:rsidP="00015F8D">
      <w:pPr>
        <w:pStyle w:val="Textvbloku"/>
        <w:tabs>
          <w:tab w:val="left" w:pos="4820"/>
        </w:tabs>
        <w:jc w:val="left"/>
        <w:rPr>
          <w:sz w:val="22"/>
          <w:szCs w:val="22"/>
        </w:rPr>
      </w:pPr>
      <w:r w:rsidRPr="00FD5ED0">
        <w:rPr>
          <w:sz w:val="22"/>
          <w:szCs w:val="22"/>
        </w:rPr>
        <w:tab/>
      </w:r>
    </w:p>
    <w:p w14:paraId="70A77C5E" w14:textId="77777777" w:rsidR="000D1881" w:rsidRPr="00FD5ED0" w:rsidRDefault="000D1881" w:rsidP="00015F8D">
      <w:pPr>
        <w:pStyle w:val="Textvbloku"/>
        <w:tabs>
          <w:tab w:val="left" w:pos="9214"/>
        </w:tabs>
        <w:jc w:val="left"/>
        <w:rPr>
          <w:sz w:val="22"/>
          <w:szCs w:val="22"/>
        </w:rPr>
      </w:pPr>
      <w:r w:rsidRPr="00FD5ED0">
        <w:rPr>
          <w:sz w:val="22"/>
          <w:szCs w:val="22"/>
        </w:rPr>
        <w:t>---------------------------------------------------------------------------------------------------------------------------------</w:t>
      </w:r>
    </w:p>
    <w:p w14:paraId="645B1D1B" w14:textId="77777777" w:rsidR="000D1881" w:rsidRPr="00FD5ED0" w:rsidRDefault="000D1881" w:rsidP="00015F8D">
      <w:pPr>
        <w:pStyle w:val="Textvbloku"/>
        <w:jc w:val="center"/>
        <w:rPr>
          <w:sz w:val="22"/>
          <w:szCs w:val="22"/>
        </w:rPr>
      </w:pPr>
      <w:r w:rsidRPr="00FD5ED0">
        <w:rPr>
          <w:sz w:val="22"/>
          <w:szCs w:val="22"/>
        </w:rPr>
        <w:t>Bankovní spojení:</w:t>
      </w:r>
    </w:p>
    <w:p w14:paraId="1678717F" w14:textId="77777777" w:rsidR="000D1881" w:rsidRPr="00FD5ED0" w:rsidRDefault="000D1881" w:rsidP="00015F8D">
      <w:pPr>
        <w:pStyle w:val="Textvbloku"/>
        <w:jc w:val="left"/>
        <w:rPr>
          <w:sz w:val="22"/>
          <w:szCs w:val="22"/>
        </w:rPr>
      </w:pPr>
    </w:p>
    <w:p w14:paraId="25A6E310" w14:textId="77777777" w:rsidR="00740D29" w:rsidRPr="00FD5ED0" w:rsidRDefault="001660FF" w:rsidP="00015F8D">
      <w:pPr>
        <w:pStyle w:val="Textvbloku"/>
        <w:tabs>
          <w:tab w:val="left" w:pos="4820"/>
        </w:tabs>
        <w:rPr>
          <w:sz w:val="22"/>
          <w:szCs w:val="22"/>
        </w:rPr>
      </w:pPr>
      <w:r w:rsidRPr="00FD5ED0">
        <w:rPr>
          <w:sz w:val="22"/>
          <w:szCs w:val="22"/>
        </w:rPr>
        <w:t>Česká spořitelna, a.s.</w:t>
      </w:r>
      <w:r w:rsidR="000D1881" w:rsidRPr="00FD5ED0">
        <w:rPr>
          <w:sz w:val="22"/>
          <w:szCs w:val="22"/>
        </w:rPr>
        <w:tab/>
      </w:r>
    </w:p>
    <w:p w14:paraId="0E61B30F" w14:textId="77777777" w:rsidR="000D1881" w:rsidRPr="00FD5ED0" w:rsidRDefault="001660FF" w:rsidP="00015F8D">
      <w:pPr>
        <w:pStyle w:val="Textvbloku"/>
        <w:tabs>
          <w:tab w:val="left" w:pos="4820"/>
        </w:tabs>
        <w:rPr>
          <w:sz w:val="22"/>
          <w:szCs w:val="22"/>
        </w:rPr>
      </w:pPr>
      <w:r w:rsidRPr="00FD5ED0">
        <w:rPr>
          <w:sz w:val="22"/>
          <w:szCs w:val="22"/>
        </w:rPr>
        <w:t xml:space="preserve">číslo </w:t>
      </w:r>
      <w:r w:rsidR="000D1881" w:rsidRPr="00FD5ED0">
        <w:rPr>
          <w:sz w:val="22"/>
          <w:szCs w:val="22"/>
        </w:rPr>
        <w:t>účtu:</w:t>
      </w:r>
      <w:r w:rsidRPr="00FD5ED0">
        <w:rPr>
          <w:sz w:val="22"/>
          <w:szCs w:val="22"/>
        </w:rPr>
        <w:t xml:space="preserve"> </w:t>
      </w:r>
      <w:r w:rsidR="00923021" w:rsidRPr="00FD5ED0">
        <w:rPr>
          <w:sz w:val="22"/>
          <w:szCs w:val="22"/>
        </w:rPr>
        <w:t>4204852/0800</w:t>
      </w:r>
      <w:r w:rsidR="00FE4C6A" w:rsidRPr="00FD5ED0">
        <w:rPr>
          <w:sz w:val="22"/>
          <w:szCs w:val="22"/>
        </w:rPr>
        <w:tab/>
      </w:r>
      <w:r w:rsidRPr="00921FB8">
        <w:rPr>
          <w:sz w:val="22"/>
          <w:szCs w:val="22"/>
        </w:rPr>
        <w:t>číslo účtu</w:t>
      </w:r>
      <w:r w:rsidR="000D1881" w:rsidRPr="00921FB8">
        <w:rPr>
          <w:sz w:val="22"/>
          <w:szCs w:val="22"/>
        </w:rPr>
        <w:t>:</w:t>
      </w:r>
      <w:r w:rsidR="00921FB8">
        <w:rPr>
          <w:sz w:val="22"/>
          <w:szCs w:val="22"/>
        </w:rPr>
        <w:t>0</w:t>
      </w:r>
      <w:r w:rsidR="000D1881" w:rsidRPr="00FD5ED0">
        <w:rPr>
          <w:sz w:val="22"/>
          <w:szCs w:val="22"/>
        </w:rPr>
        <w:t xml:space="preserve"> </w:t>
      </w:r>
    </w:p>
    <w:p w14:paraId="551EFC8C" w14:textId="77777777" w:rsidR="000D1881" w:rsidRPr="00FD5ED0" w:rsidRDefault="000D1881" w:rsidP="00015F8D">
      <w:pPr>
        <w:pStyle w:val="Textvbloku"/>
        <w:jc w:val="left"/>
        <w:rPr>
          <w:sz w:val="22"/>
          <w:szCs w:val="22"/>
        </w:rPr>
      </w:pPr>
      <w:r w:rsidRPr="00FD5ED0">
        <w:rPr>
          <w:sz w:val="22"/>
          <w:szCs w:val="22"/>
        </w:rPr>
        <w:t>---------------------------------------------------------------------------------------------------------------------------------</w:t>
      </w:r>
    </w:p>
    <w:p w14:paraId="20CB663F" w14:textId="77777777" w:rsidR="000D1881" w:rsidRPr="00FD5ED0" w:rsidRDefault="000D1881" w:rsidP="00015F8D">
      <w:pPr>
        <w:pStyle w:val="Textvbloku"/>
        <w:jc w:val="center"/>
        <w:rPr>
          <w:sz w:val="22"/>
          <w:szCs w:val="22"/>
        </w:rPr>
      </w:pPr>
      <w:r w:rsidRPr="00FD5ED0">
        <w:rPr>
          <w:sz w:val="22"/>
          <w:szCs w:val="22"/>
        </w:rPr>
        <w:t>Identifikační číslo:</w:t>
      </w:r>
    </w:p>
    <w:p w14:paraId="361E3B21" w14:textId="77777777" w:rsidR="00C9631D" w:rsidRPr="00FD5ED0" w:rsidRDefault="00C9631D" w:rsidP="00015F8D">
      <w:pPr>
        <w:pStyle w:val="Textvbloku"/>
        <w:jc w:val="center"/>
        <w:rPr>
          <w:sz w:val="22"/>
          <w:szCs w:val="22"/>
        </w:rPr>
      </w:pPr>
    </w:p>
    <w:p w14:paraId="40CF3C53" w14:textId="77777777" w:rsidR="000D1881" w:rsidRPr="00FD5ED0" w:rsidRDefault="00923021" w:rsidP="00015F8D">
      <w:pPr>
        <w:pStyle w:val="Textvbloku"/>
        <w:tabs>
          <w:tab w:val="left" w:pos="4820"/>
        </w:tabs>
        <w:jc w:val="left"/>
        <w:rPr>
          <w:sz w:val="22"/>
          <w:szCs w:val="22"/>
        </w:rPr>
      </w:pPr>
      <w:r w:rsidRPr="00FD5ED0">
        <w:rPr>
          <w:sz w:val="22"/>
          <w:szCs w:val="22"/>
        </w:rPr>
        <w:t>002</w:t>
      </w:r>
      <w:r w:rsidR="00954128">
        <w:rPr>
          <w:sz w:val="22"/>
          <w:szCs w:val="22"/>
        </w:rPr>
        <w:t xml:space="preserve"> </w:t>
      </w:r>
      <w:r w:rsidRPr="00FD5ED0">
        <w:rPr>
          <w:sz w:val="22"/>
          <w:szCs w:val="22"/>
        </w:rPr>
        <w:t>91</w:t>
      </w:r>
      <w:r w:rsidR="00954128">
        <w:rPr>
          <w:sz w:val="22"/>
          <w:szCs w:val="22"/>
        </w:rPr>
        <w:t xml:space="preserve"> </w:t>
      </w:r>
      <w:r w:rsidRPr="00FD5ED0">
        <w:rPr>
          <w:sz w:val="22"/>
          <w:szCs w:val="22"/>
        </w:rPr>
        <w:t>463</w:t>
      </w:r>
      <w:r w:rsidR="000D1881" w:rsidRPr="00FD5ED0">
        <w:rPr>
          <w:sz w:val="22"/>
          <w:szCs w:val="22"/>
        </w:rPr>
        <w:tab/>
      </w:r>
      <w:r w:rsidR="00BC7A90">
        <w:rPr>
          <w:sz w:val="22"/>
          <w:szCs w:val="22"/>
        </w:rPr>
        <w:t>255 23 406</w:t>
      </w:r>
    </w:p>
    <w:p w14:paraId="694A2619" w14:textId="77777777" w:rsidR="000D1881" w:rsidRPr="00FD5ED0" w:rsidRDefault="000D1881" w:rsidP="00015F8D">
      <w:pPr>
        <w:pStyle w:val="Textvbloku"/>
        <w:rPr>
          <w:sz w:val="22"/>
          <w:szCs w:val="22"/>
        </w:rPr>
      </w:pPr>
      <w:r w:rsidRPr="00FD5ED0">
        <w:rPr>
          <w:sz w:val="22"/>
          <w:szCs w:val="22"/>
        </w:rPr>
        <w:t>---------------------------------------------------------------------------------------------------------------------------------</w:t>
      </w:r>
    </w:p>
    <w:p w14:paraId="5CA48724" w14:textId="77777777" w:rsidR="0069565D" w:rsidRPr="00FD5ED0" w:rsidRDefault="0069565D" w:rsidP="00015F8D">
      <w:pPr>
        <w:pStyle w:val="Textvbloku"/>
        <w:ind w:firstLine="709"/>
        <w:jc w:val="center"/>
        <w:rPr>
          <w:sz w:val="22"/>
          <w:szCs w:val="22"/>
        </w:rPr>
      </w:pPr>
      <w:r w:rsidRPr="00FD5ED0">
        <w:rPr>
          <w:sz w:val="22"/>
          <w:szCs w:val="22"/>
        </w:rPr>
        <w:t>Daňové identifikační číslo:</w:t>
      </w:r>
    </w:p>
    <w:p w14:paraId="2EE145CC" w14:textId="77777777" w:rsidR="0069565D" w:rsidRPr="00A345FE" w:rsidRDefault="0069565D" w:rsidP="00015F8D">
      <w:pPr>
        <w:pStyle w:val="Textvbloku"/>
        <w:jc w:val="left"/>
        <w:rPr>
          <w:sz w:val="22"/>
          <w:szCs w:val="22"/>
        </w:rPr>
      </w:pPr>
    </w:p>
    <w:p w14:paraId="133F7529" w14:textId="77777777" w:rsidR="0069565D" w:rsidRPr="00FD5ED0" w:rsidRDefault="00AD0207" w:rsidP="00015F8D">
      <w:pPr>
        <w:pStyle w:val="Textvbloku"/>
        <w:tabs>
          <w:tab w:val="left" w:pos="4820"/>
        </w:tabs>
        <w:jc w:val="left"/>
        <w:rPr>
          <w:sz w:val="22"/>
          <w:szCs w:val="22"/>
        </w:rPr>
      </w:pPr>
      <w:r w:rsidRPr="00A345FE">
        <w:rPr>
          <w:sz w:val="22"/>
          <w:szCs w:val="22"/>
        </w:rPr>
        <w:t>CZ00291463</w:t>
      </w:r>
      <w:r w:rsidR="0069565D" w:rsidRPr="00FD5ED0">
        <w:rPr>
          <w:sz w:val="22"/>
          <w:szCs w:val="22"/>
        </w:rPr>
        <w:tab/>
      </w:r>
    </w:p>
    <w:p w14:paraId="047E5567" w14:textId="77777777" w:rsidR="0069565D" w:rsidRPr="00FD5ED0" w:rsidRDefault="0069565D" w:rsidP="00015F8D">
      <w:pPr>
        <w:pStyle w:val="Textvbloku"/>
        <w:tabs>
          <w:tab w:val="left" w:pos="4820"/>
        </w:tabs>
        <w:jc w:val="left"/>
        <w:rPr>
          <w:sz w:val="22"/>
          <w:szCs w:val="22"/>
        </w:rPr>
      </w:pPr>
      <w:r w:rsidRPr="00FD5ED0">
        <w:rPr>
          <w:sz w:val="22"/>
          <w:szCs w:val="22"/>
        </w:rPr>
        <w:t>--------------------------------------------------------------------------------------------------------------------------------</w:t>
      </w:r>
    </w:p>
    <w:p w14:paraId="7D9F0A09" w14:textId="77777777" w:rsidR="000D1881" w:rsidRPr="00921FB8" w:rsidRDefault="000D1881" w:rsidP="00015F8D">
      <w:pPr>
        <w:pStyle w:val="Textvbloku"/>
        <w:ind w:left="4820" w:hanging="6"/>
        <w:rPr>
          <w:sz w:val="22"/>
          <w:szCs w:val="22"/>
        </w:rPr>
      </w:pPr>
      <w:r w:rsidRPr="00921FB8">
        <w:rPr>
          <w:sz w:val="22"/>
          <w:szCs w:val="22"/>
        </w:rPr>
        <w:t>Zhotovitel je zapsán v obchodním rejstříku u</w:t>
      </w:r>
    </w:p>
    <w:p w14:paraId="5950EF42" w14:textId="77777777" w:rsidR="000D1881" w:rsidRPr="00FD5ED0" w:rsidRDefault="00D30EAB" w:rsidP="00015F8D">
      <w:pPr>
        <w:pStyle w:val="Textvbloku"/>
        <w:ind w:left="4820" w:hanging="6"/>
        <w:rPr>
          <w:sz w:val="22"/>
          <w:szCs w:val="22"/>
        </w:rPr>
      </w:pPr>
      <w:r w:rsidRPr="00921FB8">
        <w:rPr>
          <w:sz w:val="22"/>
          <w:szCs w:val="22"/>
        </w:rPr>
        <w:t>Krajského soudu v </w:t>
      </w:r>
      <w:r w:rsidR="003C12F4">
        <w:rPr>
          <w:sz w:val="22"/>
          <w:szCs w:val="22"/>
        </w:rPr>
        <w:t xml:space="preserve">     </w:t>
      </w:r>
      <w:r w:rsidR="00455F29" w:rsidRPr="00921FB8">
        <w:rPr>
          <w:sz w:val="22"/>
          <w:szCs w:val="22"/>
        </w:rPr>
        <w:t xml:space="preserve"> </w:t>
      </w:r>
      <w:r w:rsidR="000D1881" w:rsidRPr="00921FB8">
        <w:rPr>
          <w:sz w:val="22"/>
          <w:szCs w:val="22"/>
        </w:rPr>
        <w:t xml:space="preserve">oddíl </w:t>
      </w:r>
      <w:r w:rsidR="003C12F4">
        <w:rPr>
          <w:sz w:val="22"/>
          <w:szCs w:val="22"/>
        </w:rPr>
        <w:t xml:space="preserve"> </w:t>
      </w:r>
      <w:r w:rsidR="00921FB8" w:rsidRPr="00921FB8">
        <w:rPr>
          <w:sz w:val="22"/>
          <w:szCs w:val="22"/>
        </w:rPr>
        <w:t xml:space="preserve"> </w:t>
      </w:r>
      <w:r w:rsidR="000D1881" w:rsidRPr="00921FB8">
        <w:rPr>
          <w:sz w:val="22"/>
          <w:szCs w:val="22"/>
        </w:rPr>
        <w:t>vložka č</w:t>
      </w:r>
      <w:r w:rsidR="00C9631D" w:rsidRPr="00921FB8">
        <w:rPr>
          <w:sz w:val="22"/>
          <w:szCs w:val="22"/>
        </w:rPr>
        <w:t>.</w:t>
      </w:r>
      <w:r w:rsidR="00C9631D" w:rsidRPr="00FD5ED0">
        <w:rPr>
          <w:sz w:val="22"/>
          <w:szCs w:val="22"/>
        </w:rPr>
        <w:t xml:space="preserve"> </w:t>
      </w:r>
    </w:p>
    <w:p w14:paraId="10F797B6" w14:textId="77777777" w:rsidR="000D1881" w:rsidRDefault="000D1881" w:rsidP="00015F8D">
      <w:pPr>
        <w:pStyle w:val="Textvbloku"/>
        <w:tabs>
          <w:tab w:val="left" w:pos="9356"/>
        </w:tabs>
        <w:rPr>
          <w:b/>
          <w:sz w:val="22"/>
        </w:rPr>
      </w:pPr>
      <w:r w:rsidRPr="00C9631D">
        <w:rPr>
          <w:sz w:val="22"/>
        </w:rPr>
        <w:t>---------------------------------------------------------------------------------------------------------------------------------</w:t>
      </w:r>
    </w:p>
    <w:p w14:paraId="0583E7B4" w14:textId="77777777" w:rsidR="00455F29" w:rsidRDefault="00455F29" w:rsidP="00015F8D">
      <w:pPr>
        <w:pStyle w:val="Textvbloku"/>
        <w:tabs>
          <w:tab w:val="num" w:pos="0"/>
        </w:tabs>
        <w:rPr>
          <w:sz w:val="22"/>
        </w:rPr>
      </w:pPr>
    </w:p>
    <w:p w14:paraId="305C9BEA" w14:textId="77777777" w:rsidR="00455F29" w:rsidRDefault="00455F29" w:rsidP="00015F8D">
      <w:pPr>
        <w:pStyle w:val="Textvbloku"/>
        <w:tabs>
          <w:tab w:val="num" w:pos="0"/>
        </w:tabs>
        <w:rPr>
          <w:sz w:val="22"/>
        </w:rPr>
      </w:pPr>
    </w:p>
    <w:p w14:paraId="6BD62A56" w14:textId="77777777" w:rsidR="000D1881" w:rsidRDefault="000D1881" w:rsidP="00015F8D">
      <w:pPr>
        <w:pStyle w:val="Textvbloku"/>
        <w:tabs>
          <w:tab w:val="num" w:pos="0"/>
        </w:tabs>
        <w:rPr>
          <w:b/>
          <w:sz w:val="22"/>
        </w:rPr>
      </w:pPr>
      <w:r>
        <w:rPr>
          <w:sz w:val="22"/>
        </w:rPr>
        <w:lastRenderedPageBreak/>
        <w:t>Objednatel je právnickou</w:t>
      </w:r>
      <w:r w:rsidR="001660FF">
        <w:rPr>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12230647" w14:textId="77777777" w:rsidR="000D1881" w:rsidRDefault="000D1881" w:rsidP="00015F8D">
      <w:pPr>
        <w:pStyle w:val="Textvbloku"/>
        <w:rPr>
          <w:sz w:val="22"/>
        </w:rPr>
      </w:pPr>
    </w:p>
    <w:p w14:paraId="64B48DF5" w14:textId="77777777" w:rsidR="000D1881" w:rsidRDefault="000D1881" w:rsidP="00015F8D">
      <w:pPr>
        <w:pStyle w:val="Zkladntextodsazen"/>
        <w:rPr>
          <w:i w:val="0"/>
        </w:rPr>
      </w:pPr>
      <w:r>
        <w:rPr>
          <w:i w:val="0"/>
        </w:rPr>
        <w:t>Zhotovitel je právnickou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7DB6EABC" w14:textId="77777777" w:rsidR="000D1881" w:rsidRDefault="000D1881" w:rsidP="00015F8D">
      <w:pPr>
        <w:pStyle w:val="Zkladntext2"/>
        <w:rPr>
          <w:sz w:val="22"/>
        </w:rPr>
      </w:pPr>
    </w:p>
    <w:p w14:paraId="6D581C5D" w14:textId="77777777" w:rsidR="000D1881" w:rsidRPr="00510897" w:rsidRDefault="000D1881" w:rsidP="00015F8D">
      <w:pPr>
        <w:pStyle w:val="Zkladntext2"/>
        <w:rPr>
          <w:sz w:val="22"/>
          <w:szCs w:val="22"/>
        </w:rPr>
      </w:pPr>
    </w:p>
    <w:p w14:paraId="6845158B" w14:textId="77777777" w:rsidR="009E7F57" w:rsidRDefault="004F1688" w:rsidP="00510897">
      <w:pPr>
        <w:pStyle w:val="Zkladntext2"/>
        <w:ind w:left="3261" w:hanging="3315"/>
        <w:jc w:val="left"/>
        <w:rPr>
          <w:rFonts w:ascii="Arial" w:hAnsi="Arial" w:cs="Arial"/>
          <w:b/>
          <w:bCs/>
          <w:sz w:val="20"/>
        </w:rPr>
      </w:pPr>
      <w:r w:rsidRPr="00510897">
        <w:rPr>
          <w:sz w:val="22"/>
          <w:szCs w:val="22"/>
        </w:rPr>
        <w:t xml:space="preserve"> </w:t>
      </w:r>
      <w:r w:rsidR="00CE6D38" w:rsidRPr="00510897">
        <w:rPr>
          <w:sz w:val="22"/>
          <w:szCs w:val="22"/>
        </w:rPr>
        <w:t>Název veřejné zakázky:</w:t>
      </w:r>
      <w:r w:rsidR="00CE6D38" w:rsidRPr="00510897">
        <w:rPr>
          <w:sz w:val="22"/>
          <w:szCs w:val="22"/>
        </w:rPr>
        <w:tab/>
      </w:r>
      <w:r w:rsidR="003C12F4">
        <w:rPr>
          <w:rFonts w:ascii="Arial" w:hAnsi="Arial" w:cs="Arial"/>
          <w:b/>
          <w:bCs/>
          <w:sz w:val="20"/>
        </w:rPr>
        <w:t>Větrolam V1 Hůrka v k. ú. Uherský Brod</w:t>
      </w:r>
      <w:r w:rsidR="008E32BD">
        <w:rPr>
          <w:rFonts w:ascii="Arial" w:hAnsi="Arial" w:cs="Arial"/>
          <w:b/>
          <w:bCs/>
          <w:sz w:val="20"/>
        </w:rPr>
        <w:t xml:space="preserve"> </w:t>
      </w:r>
    </w:p>
    <w:p w14:paraId="3D5855C8" w14:textId="77777777" w:rsidR="000D1881" w:rsidRPr="00510897" w:rsidRDefault="00510897" w:rsidP="00510897">
      <w:pPr>
        <w:pStyle w:val="Zkladntext2"/>
        <w:ind w:left="3261" w:hanging="3315"/>
        <w:jc w:val="left"/>
        <w:rPr>
          <w:snapToGrid/>
          <w:sz w:val="22"/>
          <w:szCs w:val="22"/>
        </w:rPr>
      </w:pPr>
      <w:r>
        <w:rPr>
          <w:sz w:val="22"/>
          <w:szCs w:val="22"/>
        </w:rPr>
        <w:t xml:space="preserve"> </w:t>
      </w:r>
      <w:r w:rsidR="000D1881" w:rsidRPr="00510897">
        <w:rPr>
          <w:sz w:val="22"/>
          <w:szCs w:val="22"/>
        </w:rPr>
        <w:t>Míst</w:t>
      </w:r>
      <w:r w:rsidR="001660FF" w:rsidRPr="00510897">
        <w:rPr>
          <w:sz w:val="22"/>
          <w:szCs w:val="22"/>
        </w:rPr>
        <w:t>o</w:t>
      </w:r>
      <w:r w:rsidR="001C2567" w:rsidRPr="00510897">
        <w:rPr>
          <w:sz w:val="22"/>
          <w:szCs w:val="22"/>
        </w:rPr>
        <w:t xml:space="preserve"> </w:t>
      </w:r>
      <w:r w:rsidR="008D7872" w:rsidRPr="00510897">
        <w:rPr>
          <w:sz w:val="22"/>
          <w:szCs w:val="22"/>
        </w:rPr>
        <w:t>realizace</w:t>
      </w:r>
      <w:r w:rsidR="00AD0207" w:rsidRPr="00510897">
        <w:rPr>
          <w:sz w:val="22"/>
          <w:szCs w:val="22"/>
        </w:rPr>
        <w:t>:</w:t>
      </w:r>
      <w:r w:rsidR="00AD0207" w:rsidRPr="00510897">
        <w:rPr>
          <w:sz w:val="22"/>
          <w:szCs w:val="22"/>
        </w:rPr>
        <w:tab/>
      </w:r>
      <w:r w:rsidR="00847289">
        <w:rPr>
          <w:sz w:val="22"/>
          <w:szCs w:val="22"/>
        </w:rPr>
        <w:t>lokalita</w:t>
      </w:r>
      <w:r w:rsidRPr="00510897">
        <w:rPr>
          <w:bCs/>
          <w:sz w:val="22"/>
          <w:szCs w:val="22"/>
          <w:lang w:eastAsia="en-US"/>
        </w:rPr>
        <w:t xml:space="preserve"> </w:t>
      </w:r>
      <w:r w:rsidR="003C12F4">
        <w:rPr>
          <w:bCs/>
          <w:sz w:val="22"/>
          <w:szCs w:val="22"/>
          <w:lang w:eastAsia="en-US"/>
        </w:rPr>
        <w:t>Hůrka</w:t>
      </w:r>
    </w:p>
    <w:p w14:paraId="00DF9CCC" w14:textId="77777777" w:rsidR="00F70B4C" w:rsidRPr="00510897" w:rsidRDefault="008C0CDB" w:rsidP="00015F8D">
      <w:pPr>
        <w:pStyle w:val="BodyTextIndent21"/>
        <w:widowControl/>
        <w:tabs>
          <w:tab w:val="left" w:pos="3261"/>
          <w:tab w:val="left" w:pos="4536"/>
        </w:tabs>
        <w:ind w:left="0"/>
        <w:rPr>
          <w:snapToGrid/>
          <w:sz w:val="22"/>
          <w:szCs w:val="22"/>
        </w:rPr>
      </w:pPr>
      <w:r w:rsidRPr="00510897">
        <w:rPr>
          <w:snapToGrid/>
          <w:sz w:val="22"/>
          <w:szCs w:val="22"/>
        </w:rPr>
        <w:t>Kontaktní</w:t>
      </w:r>
      <w:r w:rsidR="008D7872" w:rsidRPr="00510897">
        <w:rPr>
          <w:snapToGrid/>
          <w:sz w:val="22"/>
          <w:szCs w:val="22"/>
        </w:rPr>
        <w:t xml:space="preserve"> osoba</w:t>
      </w:r>
      <w:r w:rsidR="000D1881" w:rsidRPr="00510897">
        <w:rPr>
          <w:snapToGrid/>
          <w:sz w:val="22"/>
          <w:szCs w:val="22"/>
        </w:rPr>
        <w:t xml:space="preserve"> objednatele</w:t>
      </w:r>
      <w:r w:rsidR="00AD0207" w:rsidRPr="00510897">
        <w:rPr>
          <w:snapToGrid/>
          <w:sz w:val="22"/>
          <w:szCs w:val="22"/>
        </w:rPr>
        <w:tab/>
      </w:r>
    </w:p>
    <w:p w14:paraId="1D8EE7FF" w14:textId="77777777" w:rsidR="00337D93" w:rsidRDefault="00AD0207" w:rsidP="00015F8D">
      <w:pPr>
        <w:pStyle w:val="BodyTextIndent21"/>
        <w:widowControl/>
        <w:tabs>
          <w:tab w:val="left" w:pos="3261"/>
          <w:tab w:val="left" w:pos="4536"/>
        </w:tabs>
        <w:ind w:left="0"/>
        <w:rPr>
          <w:snapToGrid/>
          <w:sz w:val="22"/>
          <w:szCs w:val="22"/>
        </w:rPr>
      </w:pPr>
      <w:r w:rsidRPr="00510897">
        <w:rPr>
          <w:snapToGrid/>
          <w:sz w:val="22"/>
          <w:szCs w:val="22"/>
        </w:rPr>
        <w:t>p</w:t>
      </w:r>
      <w:r w:rsidR="00F70B4C" w:rsidRPr="00510897">
        <w:rPr>
          <w:snapToGrid/>
          <w:sz w:val="22"/>
          <w:szCs w:val="22"/>
        </w:rPr>
        <w:t>ro věci technické</w:t>
      </w:r>
      <w:r w:rsidR="00687E70" w:rsidRPr="00510897">
        <w:rPr>
          <w:snapToGrid/>
          <w:sz w:val="22"/>
          <w:szCs w:val="22"/>
        </w:rPr>
        <w:t>:</w:t>
      </w:r>
      <w:r w:rsidR="00622E2C">
        <w:rPr>
          <w:snapToGrid/>
          <w:sz w:val="22"/>
          <w:szCs w:val="22"/>
        </w:rPr>
        <w:t xml:space="preserve"> Ing. Taťána Štěpančíková</w:t>
      </w:r>
    </w:p>
    <w:p w14:paraId="0E66E9B9" w14:textId="77777777" w:rsidR="00BC7A90" w:rsidRDefault="00BC7A90" w:rsidP="00015F8D">
      <w:pPr>
        <w:pStyle w:val="BodyTextIndent21"/>
        <w:widowControl/>
        <w:tabs>
          <w:tab w:val="left" w:pos="3261"/>
          <w:tab w:val="left" w:pos="4536"/>
        </w:tabs>
        <w:ind w:left="0"/>
        <w:rPr>
          <w:snapToGrid/>
          <w:sz w:val="22"/>
          <w:szCs w:val="22"/>
        </w:rPr>
      </w:pPr>
      <w:r>
        <w:rPr>
          <w:snapToGrid/>
          <w:sz w:val="22"/>
          <w:szCs w:val="22"/>
        </w:rPr>
        <w:t>tel.: +420 572 805 237</w:t>
      </w:r>
    </w:p>
    <w:p w14:paraId="1D211325" w14:textId="77777777" w:rsidR="00BC7A90" w:rsidRPr="00510897" w:rsidRDefault="00BC7A90" w:rsidP="00015F8D">
      <w:pPr>
        <w:pStyle w:val="BodyTextIndent21"/>
        <w:widowControl/>
        <w:tabs>
          <w:tab w:val="left" w:pos="3261"/>
          <w:tab w:val="left" w:pos="4536"/>
        </w:tabs>
        <w:ind w:left="0"/>
        <w:rPr>
          <w:snapToGrid/>
          <w:sz w:val="22"/>
          <w:szCs w:val="22"/>
        </w:rPr>
      </w:pPr>
      <w:r>
        <w:rPr>
          <w:snapToGrid/>
          <w:sz w:val="22"/>
          <w:szCs w:val="22"/>
        </w:rPr>
        <w:t>email.: tatana.stepancikova</w:t>
      </w:r>
      <w:r w:rsidRPr="00FD5ED0">
        <w:rPr>
          <w:sz w:val="22"/>
          <w:szCs w:val="22"/>
        </w:rPr>
        <w:t>@</w:t>
      </w:r>
      <w:r>
        <w:rPr>
          <w:sz w:val="22"/>
          <w:szCs w:val="22"/>
        </w:rPr>
        <w:t>ub.cz</w:t>
      </w:r>
      <w:r>
        <w:rPr>
          <w:snapToGrid/>
          <w:sz w:val="22"/>
          <w:szCs w:val="22"/>
        </w:rPr>
        <w:t xml:space="preserve"> </w:t>
      </w:r>
    </w:p>
    <w:p w14:paraId="18E845BA" w14:textId="77777777" w:rsidR="000047E9" w:rsidRPr="00337D93" w:rsidRDefault="000047E9" w:rsidP="00015F8D">
      <w:pPr>
        <w:pStyle w:val="Textvbloku"/>
        <w:tabs>
          <w:tab w:val="left" w:pos="4820"/>
        </w:tabs>
        <w:jc w:val="left"/>
        <w:rPr>
          <w:sz w:val="22"/>
        </w:rPr>
      </w:pPr>
    </w:p>
    <w:p w14:paraId="21C7B325" w14:textId="77777777" w:rsidR="000D1881" w:rsidRDefault="000D1881" w:rsidP="0096098D">
      <w:pPr>
        <w:pStyle w:val="Odsazen"/>
        <w:tabs>
          <w:tab w:val="left" w:pos="3261"/>
          <w:tab w:val="left" w:pos="6379"/>
        </w:tabs>
        <w:spacing w:after="0"/>
        <w:ind w:left="0"/>
      </w:pPr>
      <w:r w:rsidRPr="00337D93">
        <w:t>Pracovník zhotovitele odpovědný za vedení a zasílání daňových dokladů</w:t>
      </w:r>
      <w:r w:rsidR="00F407B5">
        <w:t>:</w:t>
      </w:r>
      <w:r w:rsidR="00510897">
        <w:t xml:space="preserve"> </w:t>
      </w:r>
      <w:r w:rsidR="003C12F4" w:rsidRPr="003C12F4">
        <w:rPr>
          <w:highlight w:val="yellow"/>
        </w:rPr>
        <w:t>………….</w:t>
      </w:r>
    </w:p>
    <w:p w14:paraId="053067FA" w14:textId="77777777" w:rsidR="0096098D" w:rsidRPr="000E1116" w:rsidRDefault="0096098D" w:rsidP="0096098D">
      <w:pPr>
        <w:pStyle w:val="Odsazen"/>
        <w:tabs>
          <w:tab w:val="left" w:pos="3261"/>
          <w:tab w:val="left" w:pos="6379"/>
        </w:tabs>
        <w:spacing w:after="0"/>
        <w:ind w:left="0"/>
      </w:pPr>
    </w:p>
    <w:p w14:paraId="2D118F44" w14:textId="77777777" w:rsidR="000D1881" w:rsidRPr="00337D93" w:rsidRDefault="000D1881" w:rsidP="00015F8D">
      <w:pPr>
        <w:pStyle w:val="Textvbloku"/>
        <w:tabs>
          <w:tab w:val="left" w:pos="4820"/>
        </w:tabs>
        <w:jc w:val="left"/>
        <w:rPr>
          <w:sz w:val="22"/>
        </w:rPr>
      </w:pPr>
      <w:r w:rsidRPr="00337D93">
        <w:rPr>
          <w:sz w:val="22"/>
        </w:rPr>
        <w:t>Osoba oprávněná za objednatele s</w:t>
      </w:r>
      <w:r w:rsidR="0069565D" w:rsidRPr="00337D93">
        <w:rPr>
          <w:sz w:val="22"/>
        </w:rPr>
        <w:t xml:space="preserve">chvalovat zjišťovací protokoly </w:t>
      </w:r>
    </w:p>
    <w:p w14:paraId="15B1F0B2" w14:textId="77777777" w:rsidR="002A2CB6" w:rsidRPr="00337D93" w:rsidRDefault="000D1881" w:rsidP="00F407B5">
      <w:pPr>
        <w:pStyle w:val="Textvbloku"/>
        <w:tabs>
          <w:tab w:val="left" w:pos="6379"/>
        </w:tabs>
        <w:spacing w:after="480"/>
        <w:ind w:right="-91"/>
        <w:rPr>
          <w:sz w:val="22"/>
        </w:rPr>
      </w:pPr>
      <w:r w:rsidRPr="00337D93">
        <w:rPr>
          <w:sz w:val="22"/>
        </w:rPr>
        <w:t>a soupisy provedených prací, dodávek a služeb</w:t>
      </w:r>
      <w:r w:rsidR="00F407B5">
        <w:rPr>
          <w:sz w:val="22"/>
        </w:rPr>
        <w:t>:</w:t>
      </w:r>
      <w:r w:rsidR="003C12F4" w:rsidRPr="003C12F4">
        <w:rPr>
          <w:sz w:val="22"/>
          <w:highlight w:val="yellow"/>
        </w:rPr>
        <w:t>…………..</w:t>
      </w:r>
      <w:r w:rsidRPr="00337D93">
        <w:rPr>
          <w:sz w:val="22"/>
        </w:rPr>
        <w:tab/>
      </w:r>
      <w:r w:rsidR="00F407B5">
        <w:rPr>
          <w:sz w:val="22"/>
        </w:rPr>
        <w:tab/>
      </w:r>
      <w:r w:rsidR="00F407B5">
        <w:rPr>
          <w:sz w:val="22"/>
        </w:rPr>
        <w:tab/>
      </w:r>
    </w:p>
    <w:p w14:paraId="666B9558" w14:textId="77777777" w:rsidR="000D1881" w:rsidRDefault="000D1881" w:rsidP="00015F8D">
      <w:pPr>
        <w:pStyle w:val="Textvbloku"/>
        <w:jc w:val="left"/>
        <w:rPr>
          <w:b/>
          <w:sz w:val="22"/>
        </w:rPr>
      </w:pPr>
      <w:r w:rsidRPr="00337D93">
        <w:rPr>
          <w:b/>
          <w:sz w:val="22"/>
        </w:rPr>
        <w:t>II. PŘEDMĚT SMLOUVY, ROZSAH DÍLA:</w:t>
      </w:r>
    </w:p>
    <w:p w14:paraId="484D4DC3" w14:textId="77777777" w:rsidR="000D1881" w:rsidRDefault="000D1881" w:rsidP="00015F8D">
      <w:pPr>
        <w:pStyle w:val="Textvbloku"/>
        <w:rPr>
          <w:sz w:val="22"/>
        </w:rPr>
      </w:pPr>
      <w:r>
        <w:rPr>
          <w:sz w:val="22"/>
        </w:rPr>
        <w:t>---------</w:t>
      </w:r>
      <w:r w:rsidR="00544B9E">
        <w:rPr>
          <w:sz w:val="22"/>
        </w:rPr>
        <w:t>---</w:t>
      </w:r>
      <w:r>
        <w:rPr>
          <w:sz w:val="22"/>
        </w:rPr>
        <w:t>---------------------------------------------</w:t>
      </w:r>
    </w:p>
    <w:p w14:paraId="58AD0C80" w14:textId="77777777" w:rsidR="000D1881" w:rsidRDefault="000D1881" w:rsidP="00015F8D">
      <w:pPr>
        <w:pStyle w:val="Textvbloku"/>
        <w:rPr>
          <w:sz w:val="22"/>
        </w:rPr>
      </w:pPr>
    </w:p>
    <w:p w14:paraId="01C58277" w14:textId="77777777" w:rsidR="000D1881" w:rsidRDefault="000D1881" w:rsidP="00015F8D">
      <w:pPr>
        <w:pStyle w:val="Textvbloku"/>
        <w:ind w:left="284" w:hanging="284"/>
        <w:rPr>
          <w:sz w:val="22"/>
        </w:rPr>
      </w:pPr>
      <w:r>
        <w:rPr>
          <w:sz w:val="22"/>
        </w:rPr>
        <w:t xml:space="preserve">1. </w:t>
      </w:r>
      <w:r w:rsidR="00015F8D">
        <w:rPr>
          <w:sz w:val="22"/>
        </w:rPr>
        <w:t xml:space="preserve"> </w:t>
      </w:r>
      <w:r>
        <w:rPr>
          <w:sz w:val="22"/>
        </w:rPr>
        <w:t xml:space="preserve">Zhotovitel se zavazuje provést </w:t>
      </w:r>
      <w:r w:rsidR="00CF6C79">
        <w:rPr>
          <w:sz w:val="22"/>
        </w:rPr>
        <w:t xml:space="preserve">na svůj náklad a nebezpečí pro objednatele </w:t>
      </w:r>
      <w:r w:rsidR="00AC1B47">
        <w:rPr>
          <w:sz w:val="22"/>
        </w:rPr>
        <w:t xml:space="preserve">sjednané </w:t>
      </w:r>
      <w:r w:rsidR="00CF6C79">
        <w:rPr>
          <w:sz w:val="22"/>
        </w:rPr>
        <w:t xml:space="preserve">dílo a </w:t>
      </w:r>
      <w:r>
        <w:rPr>
          <w:sz w:val="22"/>
        </w:rPr>
        <w:t>objednatel</w:t>
      </w:r>
      <w:r w:rsidR="00AC1B47">
        <w:rPr>
          <w:sz w:val="22"/>
        </w:rPr>
        <w:t xml:space="preserve"> se </w:t>
      </w:r>
      <w:r w:rsidR="00CF6C79">
        <w:rPr>
          <w:sz w:val="22"/>
        </w:rPr>
        <w:t xml:space="preserve">zavazuje dílo převzít a zaplatit cenu </w:t>
      </w:r>
      <w:r>
        <w:rPr>
          <w:sz w:val="22"/>
        </w:rPr>
        <w:t xml:space="preserve">(dále jen „dílo“) </w:t>
      </w:r>
    </w:p>
    <w:p w14:paraId="112ABB4B" w14:textId="77777777" w:rsidR="000D1881" w:rsidRDefault="000D1881" w:rsidP="00015F8D">
      <w:pPr>
        <w:pStyle w:val="Textvbloku"/>
        <w:ind w:hanging="426"/>
        <w:rPr>
          <w:sz w:val="22"/>
        </w:rPr>
      </w:pPr>
    </w:p>
    <w:p w14:paraId="2F5FD83C" w14:textId="77777777" w:rsidR="00CF6C79" w:rsidRDefault="00CF6C79" w:rsidP="00015F8D">
      <w:pPr>
        <w:pStyle w:val="Textvbloku"/>
        <w:ind w:hanging="426"/>
        <w:rPr>
          <w:sz w:val="22"/>
        </w:rPr>
      </w:pPr>
      <w:r>
        <w:rPr>
          <w:sz w:val="22"/>
        </w:rPr>
        <w:tab/>
        <w:t xml:space="preserve">     Název veřejné zakázky:</w:t>
      </w:r>
    </w:p>
    <w:p w14:paraId="0AF731D1" w14:textId="77777777" w:rsidR="00F407B5" w:rsidRDefault="00F407B5" w:rsidP="00015F8D">
      <w:pPr>
        <w:pStyle w:val="Textvbloku"/>
        <w:ind w:hanging="426"/>
        <w:rPr>
          <w:sz w:val="22"/>
        </w:rPr>
      </w:pPr>
    </w:p>
    <w:p w14:paraId="483EE55C" w14:textId="77777777" w:rsidR="000D1881" w:rsidRPr="000A2F7B" w:rsidRDefault="000D1881" w:rsidP="003C12F4">
      <w:pPr>
        <w:pStyle w:val="Zkladntext2"/>
        <w:ind w:left="3261" w:hanging="3315"/>
        <w:jc w:val="left"/>
        <w:rPr>
          <w:rFonts w:ascii="Arial" w:hAnsi="Arial" w:cs="Arial"/>
          <w:b/>
          <w:bCs/>
          <w:sz w:val="20"/>
        </w:rPr>
      </w:pPr>
      <w:r w:rsidRPr="00275D2E">
        <w:rPr>
          <w:b/>
          <w:bCs/>
          <w:sz w:val="28"/>
          <w:szCs w:val="28"/>
        </w:rPr>
        <w:t>„</w:t>
      </w:r>
      <w:r w:rsidR="003C12F4">
        <w:rPr>
          <w:rFonts w:ascii="Arial" w:hAnsi="Arial" w:cs="Arial"/>
          <w:b/>
          <w:bCs/>
          <w:sz w:val="20"/>
        </w:rPr>
        <w:t xml:space="preserve">Větrolam V1 Hůrka v k. ú. Uherský Brod </w:t>
      </w:r>
      <w:r w:rsidR="000A2F7B" w:rsidRPr="000A2F7B">
        <w:rPr>
          <w:rFonts w:ascii="Arial" w:hAnsi="Arial" w:cs="Arial"/>
          <w:b/>
          <w:bCs/>
          <w:sz w:val="28"/>
          <w:szCs w:val="28"/>
        </w:rPr>
        <w:t>“</w:t>
      </w:r>
      <w:r w:rsidR="000A2F7B">
        <w:rPr>
          <w:rFonts w:ascii="Arial" w:hAnsi="Arial" w:cs="Arial"/>
          <w:b/>
          <w:bCs/>
          <w:sz w:val="20"/>
        </w:rPr>
        <w:t xml:space="preserve"> </w:t>
      </w:r>
    </w:p>
    <w:p w14:paraId="2FF1CA5F" w14:textId="77777777" w:rsidR="000D1881" w:rsidRPr="00275D2E" w:rsidRDefault="000D1881" w:rsidP="00015F8D">
      <w:pPr>
        <w:pStyle w:val="Textvbloku"/>
        <w:rPr>
          <w:sz w:val="28"/>
          <w:szCs w:val="28"/>
        </w:rPr>
      </w:pPr>
    </w:p>
    <w:p w14:paraId="69ED7115" w14:textId="77777777" w:rsidR="00AD0207" w:rsidRDefault="000844AF" w:rsidP="00AD0207">
      <w:pPr>
        <w:pStyle w:val="Odstavecseseznamem"/>
        <w:spacing w:before="120" w:after="120"/>
        <w:ind w:left="284"/>
        <w:jc w:val="both"/>
        <w:rPr>
          <w:sz w:val="22"/>
          <w:szCs w:val="22"/>
        </w:rPr>
      </w:pPr>
      <w:r w:rsidRPr="001D42FA">
        <w:rPr>
          <w:b/>
          <w:bCs/>
          <w:sz w:val="22"/>
          <w:szCs w:val="22"/>
        </w:rPr>
        <w:t xml:space="preserve">Předmětem díla </w:t>
      </w:r>
      <w:r w:rsidR="000D1881" w:rsidRPr="001D42FA">
        <w:rPr>
          <w:b/>
          <w:bCs/>
          <w:sz w:val="22"/>
          <w:szCs w:val="22"/>
        </w:rPr>
        <w:t>se rozumí</w:t>
      </w:r>
      <w:r w:rsidR="000420FB" w:rsidRPr="001D42FA">
        <w:rPr>
          <w:b/>
          <w:bCs/>
          <w:sz w:val="22"/>
          <w:szCs w:val="22"/>
        </w:rPr>
        <w:t xml:space="preserve"> </w:t>
      </w:r>
      <w:r w:rsidR="00510897" w:rsidRPr="00510897">
        <w:rPr>
          <w:sz w:val="22"/>
          <w:szCs w:val="22"/>
        </w:rPr>
        <w:t xml:space="preserve">doplnění sítě </w:t>
      </w:r>
      <w:r w:rsidR="003C12F4">
        <w:rPr>
          <w:sz w:val="22"/>
          <w:szCs w:val="22"/>
        </w:rPr>
        <w:t xml:space="preserve">protierozních opatření </w:t>
      </w:r>
      <w:r w:rsidR="00510897" w:rsidRPr="00510897">
        <w:rPr>
          <w:sz w:val="22"/>
          <w:szCs w:val="22"/>
        </w:rPr>
        <w:t>zaměřených na výsadbu zeleně, které jsou součástí plánu společných zařízení v rámci schválených komplexních pozemkových úprav v k.</w:t>
      </w:r>
      <w:r w:rsidR="0096098D">
        <w:rPr>
          <w:sz w:val="22"/>
          <w:szCs w:val="22"/>
        </w:rPr>
        <w:t xml:space="preserve"> </w:t>
      </w:r>
      <w:r w:rsidR="003C12F4">
        <w:rPr>
          <w:sz w:val="22"/>
          <w:szCs w:val="22"/>
        </w:rPr>
        <w:t>ú. Uherský Brod</w:t>
      </w:r>
      <w:r w:rsidR="00510897" w:rsidRPr="00510897">
        <w:rPr>
          <w:sz w:val="22"/>
          <w:szCs w:val="22"/>
        </w:rPr>
        <w:t xml:space="preserve">. Realizace proběhne pouze na pozemcích v majetku města Uherský Brod. Hlavním cílem akce je zvýšení počtu a plochy založených </w:t>
      </w:r>
      <w:r w:rsidR="003C12F4">
        <w:rPr>
          <w:sz w:val="22"/>
          <w:szCs w:val="22"/>
        </w:rPr>
        <w:t>protierozních opatření</w:t>
      </w:r>
      <w:r w:rsidR="00AD0207" w:rsidRPr="001D42FA">
        <w:rPr>
          <w:sz w:val="22"/>
          <w:szCs w:val="22"/>
        </w:rPr>
        <w:t>.</w:t>
      </w:r>
      <w:bookmarkStart w:id="2" w:name="_Hlk510468059"/>
    </w:p>
    <w:p w14:paraId="551812E9" w14:textId="77777777" w:rsidR="00B34097" w:rsidRPr="00B34097" w:rsidRDefault="00B34097" w:rsidP="00B34097">
      <w:pPr>
        <w:spacing w:before="120" w:after="120"/>
        <w:jc w:val="both"/>
        <w:rPr>
          <w:sz w:val="22"/>
          <w:szCs w:val="22"/>
        </w:rPr>
      </w:pPr>
    </w:p>
    <w:bookmarkEnd w:id="2"/>
    <w:p w14:paraId="179A5E25" w14:textId="3817DB6B" w:rsidR="00C711AA" w:rsidRPr="00C711AA" w:rsidRDefault="000420FB" w:rsidP="00275D2E">
      <w:pPr>
        <w:ind w:left="284" w:hanging="284"/>
        <w:jc w:val="both"/>
        <w:rPr>
          <w:sz w:val="22"/>
          <w:szCs w:val="22"/>
        </w:rPr>
      </w:pPr>
      <w:r w:rsidRPr="001D42FA">
        <w:rPr>
          <w:sz w:val="22"/>
          <w:szCs w:val="22"/>
        </w:rPr>
        <w:t>2. Přesný počet dřevin, jejich druhové složení, umístění na přís</w:t>
      </w:r>
      <w:r w:rsidR="00275D2E">
        <w:rPr>
          <w:sz w:val="22"/>
          <w:szCs w:val="22"/>
        </w:rPr>
        <w:t xml:space="preserve">lušných pozemcích je uvedeno ve </w:t>
      </w:r>
      <w:r w:rsidRPr="001D42FA">
        <w:rPr>
          <w:sz w:val="22"/>
          <w:szCs w:val="22"/>
        </w:rPr>
        <w:t>Strukturované cenové nabídce - Položkovém rozpočtu (příloha č. 4 zadávací dokumentace) a v projektové dokumentaci</w:t>
      </w:r>
      <w:r w:rsidR="00D2673D" w:rsidRPr="001D42FA">
        <w:rPr>
          <w:sz w:val="22"/>
          <w:szCs w:val="22"/>
        </w:rPr>
        <w:t xml:space="preserve">, která byla zpracována </w:t>
      </w:r>
      <w:r w:rsidR="00510897" w:rsidRPr="00510897">
        <w:rPr>
          <w:sz w:val="22"/>
          <w:szCs w:val="22"/>
        </w:rPr>
        <w:t xml:space="preserve">Ing. </w:t>
      </w:r>
      <w:r w:rsidR="003C12F4">
        <w:rPr>
          <w:sz w:val="22"/>
          <w:szCs w:val="22"/>
        </w:rPr>
        <w:t>M</w:t>
      </w:r>
      <w:r w:rsidR="0040284A">
        <w:rPr>
          <w:sz w:val="22"/>
          <w:szCs w:val="22"/>
        </w:rPr>
        <w:t>a</w:t>
      </w:r>
      <w:r w:rsidR="003C12F4">
        <w:rPr>
          <w:sz w:val="22"/>
          <w:szCs w:val="22"/>
        </w:rPr>
        <w:t>gdalénou Jančovou</w:t>
      </w:r>
      <w:r w:rsidR="00510897" w:rsidRPr="00510897">
        <w:rPr>
          <w:sz w:val="22"/>
          <w:szCs w:val="22"/>
        </w:rPr>
        <w:t xml:space="preserve">, IČ </w:t>
      </w:r>
      <w:r w:rsidR="00E86C4A">
        <w:rPr>
          <w:sz w:val="22"/>
          <w:szCs w:val="22"/>
        </w:rPr>
        <w:t>00750808</w:t>
      </w:r>
      <w:r w:rsidR="00A80556" w:rsidRPr="001D42FA">
        <w:rPr>
          <w:sz w:val="22"/>
          <w:szCs w:val="22"/>
        </w:rPr>
        <w:t xml:space="preserve"> </w:t>
      </w:r>
      <w:r w:rsidR="00870862" w:rsidRPr="001D42FA">
        <w:rPr>
          <w:sz w:val="22"/>
          <w:szCs w:val="22"/>
        </w:rPr>
        <w:t>(dále jen „</w:t>
      </w:r>
      <w:r w:rsidR="00870862" w:rsidRPr="0008572F">
        <w:rPr>
          <w:sz w:val="22"/>
          <w:szCs w:val="22"/>
        </w:rPr>
        <w:t xml:space="preserve">projekt“) </w:t>
      </w:r>
      <w:r w:rsidRPr="0008572F">
        <w:rPr>
          <w:sz w:val="22"/>
          <w:szCs w:val="22"/>
        </w:rPr>
        <w:t>(příloha č. 5 zadávací dokumentace)</w:t>
      </w:r>
      <w:r w:rsidR="00C711AA">
        <w:rPr>
          <w:noProof/>
          <w:sz w:val="22"/>
          <w:szCs w:val="22"/>
        </w:rPr>
        <w:t>.</w:t>
      </w:r>
    </w:p>
    <w:p w14:paraId="181A81B1" w14:textId="77777777" w:rsidR="000420FB" w:rsidRPr="0008572F" w:rsidRDefault="000420FB" w:rsidP="00D303BF">
      <w:pPr>
        <w:pStyle w:val="Odstavecseseznamem"/>
        <w:spacing w:after="120"/>
        <w:ind w:left="284" w:hanging="284"/>
        <w:jc w:val="both"/>
        <w:rPr>
          <w:sz w:val="22"/>
          <w:szCs w:val="22"/>
        </w:rPr>
      </w:pPr>
    </w:p>
    <w:p w14:paraId="4BEE2B62" w14:textId="77777777" w:rsidR="000420FB" w:rsidRDefault="000420FB" w:rsidP="00676B73">
      <w:pPr>
        <w:pStyle w:val="Zkladntext2"/>
        <w:spacing w:after="120"/>
        <w:ind w:left="284" w:hanging="284"/>
        <w:rPr>
          <w:snapToGrid/>
          <w:sz w:val="22"/>
          <w:szCs w:val="22"/>
        </w:rPr>
      </w:pPr>
      <w:r w:rsidRPr="0008572F">
        <w:rPr>
          <w:snapToGrid/>
          <w:sz w:val="22"/>
          <w:szCs w:val="22"/>
        </w:rPr>
        <w:t xml:space="preserve">3. Vlastní vytyčení výsadeb v terénu bude provedeno ve spolupráci s </w:t>
      </w:r>
      <w:r w:rsidR="001E4CB3" w:rsidRPr="0008572F">
        <w:rPr>
          <w:snapToGrid/>
          <w:sz w:val="22"/>
          <w:szCs w:val="22"/>
        </w:rPr>
        <w:t>objednatelem</w:t>
      </w:r>
      <w:r w:rsidRPr="0008572F">
        <w:rPr>
          <w:snapToGrid/>
          <w:sz w:val="22"/>
          <w:szCs w:val="22"/>
        </w:rPr>
        <w:t xml:space="preserve"> v souvislosti s vytyčenými podzemními vedeními v místech </w:t>
      </w:r>
      <w:r w:rsidR="008505AF" w:rsidRPr="0008572F">
        <w:rPr>
          <w:snapToGrid/>
          <w:sz w:val="22"/>
          <w:szCs w:val="22"/>
        </w:rPr>
        <w:t xml:space="preserve">založení </w:t>
      </w:r>
      <w:r w:rsidR="00E86C4A">
        <w:rPr>
          <w:snapToGrid/>
          <w:sz w:val="22"/>
          <w:szCs w:val="22"/>
        </w:rPr>
        <w:t>větrolamu</w:t>
      </w:r>
      <w:r w:rsidRPr="0008572F">
        <w:rPr>
          <w:snapToGrid/>
          <w:sz w:val="22"/>
          <w:szCs w:val="22"/>
        </w:rPr>
        <w:t>. Před započetím prací je nutné zajistit vytyčení inženýrských sítí</w:t>
      </w:r>
      <w:r w:rsidR="008505AF" w:rsidRPr="0008572F">
        <w:rPr>
          <w:snapToGrid/>
          <w:sz w:val="22"/>
          <w:szCs w:val="22"/>
        </w:rPr>
        <w:t xml:space="preserve"> (podzemním vedením), které se vyskytují v místě realizace.</w:t>
      </w:r>
      <w:r w:rsidR="007914D7">
        <w:rPr>
          <w:snapToGrid/>
          <w:sz w:val="22"/>
          <w:szCs w:val="22"/>
        </w:rPr>
        <w:t xml:space="preserve"> </w:t>
      </w:r>
    </w:p>
    <w:p w14:paraId="0B031E67" w14:textId="77777777" w:rsidR="007E54C7" w:rsidRDefault="007E54C7" w:rsidP="00676B73">
      <w:pPr>
        <w:pStyle w:val="Zkladntext2"/>
        <w:spacing w:after="120"/>
        <w:ind w:left="284" w:hanging="284"/>
        <w:rPr>
          <w:snapToGrid/>
          <w:sz w:val="22"/>
          <w:szCs w:val="22"/>
        </w:rPr>
      </w:pPr>
    </w:p>
    <w:p w14:paraId="11B21A0E" w14:textId="77777777" w:rsidR="007E54C7" w:rsidRPr="001D42FA" w:rsidRDefault="007E54C7" w:rsidP="00676B73">
      <w:pPr>
        <w:pStyle w:val="Zkladntext2"/>
        <w:spacing w:after="120"/>
        <w:ind w:left="284" w:hanging="284"/>
        <w:rPr>
          <w:snapToGrid/>
          <w:sz w:val="22"/>
          <w:szCs w:val="22"/>
        </w:rPr>
      </w:pPr>
    </w:p>
    <w:p w14:paraId="789E4D3F" w14:textId="77777777" w:rsidR="000D1881" w:rsidRPr="001D42FA" w:rsidRDefault="0060360A" w:rsidP="00015F8D">
      <w:pPr>
        <w:pStyle w:val="Zkladntext2"/>
        <w:ind w:left="284"/>
        <w:rPr>
          <w:sz w:val="22"/>
          <w:szCs w:val="22"/>
        </w:rPr>
      </w:pPr>
      <w:r w:rsidRPr="001D42FA">
        <w:rPr>
          <w:b/>
          <w:bCs/>
          <w:sz w:val="22"/>
          <w:szCs w:val="22"/>
        </w:rPr>
        <w:t>Z</w:t>
      </w:r>
      <w:r w:rsidR="000D1881" w:rsidRPr="001D42FA">
        <w:rPr>
          <w:b/>
          <w:bCs/>
          <w:sz w:val="22"/>
          <w:szCs w:val="22"/>
        </w:rPr>
        <w:t>hotovením</w:t>
      </w:r>
      <w:r w:rsidR="0014356E" w:rsidRPr="001D42FA">
        <w:rPr>
          <w:b/>
          <w:bCs/>
          <w:sz w:val="22"/>
          <w:szCs w:val="22"/>
        </w:rPr>
        <w:t xml:space="preserve"> díla </w:t>
      </w:r>
      <w:r w:rsidR="000D1881" w:rsidRPr="001D42FA">
        <w:rPr>
          <w:sz w:val="22"/>
          <w:szCs w:val="22"/>
        </w:rPr>
        <w:t xml:space="preserve">se rozumí úplné a bezvadné provedení </w:t>
      </w:r>
      <w:r w:rsidRPr="001D42FA">
        <w:rPr>
          <w:sz w:val="22"/>
          <w:szCs w:val="22"/>
        </w:rPr>
        <w:t>služby</w:t>
      </w:r>
      <w:r w:rsidR="000D1881" w:rsidRPr="001D42FA">
        <w:rPr>
          <w:sz w:val="22"/>
          <w:szCs w:val="22"/>
        </w:rPr>
        <w:t xml:space="preserve">, včetně </w:t>
      </w:r>
      <w:r w:rsidRPr="001D42FA">
        <w:rPr>
          <w:sz w:val="22"/>
          <w:szCs w:val="22"/>
        </w:rPr>
        <w:t xml:space="preserve">prací a </w:t>
      </w:r>
      <w:r w:rsidR="000D1881" w:rsidRPr="001D42FA">
        <w:rPr>
          <w:sz w:val="22"/>
          <w:szCs w:val="22"/>
        </w:rPr>
        <w:t>dodávek potřebných materiálů, výrobků</w:t>
      </w:r>
      <w:r w:rsidR="007D15C6" w:rsidRPr="001D42FA">
        <w:rPr>
          <w:sz w:val="22"/>
          <w:szCs w:val="22"/>
        </w:rPr>
        <w:t xml:space="preserve"> </w:t>
      </w:r>
      <w:r w:rsidR="000D1881" w:rsidRPr="001D42FA">
        <w:rPr>
          <w:sz w:val="22"/>
          <w:szCs w:val="22"/>
        </w:rPr>
        <w:t>nezbytných pro řádné dokončení díla</w:t>
      </w:r>
      <w:r w:rsidR="005C2B68" w:rsidRPr="001D42FA">
        <w:rPr>
          <w:sz w:val="22"/>
          <w:szCs w:val="22"/>
        </w:rPr>
        <w:t xml:space="preserve"> a</w:t>
      </w:r>
      <w:r w:rsidR="000D1881" w:rsidRPr="001D42FA">
        <w:rPr>
          <w:sz w:val="22"/>
          <w:szCs w:val="22"/>
        </w:rPr>
        <w:t xml:space="preserve"> provedení všech činností souvisejících s</w:t>
      </w:r>
      <w:r w:rsidRPr="001D42FA">
        <w:rPr>
          <w:sz w:val="22"/>
          <w:szCs w:val="22"/>
        </w:rPr>
        <w:t> předmětem plnění</w:t>
      </w:r>
      <w:r w:rsidR="000D1881" w:rsidRPr="001D42FA">
        <w:rPr>
          <w:sz w:val="22"/>
          <w:szCs w:val="22"/>
        </w:rPr>
        <w:t xml:space="preserve">, jejichž provedení je pro řádné dokončení díla nezbytné, </w:t>
      </w:r>
      <w:r w:rsidR="005C2B68" w:rsidRPr="001D42FA">
        <w:rPr>
          <w:sz w:val="22"/>
          <w:szCs w:val="22"/>
        </w:rPr>
        <w:t xml:space="preserve">a to </w:t>
      </w:r>
      <w:r w:rsidR="000D1881" w:rsidRPr="001D42FA">
        <w:rPr>
          <w:sz w:val="22"/>
          <w:szCs w:val="22"/>
        </w:rPr>
        <w:t>zejména i:</w:t>
      </w:r>
    </w:p>
    <w:p w14:paraId="6C0652A2" w14:textId="77777777" w:rsidR="00155F2A" w:rsidRPr="001D42FA" w:rsidRDefault="00155F2A" w:rsidP="00133E81">
      <w:pPr>
        <w:numPr>
          <w:ilvl w:val="0"/>
          <w:numId w:val="23"/>
        </w:numPr>
        <w:ind w:left="992" w:hanging="357"/>
        <w:jc w:val="both"/>
        <w:rPr>
          <w:sz w:val="22"/>
        </w:rPr>
      </w:pPr>
      <w:r w:rsidRPr="001D42FA">
        <w:rPr>
          <w:sz w:val="22"/>
        </w:rPr>
        <w:t>kompletační a koordinační činnost</w:t>
      </w:r>
      <w:r w:rsidR="006D250D">
        <w:rPr>
          <w:sz w:val="22"/>
        </w:rPr>
        <w:t>,</w:t>
      </w:r>
    </w:p>
    <w:p w14:paraId="499D0EA8" w14:textId="77777777" w:rsidR="00155F2A" w:rsidRPr="002653FC" w:rsidRDefault="00155F2A" w:rsidP="00133E81">
      <w:pPr>
        <w:numPr>
          <w:ilvl w:val="0"/>
          <w:numId w:val="23"/>
        </w:numPr>
        <w:ind w:left="992" w:hanging="357"/>
        <w:jc w:val="both"/>
        <w:rPr>
          <w:sz w:val="22"/>
        </w:rPr>
      </w:pPr>
      <w:r w:rsidRPr="002653FC">
        <w:rPr>
          <w:sz w:val="22"/>
        </w:rPr>
        <w:t>geodetické vytyčení</w:t>
      </w:r>
      <w:r w:rsidR="00A80556" w:rsidRPr="002653FC">
        <w:rPr>
          <w:sz w:val="22"/>
        </w:rPr>
        <w:t xml:space="preserve"> a</w:t>
      </w:r>
      <w:r w:rsidRPr="002653FC">
        <w:rPr>
          <w:sz w:val="22"/>
        </w:rPr>
        <w:t xml:space="preserve"> zaměření inženýrských sítí</w:t>
      </w:r>
      <w:r w:rsidR="006D250D">
        <w:rPr>
          <w:sz w:val="22"/>
        </w:rPr>
        <w:t>,</w:t>
      </w:r>
    </w:p>
    <w:p w14:paraId="29481BF9" w14:textId="77777777" w:rsidR="00563442" w:rsidRPr="002653FC" w:rsidRDefault="00563442" w:rsidP="00133E81">
      <w:pPr>
        <w:numPr>
          <w:ilvl w:val="0"/>
          <w:numId w:val="23"/>
        </w:numPr>
        <w:ind w:left="992" w:hanging="357"/>
        <w:jc w:val="both"/>
        <w:rPr>
          <w:sz w:val="22"/>
        </w:rPr>
      </w:pPr>
      <w:r w:rsidRPr="002653FC">
        <w:rPr>
          <w:sz w:val="22"/>
        </w:rPr>
        <w:t xml:space="preserve">místo realizace bude označeno v souladu s pravidly publicity OPŽP (příjemce podpory umístí alespoň jeden </w:t>
      </w:r>
      <w:r w:rsidR="00510897">
        <w:rPr>
          <w:bCs/>
          <w:sz w:val="22"/>
        </w:rPr>
        <w:t>plakát</w:t>
      </w:r>
      <w:r w:rsidRPr="00510897">
        <w:rPr>
          <w:bCs/>
          <w:sz w:val="22"/>
        </w:rPr>
        <w:t xml:space="preserve"> s informacemi o projektu v minimální velikosti A3</w:t>
      </w:r>
      <w:r w:rsidRPr="002653FC">
        <w:rPr>
          <w:b/>
          <w:bCs/>
          <w:sz w:val="22"/>
        </w:rPr>
        <w:t xml:space="preserve"> </w:t>
      </w:r>
      <w:r w:rsidRPr="002653FC">
        <w:rPr>
          <w:sz w:val="22"/>
        </w:rPr>
        <w:t>na místě snadno viditelném pro veřejnost, a to do 1 měsíce po zahájení fyzické realizace akce (případ</w:t>
      </w:r>
      <w:r w:rsidRPr="002653FC">
        <w:rPr>
          <w:sz w:val="22"/>
        </w:rPr>
        <w:softHyphen/>
        <w:t>ně do</w:t>
      </w:r>
      <w:r w:rsidR="00797F77">
        <w:rPr>
          <w:sz w:val="22"/>
        </w:rPr>
        <w:t xml:space="preserve"> </w:t>
      </w:r>
      <w:r w:rsidRPr="002653FC">
        <w:rPr>
          <w:sz w:val="22"/>
        </w:rPr>
        <w:t>1 měsíce od obdržení registrace akce, pokud byla realizace zahájena před registrací). Plakát je umístěn minimálně pod dobu 1 roku od ukončení realizace akce)</w:t>
      </w:r>
      <w:r w:rsidR="006D250D">
        <w:rPr>
          <w:sz w:val="22"/>
        </w:rPr>
        <w:t>,</w:t>
      </w:r>
    </w:p>
    <w:p w14:paraId="4E65EA3C" w14:textId="77777777" w:rsidR="00155F2A" w:rsidRPr="002653FC" w:rsidRDefault="00155F2A" w:rsidP="00133E81">
      <w:pPr>
        <w:numPr>
          <w:ilvl w:val="0"/>
          <w:numId w:val="23"/>
        </w:numPr>
        <w:ind w:left="992" w:hanging="357"/>
        <w:jc w:val="both"/>
        <w:rPr>
          <w:snapToGrid w:val="0"/>
          <w:sz w:val="22"/>
        </w:rPr>
      </w:pPr>
      <w:r w:rsidRPr="002653FC">
        <w:rPr>
          <w:snapToGrid w:val="0"/>
          <w:sz w:val="22"/>
        </w:rPr>
        <w:t>obstarání / dodávka zboží, materiálů</w:t>
      </w:r>
      <w:r w:rsidR="006D250D">
        <w:rPr>
          <w:snapToGrid w:val="0"/>
          <w:sz w:val="22"/>
        </w:rPr>
        <w:t>,</w:t>
      </w:r>
      <w:r w:rsidRPr="002653FC">
        <w:rPr>
          <w:snapToGrid w:val="0"/>
          <w:sz w:val="22"/>
        </w:rPr>
        <w:t xml:space="preserve"> </w:t>
      </w:r>
    </w:p>
    <w:p w14:paraId="36D7E447" w14:textId="77777777" w:rsidR="00155F2A" w:rsidRPr="001D42FA" w:rsidRDefault="00155F2A" w:rsidP="00133E81">
      <w:pPr>
        <w:numPr>
          <w:ilvl w:val="0"/>
          <w:numId w:val="23"/>
        </w:numPr>
        <w:ind w:left="992" w:hanging="357"/>
        <w:jc w:val="both"/>
        <w:rPr>
          <w:snapToGrid w:val="0"/>
          <w:sz w:val="22"/>
        </w:rPr>
      </w:pPr>
      <w:r w:rsidRPr="001D42FA">
        <w:rPr>
          <w:snapToGrid w:val="0"/>
          <w:sz w:val="22"/>
        </w:rPr>
        <w:t>doprava, nakládka, vykládka a skladování zboží a materiálu na místě realizace ve vhodném tuzemským zvyklostem odpovídajícím balení</w:t>
      </w:r>
      <w:r w:rsidR="006D250D">
        <w:rPr>
          <w:snapToGrid w:val="0"/>
          <w:sz w:val="22"/>
        </w:rPr>
        <w:t>,</w:t>
      </w:r>
      <w:r w:rsidRPr="001D42FA">
        <w:rPr>
          <w:snapToGrid w:val="0"/>
          <w:sz w:val="22"/>
        </w:rPr>
        <w:t xml:space="preserve"> </w:t>
      </w:r>
    </w:p>
    <w:p w14:paraId="135D4187" w14:textId="77777777" w:rsidR="00155F2A" w:rsidRPr="001D42FA" w:rsidRDefault="00155F2A" w:rsidP="00133E81">
      <w:pPr>
        <w:numPr>
          <w:ilvl w:val="0"/>
          <w:numId w:val="23"/>
        </w:numPr>
        <w:ind w:left="992" w:hanging="357"/>
        <w:jc w:val="both"/>
        <w:rPr>
          <w:snapToGrid w:val="0"/>
          <w:sz w:val="22"/>
        </w:rPr>
      </w:pPr>
      <w:r w:rsidRPr="001D42FA">
        <w:rPr>
          <w:snapToGrid w:val="0"/>
          <w:sz w:val="22"/>
        </w:rPr>
        <w:t>umožnění provádět kontrolní prohlídky díla</w:t>
      </w:r>
      <w:r w:rsidR="006D250D">
        <w:rPr>
          <w:snapToGrid w:val="0"/>
          <w:sz w:val="22"/>
        </w:rPr>
        <w:t>,</w:t>
      </w:r>
    </w:p>
    <w:p w14:paraId="7BA78153" w14:textId="77777777" w:rsidR="00155F2A" w:rsidRPr="001D42FA" w:rsidRDefault="00155F2A" w:rsidP="006D250D">
      <w:pPr>
        <w:numPr>
          <w:ilvl w:val="0"/>
          <w:numId w:val="23"/>
        </w:numPr>
        <w:jc w:val="both"/>
        <w:rPr>
          <w:sz w:val="22"/>
        </w:rPr>
      </w:pPr>
      <w:r w:rsidRPr="001D42FA">
        <w:rPr>
          <w:sz w:val="22"/>
        </w:rPr>
        <w:t>odvoz odpadů a obalů v souladu se zákonem č</w:t>
      </w:r>
      <w:r w:rsidR="006D250D">
        <w:rPr>
          <w:sz w:val="22"/>
        </w:rPr>
        <w:t>.</w:t>
      </w:r>
      <w:r w:rsidR="006D250D" w:rsidRPr="006D250D">
        <w:t xml:space="preserve"> </w:t>
      </w:r>
      <w:r w:rsidR="006D250D" w:rsidRPr="006D250D">
        <w:rPr>
          <w:sz w:val="22"/>
        </w:rPr>
        <w:t>541/2020 Sb.</w:t>
      </w:r>
      <w:r w:rsidR="00F2572A">
        <w:rPr>
          <w:sz w:val="22"/>
        </w:rPr>
        <w:t xml:space="preserve"> </w:t>
      </w:r>
      <w:r w:rsidRPr="001D42FA">
        <w:rPr>
          <w:sz w:val="22"/>
        </w:rPr>
        <w:t>o odpadech</w:t>
      </w:r>
      <w:r w:rsidR="006D250D">
        <w:rPr>
          <w:sz w:val="22"/>
        </w:rPr>
        <w:t>, v platném a účinném znění</w:t>
      </w:r>
      <w:r w:rsidRPr="001D42FA">
        <w:rPr>
          <w:sz w:val="22"/>
        </w:rPr>
        <w:t xml:space="preserve"> a prováděcími předpisy, úhrada poplatků za likvidaci odpadu, doložení dokladu o likvidaci odpadů a obalů v souladu se zákonem č. </w:t>
      </w:r>
      <w:r w:rsidR="006D250D">
        <w:rPr>
          <w:sz w:val="22"/>
        </w:rPr>
        <w:t xml:space="preserve">541/2020 Sb. </w:t>
      </w:r>
      <w:r w:rsidRPr="001D42FA">
        <w:rPr>
          <w:sz w:val="22"/>
        </w:rPr>
        <w:t>při přejímacím řízení</w:t>
      </w:r>
      <w:r w:rsidR="006D250D">
        <w:rPr>
          <w:sz w:val="22"/>
        </w:rPr>
        <w:t>,</w:t>
      </w:r>
      <w:r w:rsidRPr="001D42FA">
        <w:rPr>
          <w:sz w:val="22"/>
        </w:rPr>
        <w:t xml:space="preserve"> </w:t>
      </w:r>
    </w:p>
    <w:p w14:paraId="64195093" w14:textId="77777777" w:rsidR="00155F2A" w:rsidRPr="001D42FA" w:rsidRDefault="00155F2A" w:rsidP="00133E81">
      <w:pPr>
        <w:numPr>
          <w:ilvl w:val="0"/>
          <w:numId w:val="23"/>
        </w:numPr>
        <w:ind w:left="992" w:hanging="357"/>
        <w:jc w:val="both"/>
        <w:rPr>
          <w:sz w:val="22"/>
        </w:rPr>
      </w:pPr>
      <w:r w:rsidRPr="001D42FA">
        <w:rPr>
          <w:sz w:val="22"/>
        </w:rPr>
        <w:t>zajištění bezpečnosti a ochrany zdraví při práci v souladu s</w:t>
      </w:r>
      <w:r w:rsidR="008505AF" w:rsidRPr="001D42FA">
        <w:rPr>
          <w:sz w:val="22"/>
        </w:rPr>
        <w:t xml:space="preserve"> </w:t>
      </w:r>
      <w:r w:rsidRPr="001D42FA">
        <w:rPr>
          <w:sz w:val="22"/>
        </w:rPr>
        <w:t>platnými právními předpisy, zejména zákoníkem práce, zákonem č. 309/2006 Sb., a prováděcími předpisy</w:t>
      </w:r>
      <w:r w:rsidR="006D250D">
        <w:rPr>
          <w:sz w:val="22"/>
        </w:rPr>
        <w:t>,</w:t>
      </w:r>
    </w:p>
    <w:p w14:paraId="3A350852" w14:textId="77777777" w:rsidR="00155F2A" w:rsidRPr="001D42FA" w:rsidRDefault="00155F2A" w:rsidP="00133E81">
      <w:pPr>
        <w:numPr>
          <w:ilvl w:val="0"/>
          <w:numId w:val="23"/>
        </w:numPr>
        <w:ind w:left="992" w:hanging="357"/>
        <w:jc w:val="both"/>
        <w:rPr>
          <w:sz w:val="22"/>
        </w:rPr>
      </w:pPr>
      <w:r w:rsidRPr="001D42FA">
        <w:rPr>
          <w:sz w:val="22"/>
        </w:rPr>
        <w:t>zajištění ochrany životního prostředí při provádění díla dle platných předpisů</w:t>
      </w:r>
      <w:r w:rsidR="006D250D">
        <w:rPr>
          <w:sz w:val="22"/>
        </w:rPr>
        <w:t>,</w:t>
      </w:r>
      <w:r w:rsidRPr="001D42FA">
        <w:rPr>
          <w:sz w:val="22"/>
        </w:rPr>
        <w:t xml:space="preserve"> </w:t>
      </w:r>
    </w:p>
    <w:p w14:paraId="1F8D015D" w14:textId="77777777" w:rsidR="00155F2A" w:rsidRPr="001D42FA" w:rsidRDefault="00155F2A" w:rsidP="00133E81">
      <w:pPr>
        <w:numPr>
          <w:ilvl w:val="0"/>
          <w:numId w:val="23"/>
        </w:numPr>
        <w:ind w:left="992" w:hanging="357"/>
        <w:jc w:val="both"/>
        <w:rPr>
          <w:sz w:val="22"/>
        </w:rPr>
      </w:pPr>
      <w:r w:rsidRPr="001D42FA">
        <w:rPr>
          <w:sz w:val="22"/>
        </w:rPr>
        <w:t>projednání a zajištění případného zvláštního užívání komunikací a veřejných ploch včetně úhrady vyměřených poplatků a nájemného</w:t>
      </w:r>
      <w:r w:rsidR="006D250D">
        <w:rPr>
          <w:sz w:val="22"/>
        </w:rPr>
        <w:t>,</w:t>
      </w:r>
    </w:p>
    <w:p w14:paraId="7F7A22E0" w14:textId="77777777" w:rsidR="00431B8D" w:rsidRPr="001D42FA" w:rsidRDefault="00431B8D" w:rsidP="00133E81">
      <w:pPr>
        <w:pStyle w:val="Odstavecseseznamem"/>
        <w:numPr>
          <w:ilvl w:val="0"/>
          <w:numId w:val="23"/>
        </w:numPr>
        <w:ind w:left="992" w:hanging="357"/>
        <w:jc w:val="both"/>
        <w:rPr>
          <w:sz w:val="22"/>
          <w:szCs w:val="22"/>
        </w:rPr>
      </w:pPr>
      <w:r w:rsidRPr="001D42FA">
        <w:rPr>
          <w:sz w:val="22"/>
          <w:szCs w:val="22"/>
        </w:rPr>
        <w:t>fotografie průběhu realizace díla</w:t>
      </w:r>
      <w:r w:rsidR="006D250D">
        <w:rPr>
          <w:sz w:val="22"/>
          <w:szCs w:val="22"/>
        </w:rPr>
        <w:t>,</w:t>
      </w:r>
      <w:r w:rsidRPr="001D42FA">
        <w:rPr>
          <w:sz w:val="22"/>
          <w:szCs w:val="22"/>
        </w:rPr>
        <w:t xml:space="preserve"> </w:t>
      </w:r>
    </w:p>
    <w:p w14:paraId="0B98E044" w14:textId="77777777" w:rsidR="00155F2A" w:rsidRPr="001D42FA" w:rsidRDefault="00155F2A" w:rsidP="00133E81">
      <w:pPr>
        <w:numPr>
          <w:ilvl w:val="0"/>
          <w:numId w:val="23"/>
        </w:numPr>
        <w:ind w:left="992" w:hanging="357"/>
        <w:jc w:val="both"/>
        <w:rPr>
          <w:sz w:val="22"/>
        </w:rPr>
      </w:pPr>
      <w:r w:rsidRPr="001D42FA">
        <w:rPr>
          <w:sz w:val="22"/>
          <w:szCs w:val="22"/>
        </w:rPr>
        <w:t>zajištění dopravního značení k dopravním omezení</w:t>
      </w:r>
      <w:r w:rsidR="006D250D">
        <w:rPr>
          <w:sz w:val="22"/>
          <w:szCs w:val="22"/>
        </w:rPr>
        <w:t>m</w:t>
      </w:r>
      <w:r w:rsidRPr="001D42FA">
        <w:rPr>
          <w:sz w:val="22"/>
          <w:szCs w:val="22"/>
        </w:rPr>
        <w:t>, jejich údržba, přemísťování po dobu</w:t>
      </w:r>
      <w:r w:rsidRPr="001D42FA">
        <w:rPr>
          <w:sz w:val="22"/>
        </w:rPr>
        <w:t xml:space="preserve"> realizace a následné odstranění po předání</w:t>
      </w:r>
      <w:r w:rsidR="006D250D">
        <w:rPr>
          <w:sz w:val="22"/>
        </w:rPr>
        <w:t>,</w:t>
      </w:r>
      <w:r w:rsidRPr="001D42FA">
        <w:rPr>
          <w:sz w:val="22"/>
        </w:rPr>
        <w:t xml:space="preserve"> </w:t>
      </w:r>
    </w:p>
    <w:p w14:paraId="02E051F8" w14:textId="77777777" w:rsidR="00431B8D" w:rsidRPr="0008572F" w:rsidRDefault="00431B8D" w:rsidP="006D250D">
      <w:pPr>
        <w:numPr>
          <w:ilvl w:val="0"/>
          <w:numId w:val="23"/>
        </w:numPr>
        <w:jc w:val="both"/>
        <w:rPr>
          <w:sz w:val="22"/>
        </w:rPr>
      </w:pPr>
      <w:r w:rsidRPr="001D42FA">
        <w:rPr>
          <w:sz w:val="22"/>
          <w:szCs w:val="22"/>
        </w:rPr>
        <w:t>d</w:t>
      </w:r>
      <w:r w:rsidRPr="0008572F">
        <w:rPr>
          <w:sz w:val="22"/>
          <w:szCs w:val="22"/>
        </w:rPr>
        <w:t xml:space="preserve">oložení Listů o původu sazebního materiálu lesních dřevin podle vyhlášky č. </w:t>
      </w:r>
      <w:r w:rsidR="006D250D" w:rsidRPr="006D250D">
        <w:rPr>
          <w:sz w:val="22"/>
          <w:szCs w:val="22"/>
        </w:rPr>
        <w:t>456/2021 Sb</w:t>
      </w:r>
      <w:r w:rsidR="006D250D">
        <w:rPr>
          <w:sz w:val="22"/>
          <w:szCs w:val="22"/>
        </w:rPr>
        <w:t>.</w:t>
      </w:r>
      <w:r w:rsidRPr="0008572F">
        <w:rPr>
          <w:sz w:val="22"/>
          <w:szCs w:val="22"/>
        </w:rPr>
        <w:t>., ve znění pozdějších předpisů</w:t>
      </w:r>
      <w:r w:rsidR="006D250D">
        <w:rPr>
          <w:sz w:val="22"/>
          <w:szCs w:val="22"/>
        </w:rPr>
        <w:t>,</w:t>
      </w:r>
    </w:p>
    <w:p w14:paraId="72B55296" w14:textId="77777777" w:rsidR="00155F2A" w:rsidRPr="0008572F" w:rsidRDefault="00155F2A" w:rsidP="00133E81">
      <w:pPr>
        <w:numPr>
          <w:ilvl w:val="0"/>
          <w:numId w:val="23"/>
        </w:numPr>
        <w:ind w:left="992" w:hanging="357"/>
        <w:jc w:val="both"/>
        <w:rPr>
          <w:sz w:val="22"/>
        </w:rPr>
      </w:pPr>
      <w:r w:rsidRPr="0008572F">
        <w:rPr>
          <w:sz w:val="22"/>
        </w:rPr>
        <w:t>uvedení všech povrchů dotčených pracemi do původního stavu (komunikace, chodníky, propustky a zeleň)</w:t>
      </w:r>
      <w:r w:rsidR="006D250D">
        <w:rPr>
          <w:sz w:val="22"/>
        </w:rPr>
        <w:t>,</w:t>
      </w:r>
    </w:p>
    <w:p w14:paraId="312E26E0" w14:textId="77777777" w:rsidR="00155F2A" w:rsidRPr="0008572F" w:rsidRDefault="00155F2A" w:rsidP="00133E81">
      <w:pPr>
        <w:numPr>
          <w:ilvl w:val="0"/>
          <w:numId w:val="23"/>
        </w:numPr>
        <w:ind w:left="992" w:hanging="357"/>
        <w:jc w:val="both"/>
        <w:rPr>
          <w:sz w:val="22"/>
        </w:rPr>
      </w:pPr>
      <w:r w:rsidRPr="0008572F">
        <w:rPr>
          <w:sz w:val="22"/>
        </w:rPr>
        <w:t>odstranění případných vad a nedodělků zjištěných při závěrečné kontrolní prohlídce díla</w:t>
      </w:r>
      <w:r w:rsidR="006D250D">
        <w:rPr>
          <w:sz w:val="22"/>
        </w:rPr>
        <w:t>,</w:t>
      </w:r>
    </w:p>
    <w:p w14:paraId="52963CCF" w14:textId="77777777" w:rsidR="00510897" w:rsidRPr="0008572F" w:rsidRDefault="00510897" w:rsidP="00133E81">
      <w:pPr>
        <w:numPr>
          <w:ilvl w:val="0"/>
          <w:numId w:val="23"/>
        </w:numPr>
        <w:ind w:left="992" w:hanging="357"/>
        <w:jc w:val="both"/>
        <w:rPr>
          <w:sz w:val="22"/>
        </w:rPr>
      </w:pPr>
      <w:r w:rsidRPr="0008572F">
        <w:rPr>
          <w:sz w:val="22"/>
        </w:rPr>
        <w:t>v řešených plochách bude provedeno založení květnaté louky výsevem. Seč bude prováděna 2x ročně tak, aby byl zachován květnatý charakter vyseté louky</w:t>
      </w:r>
      <w:r w:rsidR="006D250D">
        <w:rPr>
          <w:sz w:val="22"/>
        </w:rPr>
        <w:t>,</w:t>
      </w:r>
    </w:p>
    <w:p w14:paraId="68A7BE71" w14:textId="77777777" w:rsidR="00155F2A" w:rsidRPr="0008572F" w:rsidRDefault="00510897" w:rsidP="00133E81">
      <w:pPr>
        <w:numPr>
          <w:ilvl w:val="0"/>
          <w:numId w:val="23"/>
        </w:numPr>
        <w:ind w:left="992" w:hanging="357"/>
        <w:jc w:val="both"/>
        <w:rPr>
          <w:sz w:val="22"/>
        </w:rPr>
      </w:pPr>
      <w:r w:rsidRPr="0008572F">
        <w:rPr>
          <w:sz w:val="22"/>
        </w:rPr>
        <w:t xml:space="preserve">zajištění </w:t>
      </w:r>
      <w:r w:rsidR="00E86C4A">
        <w:rPr>
          <w:sz w:val="22"/>
        </w:rPr>
        <w:t>násle</w:t>
      </w:r>
      <w:r w:rsidR="00CC19FB">
        <w:rPr>
          <w:sz w:val="22"/>
        </w:rPr>
        <w:t>d</w:t>
      </w:r>
      <w:r w:rsidR="00E86C4A">
        <w:rPr>
          <w:sz w:val="22"/>
        </w:rPr>
        <w:t>né</w:t>
      </w:r>
      <w:r w:rsidRPr="0008572F">
        <w:rPr>
          <w:sz w:val="22"/>
        </w:rPr>
        <w:t xml:space="preserve"> péče, údržby a ochrany výsadeb po další 3 roky</w:t>
      </w:r>
      <w:r w:rsidR="00155F2A" w:rsidRPr="0008572F">
        <w:rPr>
          <w:sz w:val="22"/>
        </w:rPr>
        <w:t>.</w:t>
      </w:r>
    </w:p>
    <w:p w14:paraId="0641EED0" w14:textId="77777777" w:rsidR="0033374E" w:rsidRPr="0008572F" w:rsidRDefault="001B13A4" w:rsidP="00994A35">
      <w:pPr>
        <w:spacing w:before="120" w:after="120"/>
        <w:ind w:left="284"/>
        <w:jc w:val="both"/>
        <w:rPr>
          <w:sz w:val="22"/>
          <w:szCs w:val="22"/>
        </w:rPr>
      </w:pPr>
      <w:r w:rsidRPr="0008572F">
        <w:rPr>
          <w:sz w:val="22"/>
          <w:szCs w:val="22"/>
        </w:rPr>
        <w:t>Dále zhotovitel je povinen</w:t>
      </w:r>
      <w:r w:rsidR="0000494E" w:rsidRPr="0008572F">
        <w:rPr>
          <w:sz w:val="22"/>
          <w:szCs w:val="22"/>
        </w:rPr>
        <w:t xml:space="preserve"> při realizaci díla</w:t>
      </w:r>
      <w:r w:rsidR="006D250D">
        <w:rPr>
          <w:sz w:val="22"/>
          <w:szCs w:val="22"/>
        </w:rPr>
        <w:t xml:space="preserve"> dodržet následující podmínky</w:t>
      </w:r>
      <w:r w:rsidRPr="0008572F">
        <w:rPr>
          <w:sz w:val="22"/>
          <w:szCs w:val="22"/>
        </w:rPr>
        <w:t xml:space="preserve">: </w:t>
      </w:r>
    </w:p>
    <w:p w14:paraId="2A735B69" w14:textId="77777777" w:rsidR="0033374E" w:rsidRPr="001D42FA" w:rsidRDefault="0033374E" w:rsidP="00015F8D">
      <w:pPr>
        <w:numPr>
          <w:ilvl w:val="0"/>
          <w:numId w:val="21"/>
        </w:numPr>
        <w:ind w:left="993" w:hanging="357"/>
        <w:jc w:val="both"/>
        <w:rPr>
          <w:sz w:val="22"/>
          <w:szCs w:val="22"/>
        </w:rPr>
      </w:pPr>
      <w:r w:rsidRPr="0008572F">
        <w:rPr>
          <w:sz w:val="22"/>
          <w:szCs w:val="22"/>
        </w:rPr>
        <w:t>stromy musí být shodné se stromy specifikovanými v zadání zadávacího řízení, vykazovat charakteristické znaky odrůdy a splňovat beze zbytku velikostní nároky zadané odběratelem. Stromy musí být v dobré kondici</w:t>
      </w:r>
      <w:r w:rsidR="006D250D">
        <w:rPr>
          <w:sz w:val="22"/>
          <w:szCs w:val="22"/>
        </w:rPr>
        <w:t>,</w:t>
      </w:r>
      <w:r w:rsidRPr="001D42FA">
        <w:rPr>
          <w:sz w:val="22"/>
          <w:szCs w:val="22"/>
        </w:rPr>
        <w:t xml:space="preserve"> </w:t>
      </w:r>
    </w:p>
    <w:p w14:paraId="26868750" w14:textId="77777777" w:rsidR="0033374E" w:rsidRPr="001D42FA" w:rsidRDefault="0033374E" w:rsidP="00015F8D">
      <w:pPr>
        <w:numPr>
          <w:ilvl w:val="0"/>
          <w:numId w:val="21"/>
        </w:numPr>
        <w:ind w:left="993" w:hanging="357"/>
        <w:jc w:val="both"/>
        <w:rPr>
          <w:sz w:val="22"/>
          <w:szCs w:val="22"/>
        </w:rPr>
      </w:pPr>
      <w:r w:rsidRPr="001D42FA">
        <w:rPr>
          <w:sz w:val="22"/>
          <w:szCs w:val="22"/>
        </w:rPr>
        <w:t>stromy musí být označeny etiketou identifikující celý název rostliny včetně latinského názvu</w:t>
      </w:r>
      <w:r w:rsidR="006D250D">
        <w:rPr>
          <w:sz w:val="22"/>
          <w:szCs w:val="22"/>
        </w:rPr>
        <w:t>,</w:t>
      </w:r>
    </w:p>
    <w:p w14:paraId="1201DC6F" w14:textId="77777777" w:rsidR="0033374E" w:rsidRPr="001D42FA" w:rsidRDefault="00D36352" w:rsidP="00015F8D">
      <w:pPr>
        <w:numPr>
          <w:ilvl w:val="0"/>
          <w:numId w:val="21"/>
        </w:numPr>
        <w:ind w:left="993"/>
        <w:jc w:val="both"/>
        <w:rPr>
          <w:sz w:val="22"/>
          <w:szCs w:val="22"/>
        </w:rPr>
      </w:pPr>
      <w:r>
        <w:rPr>
          <w:sz w:val="22"/>
          <w:szCs w:val="22"/>
        </w:rPr>
        <w:t>v</w:t>
      </w:r>
      <w:r w:rsidR="00DA2E46">
        <w:rPr>
          <w:sz w:val="22"/>
          <w:szCs w:val="22"/>
        </w:rPr>
        <w:t>ysazované st</w:t>
      </w:r>
      <w:r w:rsidR="0033374E" w:rsidRPr="001D42FA">
        <w:rPr>
          <w:sz w:val="22"/>
          <w:szCs w:val="22"/>
        </w:rPr>
        <w:t xml:space="preserve">romy </w:t>
      </w:r>
      <w:r w:rsidR="00DA2E46">
        <w:rPr>
          <w:sz w:val="22"/>
          <w:szCs w:val="22"/>
        </w:rPr>
        <w:t xml:space="preserve">budou </w:t>
      </w:r>
      <w:r w:rsidR="0033374E" w:rsidRPr="001D42FA">
        <w:rPr>
          <w:sz w:val="22"/>
          <w:szCs w:val="22"/>
        </w:rPr>
        <w:t xml:space="preserve">opatřeny </w:t>
      </w:r>
      <w:r w:rsidR="00DA2E46">
        <w:rPr>
          <w:sz w:val="22"/>
          <w:szCs w:val="22"/>
        </w:rPr>
        <w:t>kůly</w:t>
      </w:r>
      <w:r w:rsidR="0033374E" w:rsidRPr="001D42FA">
        <w:rPr>
          <w:sz w:val="22"/>
          <w:szCs w:val="22"/>
        </w:rPr>
        <w:t xml:space="preserve">, přihnojeny tabletovým hnojivem a výsadbová jáma překryta mulčem tl. 10 cm </w:t>
      </w:r>
      <w:r>
        <w:rPr>
          <w:sz w:val="22"/>
          <w:szCs w:val="22"/>
        </w:rPr>
        <w:t>–</w:t>
      </w:r>
      <w:r w:rsidR="0033374E" w:rsidRPr="001D42FA">
        <w:rPr>
          <w:sz w:val="22"/>
          <w:szCs w:val="22"/>
        </w:rPr>
        <w:t xml:space="preserve"> štěpkou</w:t>
      </w:r>
      <w:r>
        <w:rPr>
          <w:sz w:val="22"/>
          <w:szCs w:val="22"/>
        </w:rPr>
        <w:t xml:space="preserve"> dle specifikace ve výkazu výměr</w:t>
      </w:r>
      <w:r w:rsidR="0033374E" w:rsidRPr="001D42FA">
        <w:rPr>
          <w:sz w:val="22"/>
          <w:szCs w:val="22"/>
        </w:rPr>
        <w:t>. Bude instalována ochrana proti okusu a strom bude přivázán úvazkem</w:t>
      </w:r>
      <w:r w:rsidR="006D250D">
        <w:rPr>
          <w:sz w:val="22"/>
          <w:szCs w:val="22"/>
        </w:rPr>
        <w:t>,</w:t>
      </w:r>
    </w:p>
    <w:p w14:paraId="6C725607" w14:textId="77777777" w:rsidR="0033374E" w:rsidRPr="001D42FA" w:rsidRDefault="0033374E" w:rsidP="00015F8D">
      <w:pPr>
        <w:numPr>
          <w:ilvl w:val="0"/>
          <w:numId w:val="21"/>
        </w:numPr>
        <w:ind w:left="993" w:hanging="357"/>
        <w:jc w:val="both"/>
        <w:rPr>
          <w:sz w:val="22"/>
          <w:szCs w:val="22"/>
        </w:rPr>
      </w:pPr>
      <w:r w:rsidRPr="001D42FA">
        <w:rPr>
          <w:sz w:val="22"/>
          <w:szCs w:val="22"/>
        </w:rPr>
        <w:t>akceptovatelné jsou stromy se zemním balem, v kontejnerech, nebo v alternativních obalech primárně určených pro pěstování stromů (dále jen „kontejner“)</w:t>
      </w:r>
      <w:r w:rsidR="006D250D">
        <w:rPr>
          <w:sz w:val="22"/>
          <w:szCs w:val="22"/>
        </w:rPr>
        <w:t>,</w:t>
      </w:r>
    </w:p>
    <w:p w14:paraId="795B4439"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stromy </w:t>
      </w:r>
      <w:r w:rsidR="00703653">
        <w:rPr>
          <w:sz w:val="22"/>
          <w:szCs w:val="22"/>
        </w:rPr>
        <w:t>se zemním balem o obvodu kmene 8</w:t>
      </w:r>
      <w:r w:rsidRPr="001D42FA">
        <w:rPr>
          <w:sz w:val="22"/>
          <w:szCs w:val="22"/>
        </w:rPr>
        <w:t xml:space="preserve"> - 1</w:t>
      </w:r>
      <w:r w:rsidR="00703653">
        <w:rPr>
          <w:sz w:val="22"/>
          <w:szCs w:val="22"/>
        </w:rPr>
        <w:t>0</w:t>
      </w:r>
      <w:r w:rsidRPr="001D42FA">
        <w:rPr>
          <w:sz w:val="22"/>
          <w:szCs w:val="22"/>
        </w:rPr>
        <w:t xml:space="preserve"> cm musí být nejméně </w:t>
      </w:r>
      <w:r w:rsidR="000A2F7B">
        <w:rPr>
          <w:sz w:val="22"/>
          <w:szCs w:val="22"/>
        </w:rPr>
        <w:t xml:space="preserve">2 </w:t>
      </w:r>
      <w:r w:rsidRPr="001D42FA">
        <w:rPr>
          <w:sz w:val="22"/>
          <w:szCs w:val="22"/>
        </w:rPr>
        <w:t>krát přesazované</w:t>
      </w:r>
      <w:r w:rsidR="006D250D">
        <w:rPr>
          <w:sz w:val="22"/>
          <w:szCs w:val="22"/>
        </w:rPr>
        <w:t>,</w:t>
      </w:r>
      <w:r w:rsidRPr="001D42FA">
        <w:rPr>
          <w:sz w:val="22"/>
          <w:szCs w:val="22"/>
        </w:rPr>
        <w:t xml:space="preserve"> </w:t>
      </w:r>
    </w:p>
    <w:p w14:paraId="3D553E4F"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přípustné jsou stromy se zemním balem zabezpečeným jutovou tkaninou a drátěným košem, zhotoveným z drátu bez povrchové úpravy, který musí být pevně stažen. Nepřipouští se výrazné </w:t>
      </w:r>
      <w:r w:rsidRPr="001D42FA">
        <w:rPr>
          <w:sz w:val="22"/>
          <w:szCs w:val="22"/>
        </w:rPr>
        <w:lastRenderedPageBreak/>
        <w:t>deformace kořenového balu, stejně jako rostliny přesazované méněkrát ve vztahu k obvodu kmene (viz bod e)). Nepřípustné jsou rozpadající se zemní baly</w:t>
      </w:r>
      <w:r w:rsidR="006D250D">
        <w:rPr>
          <w:sz w:val="22"/>
          <w:szCs w:val="22"/>
        </w:rPr>
        <w:t>,</w:t>
      </w:r>
      <w:r w:rsidRPr="001D42FA">
        <w:rPr>
          <w:sz w:val="22"/>
          <w:szCs w:val="22"/>
        </w:rPr>
        <w:t xml:space="preserve"> </w:t>
      </w:r>
    </w:p>
    <w:p w14:paraId="0A44436E" w14:textId="77777777" w:rsidR="0033374E" w:rsidRPr="001D42FA" w:rsidRDefault="0033374E" w:rsidP="00015F8D">
      <w:pPr>
        <w:numPr>
          <w:ilvl w:val="0"/>
          <w:numId w:val="21"/>
        </w:numPr>
        <w:ind w:left="993" w:hanging="357"/>
        <w:jc w:val="both"/>
        <w:rPr>
          <w:sz w:val="22"/>
          <w:szCs w:val="22"/>
        </w:rPr>
      </w:pPr>
      <w:r w:rsidRPr="001D42FA">
        <w:rPr>
          <w:sz w:val="22"/>
          <w:szCs w:val="22"/>
        </w:rPr>
        <w:t>velikost zemního balu stromu musí být přiměřená k celkové výšce stromu, nebo obvodu kmene ve výšce 1 m nad kořenovým krčkem. Zemní bal musí být dobře prokořeněný a nepřípustné jsou stromy, při jejichž dobývání pro účely bezprostřední dodávky pro odběratele byly přeřezány kořeny vzniklé před posledním přesazováním. Nepřípustné jsou stromy, při jejich dobývání byly přeřezány kořeny o průměru větším než 3 cm</w:t>
      </w:r>
      <w:r w:rsidR="003541F2">
        <w:rPr>
          <w:sz w:val="22"/>
          <w:szCs w:val="22"/>
        </w:rPr>
        <w:t>,</w:t>
      </w:r>
      <w:r w:rsidRPr="001D42FA">
        <w:rPr>
          <w:sz w:val="22"/>
          <w:szCs w:val="22"/>
        </w:rPr>
        <w:t xml:space="preserve"> </w:t>
      </w:r>
    </w:p>
    <w:p w14:paraId="77DB878F" w14:textId="77777777" w:rsidR="0033374E" w:rsidRPr="001D42FA" w:rsidRDefault="0033374E" w:rsidP="00015F8D">
      <w:pPr>
        <w:numPr>
          <w:ilvl w:val="0"/>
          <w:numId w:val="21"/>
        </w:numPr>
        <w:ind w:left="993" w:hanging="357"/>
        <w:jc w:val="both"/>
        <w:rPr>
          <w:sz w:val="22"/>
          <w:szCs w:val="22"/>
        </w:rPr>
      </w:pPr>
      <w:r w:rsidRPr="001D42FA">
        <w:rPr>
          <w:sz w:val="22"/>
          <w:szCs w:val="22"/>
        </w:rPr>
        <w:t>kmeny stromů nesmí vykazovat jakékoliv nezahojené poškození související s běžnými pěstitelskými zásahy, nebo vlivy počasí. Stejně tak nepřípustné jsou rány v jakémkoliv stádiu zacelování způsobené špatným nebo pozdním pěstitelským zásahem (například pozdním odstraněním alternativního terminálu, příliš silných kosterních větví nebo bočního obrostu kmene). Nepřípustná jsou jakákoliv jiná čerstvá poškození kmene a kosterních větví</w:t>
      </w:r>
      <w:r w:rsidR="003541F2">
        <w:rPr>
          <w:sz w:val="22"/>
          <w:szCs w:val="22"/>
        </w:rPr>
        <w:t>,</w:t>
      </w:r>
    </w:p>
    <w:p w14:paraId="3BEC666C" w14:textId="77777777" w:rsidR="0033374E" w:rsidRPr="001D42FA" w:rsidRDefault="0033374E" w:rsidP="00015F8D">
      <w:pPr>
        <w:numPr>
          <w:ilvl w:val="0"/>
          <w:numId w:val="21"/>
        </w:numPr>
        <w:ind w:left="993" w:hanging="357"/>
        <w:jc w:val="both"/>
        <w:rPr>
          <w:sz w:val="22"/>
          <w:szCs w:val="22"/>
        </w:rPr>
      </w:pPr>
      <w:r w:rsidRPr="001D42FA">
        <w:rPr>
          <w:sz w:val="22"/>
          <w:szCs w:val="22"/>
        </w:rPr>
        <w:t>kmeny listnatých stromů musí být vysoké nejméně 150</w:t>
      </w:r>
      <w:r w:rsidR="00703653">
        <w:rPr>
          <w:sz w:val="22"/>
          <w:szCs w:val="22"/>
        </w:rPr>
        <w:t>-175</w:t>
      </w:r>
      <w:r w:rsidRPr="001D42FA">
        <w:rPr>
          <w:sz w:val="22"/>
          <w:szCs w:val="22"/>
        </w:rPr>
        <w:t xml:space="preserve"> cm,</w:t>
      </w:r>
      <w:r w:rsidR="00703653">
        <w:rPr>
          <w:sz w:val="22"/>
          <w:szCs w:val="22"/>
        </w:rPr>
        <w:t xml:space="preserve"> </w:t>
      </w:r>
      <w:r w:rsidRPr="001D42FA">
        <w:rPr>
          <w:sz w:val="22"/>
          <w:szCs w:val="22"/>
        </w:rPr>
        <w:t xml:space="preserve"> rovné a nesmí se odchylovat v jakémkoliv místě více než 5 cm od pomyslné osy spojující kořenový krček a místo nasazení koruny. Kůra stromu nesmí být zavadlá nebo namrzlá</w:t>
      </w:r>
      <w:r w:rsidR="003541F2">
        <w:rPr>
          <w:sz w:val="22"/>
          <w:szCs w:val="22"/>
        </w:rPr>
        <w:t>,</w:t>
      </w:r>
      <w:r w:rsidRPr="001D42FA">
        <w:rPr>
          <w:sz w:val="22"/>
          <w:szCs w:val="22"/>
        </w:rPr>
        <w:t xml:space="preserve"> </w:t>
      </w:r>
    </w:p>
    <w:p w14:paraId="7721FF3E" w14:textId="77777777" w:rsidR="0033374E" w:rsidRPr="001D42FA" w:rsidRDefault="0033374E" w:rsidP="00015F8D">
      <w:pPr>
        <w:numPr>
          <w:ilvl w:val="0"/>
          <w:numId w:val="21"/>
        </w:numPr>
        <w:ind w:left="993" w:hanging="357"/>
        <w:jc w:val="both"/>
        <w:rPr>
          <w:sz w:val="22"/>
          <w:szCs w:val="22"/>
        </w:rPr>
      </w:pPr>
      <w:r w:rsidRPr="001D42FA">
        <w:rPr>
          <w:sz w:val="22"/>
          <w:szCs w:val="22"/>
        </w:rPr>
        <w:t>koruna stromu musí tvarem a charakterem větvení odpovídat deklarované odrůdě, stáří a velikosti stromu</w:t>
      </w:r>
      <w:r w:rsidR="003541F2">
        <w:rPr>
          <w:sz w:val="22"/>
          <w:szCs w:val="22"/>
        </w:rPr>
        <w:t>,</w:t>
      </w:r>
      <w:r w:rsidRPr="001D42FA">
        <w:rPr>
          <w:sz w:val="22"/>
          <w:szCs w:val="22"/>
        </w:rPr>
        <w:t xml:space="preserve"> </w:t>
      </w:r>
    </w:p>
    <w:p w14:paraId="6E49EEB3" w14:textId="77777777" w:rsidR="0033374E" w:rsidRPr="001D42FA" w:rsidRDefault="0033374E" w:rsidP="00015F8D">
      <w:pPr>
        <w:numPr>
          <w:ilvl w:val="0"/>
          <w:numId w:val="21"/>
        </w:numPr>
        <w:ind w:left="993" w:hanging="357"/>
        <w:jc w:val="both"/>
        <w:rPr>
          <w:sz w:val="22"/>
          <w:szCs w:val="22"/>
        </w:rPr>
      </w:pPr>
      <w:r w:rsidRPr="001D42FA">
        <w:rPr>
          <w:sz w:val="22"/>
          <w:szCs w:val="22"/>
        </w:rPr>
        <w:t>koruna stromu nesmí obsahovat více jak jedem terminální výhon a ten nesmí být poškozen. Terminální výhon musí být přímým pokračováním kmene</w:t>
      </w:r>
      <w:r w:rsidR="003541F2">
        <w:rPr>
          <w:sz w:val="22"/>
          <w:szCs w:val="22"/>
        </w:rPr>
        <w:t>,</w:t>
      </w:r>
      <w:r w:rsidRPr="001D42FA">
        <w:rPr>
          <w:sz w:val="22"/>
          <w:szCs w:val="22"/>
        </w:rPr>
        <w:t xml:space="preserve"> </w:t>
      </w:r>
    </w:p>
    <w:p w14:paraId="25572890" w14:textId="77777777" w:rsidR="0033374E" w:rsidRPr="001D42FA" w:rsidRDefault="0033374E" w:rsidP="00015F8D">
      <w:pPr>
        <w:numPr>
          <w:ilvl w:val="0"/>
          <w:numId w:val="21"/>
        </w:numPr>
        <w:ind w:left="993" w:hanging="357"/>
        <w:jc w:val="both"/>
        <w:rPr>
          <w:sz w:val="22"/>
          <w:szCs w:val="22"/>
        </w:rPr>
      </w:pPr>
      <w:r w:rsidRPr="001D42FA">
        <w:rPr>
          <w:sz w:val="22"/>
          <w:szCs w:val="22"/>
        </w:rPr>
        <w:t>žádná z kosterních větví nesmí být v místě srůstu s terminálním výhonem většího obvodu než terminální výhon v tomto místě</w:t>
      </w:r>
      <w:r w:rsidR="003541F2">
        <w:rPr>
          <w:sz w:val="22"/>
          <w:szCs w:val="22"/>
        </w:rPr>
        <w:t>,</w:t>
      </w:r>
    </w:p>
    <w:p w14:paraId="1BBBE692" w14:textId="77777777" w:rsidR="0033374E" w:rsidRPr="001D42FA" w:rsidRDefault="0033374E" w:rsidP="00015F8D">
      <w:pPr>
        <w:numPr>
          <w:ilvl w:val="0"/>
          <w:numId w:val="21"/>
        </w:numPr>
        <w:ind w:left="993" w:hanging="357"/>
        <w:jc w:val="both"/>
        <w:rPr>
          <w:sz w:val="22"/>
          <w:szCs w:val="22"/>
        </w:rPr>
      </w:pPr>
      <w:r w:rsidRPr="001D42FA">
        <w:rPr>
          <w:sz w:val="22"/>
          <w:szCs w:val="22"/>
        </w:rPr>
        <w:t>koruna nesmí obsahovat vidličnaté větvení, které by ve vyšším věku stromu mohlo způsobit rozlomení koruny</w:t>
      </w:r>
      <w:r w:rsidR="003541F2">
        <w:rPr>
          <w:sz w:val="22"/>
          <w:szCs w:val="22"/>
        </w:rPr>
        <w:t>,</w:t>
      </w:r>
      <w:r w:rsidRPr="001D42FA">
        <w:rPr>
          <w:sz w:val="22"/>
          <w:szCs w:val="22"/>
        </w:rPr>
        <w:t xml:space="preserve"> </w:t>
      </w:r>
    </w:p>
    <w:p w14:paraId="128922BE" w14:textId="77777777" w:rsidR="0033374E" w:rsidRPr="001D42FA" w:rsidRDefault="0033374E" w:rsidP="00015F8D">
      <w:pPr>
        <w:numPr>
          <w:ilvl w:val="0"/>
          <w:numId w:val="21"/>
        </w:numPr>
        <w:ind w:left="993" w:hanging="357"/>
        <w:jc w:val="both"/>
        <w:rPr>
          <w:sz w:val="22"/>
          <w:szCs w:val="22"/>
        </w:rPr>
      </w:pPr>
      <w:r w:rsidRPr="001D42FA">
        <w:rPr>
          <w:sz w:val="22"/>
          <w:szCs w:val="22"/>
        </w:rPr>
        <w:t>jsou-li stromy dodávány v olistěném stavu, je nepřípustné, aby vykazovaly známky přeschnutí (např. suché okraje listu.)</w:t>
      </w:r>
      <w:r w:rsidR="003541F2">
        <w:rPr>
          <w:sz w:val="22"/>
          <w:szCs w:val="22"/>
        </w:rPr>
        <w:t>,</w:t>
      </w:r>
    </w:p>
    <w:p w14:paraId="3206933D" w14:textId="77777777" w:rsidR="0033374E" w:rsidRPr="001D42FA" w:rsidRDefault="0033374E" w:rsidP="00015F8D">
      <w:pPr>
        <w:numPr>
          <w:ilvl w:val="0"/>
          <w:numId w:val="21"/>
        </w:numPr>
        <w:ind w:left="993" w:hanging="357"/>
        <w:jc w:val="both"/>
        <w:rPr>
          <w:sz w:val="22"/>
          <w:szCs w:val="22"/>
        </w:rPr>
      </w:pPr>
      <w:r w:rsidRPr="001D42FA">
        <w:rPr>
          <w:sz w:val="22"/>
          <w:szCs w:val="22"/>
        </w:rPr>
        <w:t>nepřípustné je jakékoliv napadení stromů chorobami nebo škůdci</w:t>
      </w:r>
      <w:r w:rsidR="003541F2">
        <w:rPr>
          <w:sz w:val="22"/>
          <w:szCs w:val="22"/>
        </w:rPr>
        <w:t>,</w:t>
      </w:r>
      <w:r w:rsidRPr="001D42FA">
        <w:rPr>
          <w:sz w:val="22"/>
          <w:szCs w:val="22"/>
        </w:rPr>
        <w:t xml:space="preserve"> </w:t>
      </w:r>
    </w:p>
    <w:p w14:paraId="414B5830" w14:textId="77777777" w:rsidR="0033374E" w:rsidRPr="001D42FA" w:rsidRDefault="0033374E" w:rsidP="00015F8D">
      <w:pPr>
        <w:numPr>
          <w:ilvl w:val="0"/>
          <w:numId w:val="21"/>
        </w:numPr>
        <w:ind w:left="993"/>
        <w:jc w:val="both"/>
        <w:rPr>
          <w:sz w:val="22"/>
          <w:szCs w:val="22"/>
        </w:rPr>
      </w:pPr>
      <w:r w:rsidRPr="001D42FA">
        <w:rPr>
          <w:sz w:val="22"/>
          <w:szCs w:val="22"/>
        </w:rPr>
        <w:t xml:space="preserve">vysázené rostliny budou hnojeny tabletovým hnojivem </w:t>
      </w:r>
      <w:r w:rsidR="00DA2E46">
        <w:rPr>
          <w:sz w:val="22"/>
          <w:szCs w:val="22"/>
        </w:rPr>
        <w:t>dle specifikace ve výkazu výměr</w:t>
      </w:r>
      <w:r w:rsidR="003541F2">
        <w:rPr>
          <w:sz w:val="22"/>
          <w:szCs w:val="22"/>
        </w:rPr>
        <w:t>,</w:t>
      </w:r>
    </w:p>
    <w:p w14:paraId="0282F8CA" w14:textId="77777777" w:rsidR="00431B8D" w:rsidRPr="001D42FA" w:rsidRDefault="00415199" w:rsidP="00015F8D">
      <w:pPr>
        <w:pStyle w:val="Odstavecseseznamem"/>
        <w:numPr>
          <w:ilvl w:val="0"/>
          <w:numId w:val="21"/>
        </w:numPr>
        <w:jc w:val="both"/>
        <w:rPr>
          <w:sz w:val="22"/>
          <w:szCs w:val="22"/>
        </w:rPr>
      </w:pPr>
      <w:r w:rsidRPr="001D42FA">
        <w:rPr>
          <w:sz w:val="22"/>
          <w:szCs w:val="22"/>
        </w:rPr>
        <w:t>objednatel</w:t>
      </w:r>
      <w:r w:rsidR="00431B8D" w:rsidRPr="001D42FA">
        <w:rPr>
          <w:sz w:val="22"/>
          <w:szCs w:val="22"/>
        </w:rPr>
        <w:t xml:space="preserve"> si vyhrazuje, v případě oprávněných pochybností, právo při přebírání dodávky namátkově podrobit 1% stromů (nejméně jeden kus) kontrole kvality kořenového systému i v případě, že to bude znamenat zničení rostliny (např. úmyslné sejmutí veškeré zeminy z kořene stromu se zemním balem, nebo v kontejneru)</w:t>
      </w:r>
      <w:r w:rsidR="003541F2">
        <w:rPr>
          <w:sz w:val="22"/>
          <w:szCs w:val="22"/>
        </w:rPr>
        <w:t>,</w:t>
      </w:r>
      <w:r w:rsidR="00431B8D" w:rsidRPr="001D42FA">
        <w:rPr>
          <w:sz w:val="22"/>
          <w:szCs w:val="22"/>
        </w:rPr>
        <w:t xml:space="preserve"> </w:t>
      </w:r>
    </w:p>
    <w:p w14:paraId="758F1E91" w14:textId="77777777" w:rsidR="00431B8D" w:rsidRPr="001D42FA" w:rsidRDefault="00415199" w:rsidP="00015F8D">
      <w:pPr>
        <w:pStyle w:val="Odstavecseseznamem"/>
        <w:numPr>
          <w:ilvl w:val="0"/>
          <w:numId w:val="21"/>
        </w:numPr>
        <w:jc w:val="both"/>
        <w:rPr>
          <w:sz w:val="22"/>
          <w:szCs w:val="22"/>
        </w:rPr>
      </w:pPr>
      <w:r w:rsidRPr="001D42FA">
        <w:rPr>
          <w:sz w:val="22"/>
          <w:szCs w:val="22"/>
        </w:rPr>
        <w:t>objednatel</w:t>
      </w:r>
      <w:r w:rsidR="00431B8D" w:rsidRPr="001D42FA">
        <w:rPr>
          <w:sz w:val="22"/>
          <w:szCs w:val="22"/>
        </w:rPr>
        <w:t xml:space="preserve"> není povinen za takto znehodnocený strom </w:t>
      </w:r>
      <w:r w:rsidRPr="001D42FA">
        <w:rPr>
          <w:sz w:val="22"/>
          <w:szCs w:val="22"/>
        </w:rPr>
        <w:t>zhotoviteli</w:t>
      </w:r>
      <w:r w:rsidR="00431B8D" w:rsidRPr="001D42FA">
        <w:rPr>
          <w:sz w:val="22"/>
          <w:szCs w:val="22"/>
        </w:rPr>
        <w:t xml:space="preserve"> zaplatit</w:t>
      </w:r>
      <w:r w:rsidR="003541F2">
        <w:rPr>
          <w:sz w:val="22"/>
          <w:szCs w:val="22"/>
        </w:rPr>
        <w:t>,</w:t>
      </w:r>
    </w:p>
    <w:p w14:paraId="0E94A1EF" w14:textId="77777777" w:rsidR="00431B8D" w:rsidRPr="001D42FA" w:rsidRDefault="00431B8D" w:rsidP="00015F8D">
      <w:pPr>
        <w:pStyle w:val="Odstavecseseznamem"/>
        <w:numPr>
          <w:ilvl w:val="0"/>
          <w:numId w:val="21"/>
        </w:numPr>
        <w:jc w:val="both"/>
        <w:rPr>
          <w:sz w:val="22"/>
          <w:szCs w:val="22"/>
        </w:rPr>
      </w:pPr>
      <w:r w:rsidRPr="001D42FA">
        <w:rPr>
          <w:sz w:val="22"/>
          <w:szCs w:val="22"/>
        </w:rPr>
        <w:t>pokud během následné péče budou realizovány dosadby, musí sortiment odpovídat původnímu sortimentu dle schválené projektové dokumentace</w:t>
      </w:r>
      <w:r w:rsidR="003541F2">
        <w:rPr>
          <w:sz w:val="22"/>
          <w:szCs w:val="22"/>
        </w:rPr>
        <w:t>,</w:t>
      </w:r>
    </w:p>
    <w:p w14:paraId="7714FE99" w14:textId="77777777" w:rsidR="00431B8D" w:rsidRPr="001D42FA" w:rsidRDefault="00431B8D" w:rsidP="00015F8D">
      <w:pPr>
        <w:pStyle w:val="Odstavecseseznamem"/>
        <w:numPr>
          <w:ilvl w:val="0"/>
          <w:numId w:val="21"/>
        </w:numPr>
        <w:jc w:val="both"/>
        <w:rPr>
          <w:sz w:val="22"/>
          <w:szCs w:val="22"/>
        </w:rPr>
      </w:pPr>
      <w:r w:rsidRPr="001D42FA">
        <w:rPr>
          <w:sz w:val="22"/>
          <w:szCs w:val="22"/>
        </w:rPr>
        <w:t>Případné stavební či zemní práce v předmětné lokalitě budou realizovány v souladu s ČSN 83 9061 Technologie vegetačních úprav v krajině – Ochrana stromů, porostů a vegetačních ploch při stavebních pracích</w:t>
      </w:r>
      <w:r w:rsidR="003541F2">
        <w:rPr>
          <w:sz w:val="22"/>
          <w:szCs w:val="22"/>
        </w:rPr>
        <w:t>,</w:t>
      </w:r>
    </w:p>
    <w:p w14:paraId="7B783D4C" w14:textId="77777777" w:rsidR="00F407B5" w:rsidRPr="00D36352" w:rsidRDefault="00415199" w:rsidP="00F407B5">
      <w:pPr>
        <w:pStyle w:val="Odstavecseseznamem"/>
        <w:numPr>
          <w:ilvl w:val="0"/>
          <w:numId w:val="21"/>
        </w:numPr>
        <w:jc w:val="both"/>
        <w:rPr>
          <w:sz w:val="22"/>
          <w:szCs w:val="22"/>
        </w:rPr>
      </w:pPr>
      <w:r w:rsidRPr="001D42FA">
        <w:rPr>
          <w:sz w:val="22"/>
          <w:szCs w:val="22"/>
        </w:rPr>
        <w:t>objednate</w:t>
      </w:r>
      <w:r w:rsidR="00431B8D" w:rsidRPr="001D42FA">
        <w:rPr>
          <w:sz w:val="22"/>
          <w:szCs w:val="22"/>
        </w:rPr>
        <w:t>l doporučuje použít především sadební materiál regionální provenience a vypěstovaný v regionálních školkách sadebního materiálu</w:t>
      </w:r>
      <w:r w:rsidR="003541F2">
        <w:rPr>
          <w:sz w:val="22"/>
          <w:szCs w:val="22"/>
        </w:rPr>
        <w:t>,</w:t>
      </w:r>
      <w:r w:rsidR="00431B8D" w:rsidRPr="001D42FA">
        <w:rPr>
          <w:sz w:val="22"/>
          <w:szCs w:val="22"/>
        </w:rPr>
        <w:t xml:space="preserve"> </w:t>
      </w:r>
    </w:p>
    <w:p w14:paraId="4ED4876B" w14:textId="77777777" w:rsidR="00431B8D" w:rsidRPr="001D42FA" w:rsidRDefault="00415199" w:rsidP="00015F8D">
      <w:pPr>
        <w:pStyle w:val="Odstavecseseznamem"/>
        <w:numPr>
          <w:ilvl w:val="0"/>
          <w:numId w:val="21"/>
        </w:numPr>
        <w:jc w:val="both"/>
        <w:rPr>
          <w:sz w:val="22"/>
          <w:szCs w:val="22"/>
        </w:rPr>
      </w:pPr>
      <w:r w:rsidRPr="001D42FA">
        <w:rPr>
          <w:sz w:val="22"/>
          <w:szCs w:val="22"/>
        </w:rPr>
        <w:t>zhotovitel</w:t>
      </w:r>
      <w:r w:rsidR="00431B8D" w:rsidRPr="001D42FA">
        <w:rPr>
          <w:sz w:val="22"/>
          <w:szCs w:val="22"/>
        </w:rPr>
        <w:t xml:space="preserve"> je povinen zajistit ochranu stávajících dřevin proti poškození při stavebních činnostech a zemních pracích dle ČSN 83 9061 Technologie vegetačních úprav v krajině – Ochrana stromů, porostů a vegetačních ploch při stavebních pracích. Kácení dřevin a terénní úpravy související s revitalizací zeleně budou prováděny s maximálním ohledem na stávající dřeviny</w:t>
      </w:r>
      <w:r w:rsidR="003541F2">
        <w:rPr>
          <w:sz w:val="22"/>
          <w:szCs w:val="22"/>
        </w:rPr>
        <w:t>,</w:t>
      </w:r>
    </w:p>
    <w:p w14:paraId="4A5BE29F" w14:textId="77777777" w:rsidR="00431B8D" w:rsidRPr="001D42FA" w:rsidRDefault="00431B8D" w:rsidP="00015F8D">
      <w:pPr>
        <w:pStyle w:val="Odstavecseseznamem"/>
        <w:numPr>
          <w:ilvl w:val="0"/>
          <w:numId w:val="21"/>
        </w:numPr>
        <w:jc w:val="both"/>
        <w:rPr>
          <w:sz w:val="22"/>
          <w:szCs w:val="22"/>
        </w:rPr>
      </w:pPr>
      <w:r w:rsidRPr="001D42FA">
        <w:rPr>
          <w:sz w:val="22"/>
          <w:szCs w:val="22"/>
        </w:rPr>
        <w:t>nové výsadby budou realizovány mimo inženýrské sítě v souladu s ČSN 83 9021 Technologie vegetačních úprav v krajině – Rostliny a jejich výsadba. Rostlinný materiál bude v kvalitě uvedené v normě ČSN 46 4902 Výpěstky okrasných dřevin</w:t>
      </w:r>
      <w:r w:rsidR="003541F2">
        <w:rPr>
          <w:sz w:val="22"/>
          <w:szCs w:val="22"/>
        </w:rPr>
        <w:t>,</w:t>
      </w:r>
    </w:p>
    <w:p w14:paraId="4211C3EE" w14:textId="77777777" w:rsidR="00431B8D" w:rsidRPr="001D42FA" w:rsidRDefault="00BE2259" w:rsidP="00676B73">
      <w:pPr>
        <w:pStyle w:val="Odstavecseseznamem"/>
        <w:numPr>
          <w:ilvl w:val="0"/>
          <w:numId w:val="21"/>
        </w:numPr>
        <w:spacing w:after="120"/>
        <w:ind w:left="1003" w:hanging="357"/>
        <w:jc w:val="both"/>
        <w:rPr>
          <w:sz w:val="22"/>
          <w:szCs w:val="22"/>
        </w:rPr>
      </w:pPr>
      <w:r w:rsidRPr="001D42FA">
        <w:rPr>
          <w:sz w:val="22"/>
          <w:szCs w:val="22"/>
        </w:rPr>
        <w:t>k veškerému rostlinnému materiálu bude dodán Rostlinolékařský pas.</w:t>
      </w:r>
    </w:p>
    <w:p w14:paraId="3E9656F4" w14:textId="77777777" w:rsidR="001B13A4" w:rsidRPr="0008572F" w:rsidRDefault="001B13A4" w:rsidP="00015F8D">
      <w:pPr>
        <w:ind w:left="284"/>
        <w:jc w:val="both"/>
        <w:rPr>
          <w:rFonts w:eastAsia="Calibri"/>
          <w:sz w:val="22"/>
          <w:szCs w:val="22"/>
        </w:rPr>
      </w:pPr>
      <w:r w:rsidRPr="0008572F">
        <w:rPr>
          <w:rFonts w:eastAsia="Calibri"/>
          <w:sz w:val="22"/>
          <w:szCs w:val="22"/>
        </w:rPr>
        <w:t>Před výsadbou dřevin je povinností zhotovitele vyzvat dozor a zástupce objednatele ke kontrole výsadbového materiálu.</w:t>
      </w:r>
    </w:p>
    <w:p w14:paraId="2892B226" w14:textId="77777777" w:rsidR="000D1881" w:rsidRPr="0008572F" w:rsidRDefault="000D1881" w:rsidP="00015F8D">
      <w:pPr>
        <w:pStyle w:val="Textvbloku"/>
        <w:spacing w:before="60"/>
        <w:ind w:left="284" w:right="-91"/>
        <w:rPr>
          <w:sz w:val="22"/>
          <w:szCs w:val="22"/>
        </w:rPr>
      </w:pPr>
      <w:r w:rsidRPr="0008572F">
        <w:rPr>
          <w:sz w:val="22"/>
          <w:szCs w:val="22"/>
        </w:rPr>
        <w:t xml:space="preserve">Dílo bude zhotoveno v souladu se zadávací dokumentací </w:t>
      </w:r>
      <w:r w:rsidR="00DC0A5C" w:rsidRPr="0008572F">
        <w:rPr>
          <w:sz w:val="22"/>
          <w:szCs w:val="22"/>
        </w:rPr>
        <w:t>v</w:t>
      </w:r>
      <w:r w:rsidRPr="0008572F">
        <w:rPr>
          <w:sz w:val="22"/>
          <w:szCs w:val="22"/>
        </w:rPr>
        <w:t xml:space="preserve">eřejné zakázky na </w:t>
      </w:r>
      <w:r w:rsidR="002A2CB6" w:rsidRPr="0008572F">
        <w:rPr>
          <w:sz w:val="22"/>
          <w:szCs w:val="22"/>
        </w:rPr>
        <w:t>služby</w:t>
      </w:r>
      <w:r w:rsidR="00E37C3D" w:rsidRPr="0008572F">
        <w:rPr>
          <w:sz w:val="22"/>
          <w:szCs w:val="22"/>
        </w:rPr>
        <w:t xml:space="preserve"> </w:t>
      </w:r>
      <w:r w:rsidR="00DC0A5C" w:rsidRPr="0008572F">
        <w:rPr>
          <w:sz w:val="22"/>
          <w:szCs w:val="22"/>
        </w:rPr>
        <w:t>zadané v</w:t>
      </w:r>
      <w:r w:rsidR="00750833">
        <w:rPr>
          <w:sz w:val="22"/>
          <w:szCs w:val="22"/>
        </w:rPr>
        <w:t xml:space="preserve"> zakázce malého rozsahu </w:t>
      </w:r>
      <w:r w:rsidR="00E37C3D" w:rsidRPr="0008572F">
        <w:rPr>
          <w:sz w:val="22"/>
          <w:szCs w:val="22"/>
        </w:rPr>
        <w:t xml:space="preserve">a </w:t>
      </w:r>
      <w:r w:rsidRPr="0008572F">
        <w:rPr>
          <w:sz w:val="22"/>
          <w:szCs w:val="22"/>
        </w:rPr>
        <w:t>projekt</w:t>
      </w:r>
      <w:r w:rsidR="00870862" w:rsidRPr="0008572F">
        <w:rPr>
          <w:sz w:val="22"/>
          <w:szCs w:val="22"/>
        </w:rPr>
        <w:t>em</w:t>
      </w:r>
      <w:r w:rsidRPr="0008572F">
        <w:rPr>
          <w:sz w:val="22"/>
          <w:szCs w:val="22"/>
        </w:rPr>
        <w:t>, kter</w:t>
      </w:r>
      <w:r w:rsidR="00870862" w:rsidRPr="0008572F">
        <w:rPr>
          <w:sz w:val="22"/>
          <w:szCs w:val="22"/>
        </w:rPr>
        <w:t>ý</w:t>
      </w:r>
      <w:r w:rsidRPr="0008572F">
        <w:rPr>
          <w:sz w:val="22"/>
          <w:szCs w:val="22"/>
        </w:rPr>
        <w:t xml:space="preserve"> je součástí zadávací dokumentace a nabídkou zhotovitele.</w:t>
      </w:r>
    </w:p>
    <w:p w14:paraId="1EC917AD" w14:textId="77777777" w:rsidR="000D1881" w:rsidRPr="001D42FA" w:rsidRDefault="000D1881" w:rsidP="00015F8D">
      <w:pPr>
        <w:pStyle w:val="Textvbloku"/>
        <w:spacing w:before="60"/>
        <w:ind w:left="284"/>
        <w:rPr>
          <w:sz w:val="22"/>
          <w:szCs w:val="22"/>
        </w:rPr>
      </w:pPr>
      <w:r w:rsidRPr="0008572F">
        <w:rPr>
          <w:sz w:val="22"/>
          <w:szCs w:val="22"/>
        </w:rPr>
        <w:t>Zhotovitel prohlašuje, že mu před podpisem této smlouvy byl předán projekt a prohlašuje, že se s projektem jako odborně</w:t>
      </w:r>
      <w:r w:rsidRPr="001D42FA">
        <w:rPr>
          <w:sz w:val="22"/>
          <w:szCs w:val="22"/>
        </w:rPr>
        <w:t xml:space="preserve"> způsobilý seznámil a prohlašuje, že dílo lze podle tohoto projektu provést tak, aby sloužilo svému účelu a splňovalo všechny požadavky na něj kladené a očekávané. Zhotovitel také podrobně prostudoval soupis prací, dodávek a služeb s výkazem výměr a na základě předložených dokumentů objednatelem, které považuje za dost</w:t>
      </w:r>
      <w:r w:rsidR="007D02A8" w:rsidRPr="001D42FA">
        <w:rPr>
          <w:sz w:val="22"/>
          <w:szCs w:val="22"/>
        </w:rPr>
        <w:t xml:space="preserve">atečné pro zpracování nabídky, </w:t>
      </w:r>
      <w:r w:rsidRPr="001D42FA">
        <w:rPr>
          <w:sz w:val="22"/>
          <w:szCs w:val="22"/>
        </w:rPr>
        <w:t>přistoupil ke zpracování nabídky. Projekt věcně definuje dílo. Od takto vymezeného rozsahu se budou posuzovat případné změny věcného rozsahu a řešení díla.</w:t>
      </w:r>
    </w:p>
    <w:p w14:paraId="239E0058" w14:textId="77777777" w:rsidR="00C8522C" w:rsidRPr="00F407B5" w:rsidRDefault="000D1881" w:rsidP="00F407B5">
      <w:pPr>
        <w:pStyle w:val="Textvbloku"/>
        <w:keepLines/>
        <w:numPr>
          <w:ilvl w:val="0"/>
          <w:numId w:val="5"/>
        </w:numPr>
        <w:tabs>
          <w:tab w:val="clear" w:pos="720"/>
        </w:tabs>
        <w:spacing w:before="60" w:after="480"/>
        <w:ind w:left="284" w:right="-91" w:hanging="284"/>
        <w:rPr>
          <w:bCs/>
          <w:snapToGrid w:val="0"/>
          <w:sz w:val="22"/>
          <w:szCs w:val="22"/>
        </w:rPr>
      </w:pPr>
      <w:r w:rsidRPr="001D42FA">
        <w:rPr>
          <w:sz w:val="22"/>
          <w:szCs w:val="22"/>
        </w:rPr>
        <w:t xml:space="preserve">Při zhotovení </w:t>
      </w:r>
      <w:r w:rsidRPr="0008572F">
        <w:rPr>
          <w:sz w:val="22"/>
          <w:szCs w:val="22"/>
        </w:rPr>
        <w:t>díla postupuje zhotovitel samostatně dle sc</w:t>
      </w:r>
      <w:r w:rsidR="002A2CB6" w:rsidRPr="0008572F">
        <w:rPr>
          <w:sz w:val="22"/>
          <w:szCs w:val="22"/>
        </w:rPr>
        <w:t>hválené</w:t>
      </w:r>
      <w:r w:rsidR="00D2673D" w:rsidRPr="0008572F">
        <w:rPr>
          <w:sz w:val="22"/>
          <w:szCs w:val="22"/>
        </w:rPr>
        <w:t>ho</w:t>
      </w:r>
      <w:r w:rsidR="002A2CB6" w:rsidRPr="0008572F">
        <w:rPr>
          <w:sz w:val="22"/>
          <w:szCs w:val="22"/>
        </w:rPr>
        <w:t xml:space="preserve"> projekt</w:t>
      </w:r>
      <w:r w:rsidR="00D2673D" w:rsidRPr="0008572F">
        <w:rPr>
          <w:sz w:val="22"/>
          <w:szCs w:val="22"/>
        </w:rPr>
        <w:t>u</w:t>
      </w:r>
      <w:r w:rsidRPr="0008572F">
        <w:rPr>
          <w:sz w:val="22"/>
          <w:szCs w:val="22"/>
        </w:rPr>
        <w:t xml:space="preserve"> této smlouvy. </w:t>
      </w:r>
      <w:r w:rsidR="002A51C2" w:rsidRPr="0008572F">
        <w:rPr>
          <w:sz w:val="22"/>
        </w:rPr>
        <w:t>Zhotovitel je oprávněn použít pro provádění stavebních prací, služeb a dodávek poddodavatele. Objednatel</w:t>
      </w:r>
      <w:r w:rsidR="002A51C2" w:rsidRPr="0008572F">
        <w:rPr>
          <w:bCs/>
          <w:snapToGrid w:val="0"/>
          <w:sz w:val="22"/>
        </w:rPr>
        <w:t xml:space="preserve"> si dle§ 105 odst. 2 zákona č. 134/2016 Sb. </w:t>
      </w:r>
      <w:r w:rsidR="00015F8D" w:rsidRPr="0008572F">
        <w:rPr>
          <w:b/>
          <w:bCs/>
          <w:snapToGrid w:val="0"/>
          <w:sz w:val="22"/>
        </w:rPr>
        <w:t>ne</w:t>
      </w:r>
      <w:r w:rsidR="002A51C2" w:rsidRPr="0008572F">
        <w:rPr>
          <w:b/>
          <w:bCs/>
          <w:snapToGrid w:val="0"/>
          <w:sz w:val="22"/>
        </w:rPr>
        <w:t>vyhrazuje</w:t>
      </w:r>
      <w:r w:rsidR="002A51C2" w:rsidRPr="0008572F">
        <w:rPr>
          <w:bCs/>
          <w:snapToGrid w:val="0"/>
          <w:sz w:val="22"/>
        </w:rPr>
        <w:t xml:space="preserve"> požadavek</w:t>
      </w:r>
      <w:r w:rsidR="002A51C2" w:rsidRPr="001D42FA">
        <w:rPr>
          <w:bCs/>
          <w:snapToGrid w:val="0"/>
          <w:sz w:val="22"/>
        </w:rPr>
        <w:t>, že určitá část plnění veřejné zakázky nesmí být plněna poddodavatelem</w:t>
      </w:r>
      <w:r w:rsidR="000E7EAC" w:rsidRPr="001D42FA">
        <w:rPr>
          <w:bCs/>
          <w:snapToGrid w:val="0"/>
          <w:sz w:val="22"/>
          <w:szCs w:val="22"/>
        </w:rPr>
        <w:t>.</w:t>
      </w:r>
    </w:p>
    <w:p w14:paraId="7F800828" w14:textId="77777777" w:rsidR="000D1881" w:rsidRPr="0008572F" w:rsidRDefault="000D1881" w:rsidP="00015F8D">
      <w:pPr>
        <w:pStyle w:val="Textvbloku"/>
        <w:rPr>
          <w:b/>
          <w:sz w:val="22"/>
        </w:rPr>
      </w:pPr>
      <w:r w:rsidRPr="0008572F">
        <w:rPr>
          <w:b/>
          <w:sz w:val="22"/>
        </w:rPr>
        <w:t>III. DOBA PLNĚNÍ A MÍSTO PLNĚNÍ:</w:t>
      </w:r>
    </w:p>
    <w:p w14:paraId="6DC5DEB7" w14:textId="77777777" w:rsidR="000D1881" w:rsidRPr="0008572F" w:rsidRDefault="003C16BD" w:rsidP="00015F8D">
      <w:pPr>
        <w:pStyle w:val="Textvbloku"/>
        <w:tabs>
          <w:tab w:val="left" w:pos="426"/>
        </w:tabs>
        <w:rPr>
          <w:b/>
          <w:sz w:val="22"/>
        </w:rPr>
      </w:pPr>
      <w:r w:rsidRPr="0008572F">
        <w:rPr>
          <w:sz w:val="22"/>
        </w:rPr>
        <w:t>---</w:t>
      </w:r>
      <w:r w:rsidR="000D1881" w:rsidRPr="0008572F">
        <w:rPr>
          <w:sz w:val="22"/>
        </w:rPr>
        <w:t>--------------------------------------------------</w:t>
      </w:r>
    </w:p>
    <w:p w14:paraId="5AFDF9CE" w14:textId="77777777" w:rsidR="000D1881" w:rsidRPr="0008572F" w:rsidRDefault="000D1881" w:rsidP="00015F8D">
      <w:pPr>
        <w:pStyle w:val="Textvbloku"/>
        <w:rPr>
          <w:sz w:val="22"/>
        </w:rPr>
      </w:pPr>
    </w:p>
    <w:p w14:paraId="5C654041" w14:textId="77777777" w:rsidR="004E3E12" w:rsidRPr="0008572F" w:rsidRDefault="004E3E12" w:rsidP="00510897">
      <w:pPr>
        <w:pStyle w:val="Odstavecseseznamem"/>
        <w:numPr>
          <w:ilvl w:val="0"/>
          <w:numId w:val="31"/>
        </w:numPr>
        <w:spacing w:before="120" w:after="120"/>
        <w:ind w:left="284" w:hanging="284"/>
        <w:jc w:val="both"/>
        <w:rPr>
          <w:b/>
          <w:sz w:val="22"/>
          <w:szCs w:val="22"/>
        </w:rPr>
      </w:pPr>
      <w:bookmarkStart w:id="3" w:name="_Hlk5192743"/>
      <w:r w:rsidRPr="0008572F">
        <w:rPr>
          <w:sz w:val="22"/>
        </w:rPr>
        <w:t>T</w:t>
      </w:r>
      <w:r w:rsidR="001D42FA" w:rsidRPr="0008572F">
        <w:rPr>
          <w:sz w:val="22"/>
          <w:szCs w:val="22"/>
        </w:rPr>
        <w:t>ermín zahájení doby plnění a předání ploch</w:t>
      </w:r>
      <w:r w:rsidR="00061C33" w:rsidRPr="0008572F">
        <w:rPr>
          <w:sz w:val="22"/>
          <w:szCs w:val="22"/>
        </w:rPr>
        <w:t>:</w:t>
      </w:r>
      <w:r w:rsidR="00A10875" w:rsidRPr="0008572F">
        <w:rPr>
          <w:b/>
          <w:sz w:val="22"/>
          <w:szCs w:val="22"/>
        </w:rPr>
        <w:t xml:space="preserve"> </w:t>
      </w:r>
      <w:r w:rsidRPr="0008572F">
        <w:rPr>
          <w:b/>
          <w:sz w:val="22"/>
          <w:szCs w:val="22"/>
        </w:rPr>
        <w:t>práce budou zahájeny</w:t>
      </w:r>
      <w:r w:rsidR="00510897" w:rsidRPr="0008572F">
        <w:rPr>
          <w:b/>
          <w:sz w:val="22"/>
          <w:szCs w:val="22"/>
        </w:rPr>
        <w:t xml:space="preserve"> na základě písemné výzvy </w:t>
      </w:r>
      <w:r w:rsidR="0083226F">
        <w:rPr>
          <w:b/>
          <w:sz w:val="22"/>
          <w:szCs w:val="22"/>
        </w:rPr>
        <w:t>O</w:t>
      </w:r>
      <w:r w:rsidR="00510897" w:rsidRPr="0008572F">
        <w:rPr>
          <w:b/>
          <w:sz w:val="22"/>
          <w:szCs w:val="22"/>
        </w:rPr>
        <w:t>bjednatele</w:t>
      </w:r>
      <w:r w:rsidRPr="0008572F">
        <w:rPr>
          <w:b/>
          <w:sz w:val="22"/>
          <w:szCs w:val="22"/>
        </w:rPr>
        <w:t xml:space="preserve"> doručené zhotoviteli </w:t>
      </w:r>
      <w:r w:rsidR="00510897" w:rsidRPr="0008572F">
        <w:rPr>
          <w:b/>
          <w:sz w:val="22"/>
          <w:szCs w:val="22"/>
        </w:rPr>
        <w:t>k převzetí místa plnění</w:t>
      </w:r>
      <w:r w:rsidRPr="0008572F">
        <w:rPr>
          <w:b/>
          <w:sz w:val="22"/>
          <w:szCs w:val="22"/>
        </w:rPr>
        <w:t xml:space="preserve">. </w:t>
      </w:r>
    </w:p>
    <w:p w14:paraId="5D47B797" w14:textId="77777777" w:rsidR="00510897" w:rsidRDefault="004E3E12" w:rsidP="00510897">
      <w:pPr>
        <w:spacing w:before="120" w:after="120"/>
        <w:ind w:left="284"/>
        <w:jc w:val="both"/>
        <w:rPr>
          <w:b/>
          <w:sz w:val="22"/>
          <w:szCs w:val="22"/>
        </w:rPr>
      </w:pPr>
      <w:r w:rsidRPr="0008572F">
        <w:rPr>
          <w:b/>
          <w:sz w:val="22"/>
          <w:szCs w:val="22"/>
        </w:rPr>
        <w:t>Zhotovitel je povinen převzetí místa plnění a zahájit</w:t>
      </w:r>
      <w:r w:rsidR="00510897" w:rsidRPr="0008572F">
        <w:rPr>
          <w:b/>
          <w:sz w:val="22"/>
          <w:szCs w:val="22"/>
        </w:rPr>
        <w:t xml:space="preserve"> </w:t>
      </w:r>
      <w:r w:rsidRPr="0008572F">
        <w:rPr>
          <w:b/>
          <w:sz w:val="22"/>
          <w:szCs w:val="22"/>
        </w:rPr>
        <w:t>realizaci díla</w:t>
      </w:r>
      <w:r w:rsidR="00510897" w:rsidRPr="0008572F">
        <w:rPr>
          <w:b/>
          <w:sz w:val="22"/>
          <w:szCs w:val="22"/>
        </w:rPr>
        <w:t xml:space="preserve"> do </w:t>
      </w:r>
      <w:r w:rsidR="00D57F09">
        <w:rPr>
          <w:b/>
          <w:sz w:val="22"/>
          <w:szCs w:val="22"/>
        </w:rPr>
        <w:t>10</w:t>
      </w:r>
      <w:r w:rsidR="00510897" w:rsidRPr="0008572F">
        <w:rPr>
          <w:b/>
          <w:sz w:val="22"/>
          <w:szCs w:val="22"/>
        </w:rPr>
        <w:t xml:space="preserve"> pracovních dnů po doručení písemné výzvy.</w:t>
      </w:r>
    </w:p>
    <w:p w14:paraId="235AFA44" w14:textId="77777777" w:rsidR="00105E4F" w:rsidRDefault="00105E4F" w:rsidP="00105E4F">
      <w:pPr>
        <w:jc w:val="both"/>
        <w:rPr>
          <w:b/>
          <w:sz w:val="22"/>
          <w:szCs w:val="22"/>
        </w:rPr>
      </w:pPr>
      <w:r>
        <w:rPr>
          <w:b/>
          <w:sz w:val="22"/>
          <w:szCs w:val="22"/>
        </w:rPr>
        <w:t xml:space="preserve">     O předání místa plnění bude vyhotoven zhotovitelem  zápis, ve kterém bude zhotovitelem</w:t>
      </w:r>
    </w:p>
    <w:p w14:paraId="743FD772" w14:textId="77777777" w:rsidR="00105E4F" w:rsidRDefault="00105E4F" w:rsidP="00105E4F">
      <w:pPr>
        <w:jc w:val="both"/>
        <w:rPr>
          <w:b/>
          <w:sz w:val="22"/>
          <w:szCs w:val="22"/>
        </w:rPr>
      </w:pPr>
      <w:r>
        <w:rPr>
          <w:b/>
          <w:sz w:val="22"/>
          <w:szCs w:val="22"/>
        </w:rPr>
        <w:t xml:space="preserve">     potvrzeno předání a převzetí místa plnění</w:t>
      </w:r>
    </w:p>
    <w:p w14:paraId="50391AF6" w14:textId="77777777" w:rsidR="00D57F09" w:rsidRPr="00D57F09" w:rsidRDefault="00D57F09" w:rsidP="00510897">
      <w:pPr>
        <w:spacing w:before="120" w:after="120"/>
        <w:ind w:left="284"/>
        <w:jc w:val="both"/>
        <w:rPr>
          <w:sz w:val="22"/>
          <w:szCs w:val="22"/>
        </w:rPr>
      </w:pPr>
      <w:r w:rsidRPr="00D57F09">
        <w:rPr>
          <w:sz w:val="22"/>
          <w:szCs w:val="22"/>
        </w:rPr>
        <w:t>Zhotovitel se zavazuje realizovat dílo ve čtyřech dílčích plněních.</w:t>
      </w:r>
    </w:p>
    <w:p w14:paraId="39CC3499" w14:textId="77777777" w:rsidR="00D57F09" w:rsidRPr="00D57F09" w:rsidRDefault="00D57F09" w:rsidP="00D57F09">
      <w:pPr>
        <w:pStyle w:val="Odstavecseseznamem"/>
        <w:numPr>
          <w:ilvl w:val="0"/>
          <w:numId w:val="38"/>
        </w:numPr>
        <w:jc w:val="both"/>
        <w:rPr>
          <w:sz w:val="22"/>
          <w:szCs w:val="22"/>
        </w:rPr>
      </w:pPr>
      <w:r w:rsidRPr="00D57F09">
        <w:rPr>
          <w:sz w:val="22"/>
          <w:szCs w:val="22"/>
        </w:rPr>
        <w:t>1. dílčí plnění založení vegetačních prvků, instalace oplocenky atd.</w:t>
      </w:r>
    </w:p>
    <w:p w14:paraId="6A0A9444" w14:textId="77777777" w:rsidR="00D57F09" w:rsidRPr="00D57F09" w:rsidRDefault="00D57F09" w:rsidP="00D57F09">
      <w:pPr>
        <w:pStyle w:val="Odstavecseseznamem"/>
        <w:numPr>
          <w:ilvl w:val="0"/>
          <w:numId w:val="39"/>
        </w:numPr>
        <w:jc w:val="both"/>
        <w:rPr>
          <w:b/>
          <w:sz w:val="22"/>
          <w:szCs w:val="22"/>
        </w:rPr>
      </w:pPr>
      <w:r>
        <w:rPr>
          <w:sz w:val="22"/>
          <w:szCs w:val="22"/>
        </w:rPr>
        <w:t>z</w:t>
      </w:r>
      <w:r w:rsidRPr="00D57F09">
        <w:rPr>
          <w:sz w:val="22"/>
          <w:szCs w:val="22"/>
        </w:rPr>
        <w:t>ahájení po podpisu smlouvy a předání staveniště</w:t>
      </w:r>
      <w:r>
        <w:rPr>
          <w:sz w:val="22"/>
          <w:szCs w:val="22"/>
        </w:rPr>
        <w:t>, nejpozději do16.02.2026</w:t>
      </w:r>
    </w:p>
    <w:p w14:paraId="32E6E7DE" w14:textId="77777777" w:rsidR="00D57F09" w:rsidRPr="00E70388" w:rsidRDefault="00D57F09" w:rsidP="00D57F09">
      <w:pPr>
        <w:pStyle w:val="Odstavecseseznamem"/>
        <w:numPr>
          <w:ilvl w:val="0"/>
          <w:numId w:val="39"/>
        </w:numPr>
        <w:jc w:val="both"/>
        <w:rPr>
          <w:b/>
          <w:sz w:val="22"/>
          <w:szCs w:val="22"/>
        </w:rPr>
      </w:pPr>
      <w:r>
        <w:rPr>
          <w:sz w:val="22"/>
          <w:szCs w:val="22"/>
        </w:rPr>
        <w:t>ukončení nejpozději do 30.06.2026</w:t>
      </w:r>
    </w:p>
    <w:p w14:paraId="5F5A1074" w14:textId="77777777" w:rsidR="00E70388" w:rsidRDefault="00E70388" w:rsidP="00E70388">
      <w:pPr>
        <w:jc w:val="both"/>
        <w:rPr>
          <w:b/>
          <w:sz w:val="22"/>
          <w:szCs w:val="22"/>
        </w:rPr>
      </w:pPr>
    </w:p>
    <w:p w14:paraId="1D36260F" w14:textId="77777777" w:rsidR="00E70388" w:rsidRDefault="00E70388" w:rsidP="00E70388">
      <w:pPr>
        <w:pStyle w:val="Odstavecseseznamem"/>
        <w:numPr>
          <w:ilvl w:val="0"/>
          <w:numId w:val="38"/>
        </w:numPr>
        <w:jc w:val="both"/>
        <w:rPr>
          <w:sz w:val="22"/>
          <w:szCs w:val="22"/>
        </w:rPr>
      </w:pPr>
      <w:r>
        <w:rPr>
          <w:sz w:val="22"/>
          <w:szCs w:val="22"/>
        </w:rPr>
        <w:t>2. dílčí plnění – 1. rok následné péče</w:t>
      </w:r>
    </w:p>
    <w:p w14:paraId="415EC0DA" w14:textId="77777777" w:rsidR="00E70388" w:rsidRDefault="00E70388" w:rsidP="00E70388">
      <w:pPr>
        <w:pStyle w:val="Odstavecseseznamem"/>
        <w:numPr>
          <w:ilvl w:val="0"/>
          <w:numId w:val="39"/>
        </w:numPr>
        <w:jc w:val="both"/>
        <w:rPr>
          <w:sz w:val="22"/>
          <w:szCs w:val="22"/>
        </w:rPr>
      </w:pPr>
      <w:r>
        <w:rPr>
          <w:sz w:val="22"/>
          <w:szCs w:val="22"/>
        </w:rPr>
        <w:t>zahájení následující den po předání realizační části objednateli na základě protokolu o předání a převzetí díla</w:t>
      </w:r>
    </w:p>
    <w:p w14:paraId="6B1935E6" w14:textId="77777777" w:rsidR="00E70388" w:rsidRDefault="00E70388" w:rsidP="00E70388">
      <w:pPr>
        <w:pStyle w:val="Odstavecseseznamem"/>
        <w:numPr>
          <w:ilvl w:val="0"/>
          <w:numId w:val="39"/>
        </w:numPr>
        <w:jc w:val="both"/>
        <w:rPr>
          <w:sz w:val="22"/>
          <w:szCs w:val="22"/>
        </w:rPr>
      </w:pPr>
      <w:r>
        <w:rPr>
          <w:sz w:val="22"/>
          <w:szCs w:val="22"/>
        </w:rPr>
        <w:t>ukončení následné péče 30.11.2026</w:t>
      </w:r>
    </w:p>
    <w:p w14:paraId="41359611" w14:textId="77777777" w:rsidR="00E70388" w:rsidRDefault="00E70388" w:rsidP="00E70388">
      <w:pPr>
        <w:pStyle w:val="Odstavecseseznamem"/>
        <w:ind w:left="1004"/>
        <w:jc w:val="both"/>
        <w:rPr>
          <w:sz w:val="22"/>
          <w:szCs w:val="22"/>
        </w:rPr>
      </w:pPr>
    </w:p>
    <w:p w14:paraId="3FCAD807" w14:textId="77777777" w:rsidR="00E70388" w:rsidRDefault="00E70388" w:rsidP="00E70388">
      <w:pPr>
        <w:pStyle w:val="Odstavecseseznamem"/>
        <w:numPr>
          <w:ilvl w:val="0"/>
          <w:numId w:val="38"/>
        </w:numPr>
        <w:jc w:val="both"/>
        <w:rPr>
          <w:sz w:val="22"/>
          <w:szCs w:val="22"/>
        </w:rPr>
      </w:pPr>
      <w:r w:rsidRPr="00E70388">
        <w:rPr>
          <w:sz w:val="22"/>
          <w:szCs w:val="22"/>
        </w:rPr>
        <w:t xml:space="preserve"> </w:t>
      </w:r>
      <w:r>
        <w:rPr>
          <w:sz w:val="22"/>
          <w:szCs w:val="22"/>
        </w:rPr>
        <w:t>3. dílčí plnění – 2. rok následné péče</w:t>
      </w:r>
    </w:p>
    <w:p w14:paraId="63CE53D1" w14:textId="77777777" w:rsidR="00E70388" w:rsidRDefault="00E70388" w:rsidP="00E70388">
      <w:pPr>
        <w:pStyle w:val="Odstavecseseznamem"/>
        <w:numPr>
          <w:ilvl w:val="0"/>
          <w:numId w:val="39"/>
        </w:numPr>
        <w:jc w:val="both"/>
        <w:rPr>
          <w:sz w:val="22"/>
          <w:szCs w:val="22"/>
        </w:rPr>
      </w:pPr>
      <w:r>
        <w:rPr>
          <w:sz w:val="22"/>
          <w:szCs w:val="22"/>
        </w:rPr>
        <w:t>zahájení následující den po předání ukončeného 1. roku následné péče objednateli na základě protokolu o předání a převzetí díla</w:t>
      </w:r>
    </w:p>
    <w:p w14:paraId="7D725981" w14:textId="77777777" w:rsidR="00E70388" w:rsidRPr="00E70388" w:rsidRDefault="00E70388" w:rsidP="00E70388">
      <w:pPr>
        <w:pStyle w:val="Odstavecseseznamem"/>
        <w:numPr>
          <w:ilvl w:val="0"/>
          <w:numId w:val="39"/>
        </w:numPr>
        <w:jc w:val="both"/>
        <w:rPr>
          <w:sz w:val="22"/>
          <w:szCs w:val="22"/>
        </w:rPr>
      </w:pPr>
      <w:r w:rsidRPr="00E70388">
        <w:rPr>
          <w:sz w:val="22"/>
          <w:szCs w:val="22"/>
        </w:rPr>
        <w:t>ukončení následné péče 30.11.202</w:t>
      </w:r>
      <w:r>
        <w:rPr>
          <w:sz w:val="22"/>
          <w:szCs w:val="22"/>
        </w:rPr>
        <w:t>7</w:t>
      </w:r>
    </w:p>
    <w:p w14:paraId="26E0AF3D" w14:textId="77777777" w:rsidR="00E70388" w:rsidRDefault="00E70388" w:rsidP="00E70388">
      <w:pPr>
        <w:ind w:left="284"/>
        <w:jc w:val="both"/>
        <w:rPr>
          <w:sz w:val="22"/>
          <w:szCs w:val="22"/>
        </w:rPr>
      </w:pPr>
    </w:p>
    <w:p w14:paraId="14AF76ED" w14:textId="77777777" w:rsidR="00E70388" w:rsidRDefault="00E70388" w:rsidP="00E70388">
      <w:pPr>
        <w:pStyle w:val="Odstavecseseznamem"/>
        <w:numPr>
          <w:ilvl w:val="0"/>
          <w:numId w:val="38"/>
        </w:numPr>
        <w:jc w:val="both"/>
        <w:rPr>
          <w:sz w:val="22"/>
          <w:szCs w:val="22"/>
        </w:rPr>
      </w:pPr>
      <w:r>
        <w:rPr>
          <w:sz w:val="22"/>
          <w:szCs w:val="22"/>
        </w:rPr>
        <w:t>4. dílčí plnění – 3. rok následné péče</w:t>
      </w:r>
    </w:p>
    <w:p w14:paraId="2A722BAE" w14:textId="77777777" w:rsidR="00105E4F" w:rsidRDefault="00E70388" w:rsidP="00E70388">
      <w:pPr>
        <w:pStyle w:val="Odstavecseseznamem"/>
        <w:ind w:left="644"/>
        <w:jc w:val="both"/>
        <w:rPr>
          <w:sz w:val="22"/>
          <w:szCs w:val="22"/>
        </w:rPr>
      </w:pPr>
      <w:r>
        <w:rPr>
          <w:sz w:val="22"/>
          <w:szCs w:val="22"/>
        </w:rPr>
        <w:t xml:space="preserve">- </w:t>
      </w:r>
      <w:r w:rsidR="00105E4F">
        <w:rPr>
          <w:sz w:val="22"/>
          <w:szCs w:val="22"/>
        </w:rPr>
        <w:t xml:space="preserve">   </w:t>
      </w:r>
      <w:r>
        <w:rPr>
          <w:sz w:val="22"/>
          <w:szCs w:val="22"/>
        </w:rPr>
        <w:t xml:space="preserve">zahájení následující den po předání ukončeného 2. roku následné péče objednateli na základě </w:t>
      </w:r>
      <w:r w:rsidR="00105E4F">
        <w:rPr>
          <w:sz w:val="22"/>
          <w:szCs w:val="22"/>
        </w:rPr>
        <w:t xml:space="preserve"> </w:t>
      </w:r>
    </w:p>
    <w:p w14:paraId="790273EB" w14:textId="77777777" w:rsidR="00E70388" w:rsidRDefault="00105E4F" w:rsidP="00E70388">
      <w:pPr>
        <w:pStyle w:val="Odstavecseseznamem"/>
        <w:ind w:left="644"/>
        <w:jc w:val="both"/>
        <w:rPr>
          <w:sz w:val="22"/>
          <w:szCs w:val="22"/>
        </w:rPr>
      </w:pPr>
      <w:r>
        <w:rPr>
          <w:sz w:val="22"/>
          <w:szCs w:val="22"/>
        </w:rPr>
        <w:t xml:space="preserve">      </w:t>
      </w:r>
      <w:r w:rsidR="00E70388">
        <w:rPr>
          <w:sz w:val="22"/>
          <w:szCs w:val="22"/>
        </w:rPr>
        <w:t>protokolu o předání a převzetí díla</w:t>
      </w:r>
    </w:p>
    <w:p w14:paraId="6E260A09" w14:textId="77777777" w:rsidR="00D57F09" w:rsidRPr="00105E4F" w:rsidRDefault="00E70388" w:rsidP="00105E4F">
      <w:pPr>
        <w:pStyle w:val="Odstavecseseznamem"/>
        <w:tabs>
          <w:tab w:val="left" w:pos="993"/>
        </w:tabs>
        <w:ind w:left="644"/>
        <w:jc w:val="both"/>
        <w:rPr>
          <w:sz w:val="22"/>
          <w:szCs w:val="22"/>
        </w:rPr>
      </w:pPr>
      <w:r>
        <w:rPr>
          <w:sz w:val="22"/>
          <w:szCs w:val="22"/>
        </w:rPr>
        <w:t xml:space="preserve">- </w:t>
      </w:r>
      <w:r w:rsidR="00105E4F">
        <w:rPr>
          <w:sz w:val="22"/>
          <w:szCs w:val="22"/>
        </w:rPr>
        <w:t xml:space="preserve">    </w:t>
      </w:r>
      <w:r w:rsidRPr="00E70388">
        <w:rPr>
          <w:sz w:val="22"/>
          <w:szCs w:val="22"/>
        </w:rPr>
        <w:t>ukončení následné péče 30.11.202</w:t>
      </w:r>
      <w:r>
        <w:rPr>
          <w:sz w:val="22"/>
          <w:szCs w:val="22"/>
        </w:rPr>
        <w:t>8</w:t>
      </w:r>
    </w:p>
    <w:bookmarkEnd w:id="3"/>
    <w:p w14:paraId="445BEB4A" w14:textId="77777777" w:rsidR="00BD3C2E" w:rsidRPr="0008572F" w:rsidRDefault="00BD3C2E" w:rsidP="00105E4F">
      <w:pPr>
        <w:jc w:val="both"/>
        <w:rPr>
          <w:rFonts w:eastAsia="Calibri"/>
          <w:sz w:val="22"/>
          <w:szCs w:val="24"/>
        </w:rPr>
      </w:pPr>
      <w:r w:rsidRPr="00500E4C">
        <w:rPr>
          <w:rFonts w:eastAsia="Calibri"/>
          <w:sz w:val="22"/>
          <w:szCs w:val="24"/>
        </w:rPr>
        <w:t xml:space="preserve">Zhotovitel je povinen předložit ke dni </w:t>
      </w:r>
      <w:r w:rsidR="001D42FA" w:rsidRPr="00500E4C">
        <w:rPr>
          <w:rFonts w:eastAsia="Calibri"/>
          <w:sz w:val="22"/>
          <w:szCs w:val="24"/>
        </w:rPr>
        <w:t>předání místa plnění</w:t>
      </w:r>
      <w:r w:rsidRPr="00500E4C">
        <w:rPr>
          <w:rFonts w:eastAsia="Calibri"/>
          <w:sz w:val="22"/>
          <w:szCs w:val="24"/>
        </w:rPr>
        <w:t xml:space="preserve"> </w:t>
      </w:r>
      <w:r w:rsidRPr="00105E4F">
        <w:rPr>
          <w:rFonts w:eastAsia="Calibri"/>
          <w:sz w:val="22"/>
          <w:szCs w:val="24"/>
        </w:rPr>
        <w:t>harmonogram postupu</w:t>
      </w:r>
      <w:r w:rsidRPr="00500E4C">
        <w:rPr>
          <w:rFonts w:eastAsia="Calibri"/>
          <w:sz w:val="22"/>
          <w:szCs w:val="24"/>
        </w:rPr>
        <w:t xml:space="preserve"> prací</w:t>
      </w:r>
      <w:r w:rsidR="00431B8D" w:rsidRPr="00500E4C">
        <w:rPr>
          <w:rFonts w:eastAsia="Calibri"/>
          <w:sz w:val="22"/>
          <w:szCs w:val="24"/>
        </w:rPr>
        <w:t xml:space="preserve"> a služeb</w:t>
      </w:r>
      <w:r w:rsidRPr="00500E4C">
        <w:rPr>
          <w:rFonts w:eastAsia="Calibri"/>
          <w:sz w:val="22"/>
          <w:szCs w:val="24"/>
        </w:rPr>
        <w:t xml:space="preserve"> členěný na kalendářní týdny</w:t>
      </w:r>
      <w:r w:rsidR="00E00687" w:rsidRPr="00500E4C">
        <w:rPr>
          <w:rFonts w:eastAsia="Calibri"/>
          <w:sz w:val="22"/>
          <w:szCs w:val="24"/>
        </w:rPr>
        <w:t xml:space="preserve"> a katastrální území (ucelené části díla)</w:t>
      </w:r>
      <w:r w:rsidR="00D2673D" w:rsidRPr="00500E4C">
        <w:rPr>
          <w:rFonts w:eastAsia="Calibri"/>
          <w:sz w:val="22"/>
          <w:szCs w:val="24"/>
        </w:rPr>
        <w:t>.</w:t>
      </w:r>
      <w:r w:rsidRPr="0008572F">
        <w:rPr>
          <w:rFonts w:eastAsia="Calibri"/>
          <w:sz w:val="22"/>
          <w:szCs w:val="24"/>
        </w:rPr>
        <w:t xml:space="preserve"> </w:t>
      </w:r>
    </w:p>
    <w:p w14:paraId="155E3EA4" w14:textId="77777777" w:rsidR="00BD3C2E" w:rsidRPr="0008572F" w:rsidRDefault="00BD3C2E" w:rsidP="00CB1415">
      <w:pPr>
        <w:jc w:val="both"/>
        <w:rPr>
          <w:rFonts w:eastAsia="Calibri"/>
          <w:sz w:val="22"/>
          <w:szCs w:val="24"/>
        </w:rPr>
      </w:pPr>
      <w:r w:rsidRPr="0008572F">
        <w:rPr>
          <w:rFonts w:eastAsia="Calibri"/>
          <w:sz w:val="22"/>
          <w:szCs w:val="24"/>
        </w:rPr>
        <w:t>Dílo může být protokolárně předáno po dohodě smluvních stran i dříve, pokud to umožní klimatické podmínky a technologické postupy.</w:t>
      </w:r>
    </w:p>
    <w:p w14:paraId="5B95DB5D" w14:textId="77777777" w:rsidR="00563442" w:rsidRDefault="000D1881" w:rsidP="00CB1415">
      <w:pPr>
        <w:numPr>
          <w:ilvl w:val="0"/>
          <w:numId w:val="7"/>
        </w:numPr>
        <w:tabs>
          <w:tab w:val="clear" w:pos="720"/>
          <w:tab w:val="num" w:pos="284"/>
        </w:tabs>
        <w:spacing w:before="120"/>
        <w:ind w:hanging="720"/>
        <w:jc w:val="both"/>
        <w:rPr>
          <w:sz w:val="22"/>
        </w:rPr>
      </w:pPr>
      <w:r w:rsidRPr="0008572F">
        <w:rPr>
          <w:sz w:val="22"/>
        </w:rPr>
        <w:t xml:space="preserve">Místem plnění </w:t>
      </w:r>
      <w:r w:rsidR="00510897" w:rsidRPr="0008572F">
        <w:rPr>
          <w:sz w:val="22"/>
        </w:rPr>
        <w:t>je k.</w:t>
      </w:r>
      <w:r w:rsidR="00D36352">
        <w:rPr>
          <w:sz w:val="22"/>
        </w:rPr>
        <w:t xml:space="preserve"> </w:t>
      </w:r>
      <w:r w:rsidR="00510897" w:rsidRPr="0008572F">
        <w:rPr>
          <w:sz w:val="22"/>
        </w:rPr>
        <w:t>ú. Uherský Brod</w:t>
      </w:r>
    </w:p>
    <w:p w14:paraId="1F0D6B0F" w14:textId="58C5435D" w:rsidR="00CB1415" w:rsidRPr="00CB1415" w:rsidRDefault="00CB1415" w:rsidP="00CB1415">
      <w:pPr>
        <w:numPr>
          <w:ilvl w:val="0"/>
          <w:numId w:val="7"/>
        </w:numPr>
        <w:tabs>
          <w:tab w:val="clear" w:pos="720"/>
          <w:tab w:val="num" w:pos="284"/>
        </w:tabs>
        <w:spacing w:before="120"/>
        <w:ind w:left="284" w:hanging="284"/>
        <w:jc w:val="both"/>
        <w:rPr>
          <w:sz w:val="22"/>
        </w:rPr>
      </w:pPr>
      <w:r w:rsidRPr="00CB1415">
        <w:rPr>
          <w:sz w:val="22"/>
        </w:rPr>
        <w:t>Lhůty uvedené v odst. 1 mohou být změněny na základě písemné dohody smluvních stran. Takovouto dohodu  se smluvní strany zavazují uzavřít vždy, když by k nedodržení lhůty vedly vlivy</w:t>
      </w:r>
      <w:r w:rsidR="004B5ADA">
        <w:rPr>
          <w:sz w:val="22"/>
        </w:rPr>
        <w:t xml:space="preserve"> </w:t>
      </w:r>
      <w:r w:rsidRPr="00CB1415">
        <w:rPr>
          <w:sz w:val="22"/>
        </w:rPr>
        <w:t>či události charakteru vyšší moci, nezávisle na vůli smluvních stran</w:t>
      </w:r>
    </w:p>
    <w:p w14:paraId="60D0E3FB" w14:textId="77777777" w:rsidR="00750833" w:rsidRPr="001A1394" w:rsidRDefault="00750833" w:rsidP="00105E4F">
      <w:pPr>
        <w:pStyle w:val="Odstavecseseznamem"/>
        <w:spacing w:before="120" w:after="480"/>
        <w:ind w:left="714"/>
        <w:jc w:val="both"/>
        <w:rPr>
          <w:sz w:val="22"/>
        </w:rPr>
      </w:pPr>
    </w:p>
    <w:p w14:paraId="48C7039A" w14:textId="77777777" w:rsidR="000D1881" w:rsidRPr="001D42FA" w:rsidRDefault="000D1881" w:rsidP="00015F8D">
      <w:pPr>
        <w:pStyle w:val="Textvbloku"/>
        <w:rPr>
          <w:sz w:val="22"/>
        </w:rPr>
      </w:pPr>
      <w:r w:rsidRPr="001D42FA">
        <w:rPr>
          <w:b/>
          <w:sz w:val="22"/>
        </w:rPr>
        <w:t>IV. CENA DÍLA:</w:t>
      </w:r>
    </w:p>
    <w:p w14:paraId="15E2089C" w14:textId="77777777" w:rsidR="000D1881" w:rsidRPr="001D42FA" w:rsidRDefault="000D1881" w:rsidP="00015F8D">
      <w:pPr>
        <w:pStyle w:val="Textvbloku"/>
        <w:rPr>
          <w:sz w:val="22"/>
        </w:rPr>
      </w:pPr>
      <w:r w:rsidRPr="001D42FA">
        <w:rPr>
          <w:sz w:val="22"/>
        </w:rPr>
        <w:t>--------------</w:t>
      </w:r>
      <w:r w:rsidR="00C037EB" w:rsidRPr="001D42FA">
        <w:rPr>
          <w:sz w:val="22"/>
        </w:rPr>
        <w:t>---</w:t>
      </w:r>
      <w:r w:rsidRPr="001D42FA">
        <w:rPr>
          <w:sz w:val="22"/>
        </w:rPr>
        <w:t>-------</w:t>
      </w:r>
      <w:r w:rsidRPr="001D42FA">
        <w:rPr>
          <w:sz w:val="22"/>
        </w:rPr>
        <w:br/>
      </w:r>
    </w:p>
    <w:p w14:paraId="1B70FE19" w14:textId="77777777" w:rsidR="000D1881" w:rsidRPr="00F966EA" w:rsidRDefault="000D1881" w:rsidP="00015F8D">
      <w:pPr>
        <w:numPr>
          <w:ilvl w:val="0"/>
          <w:numId w:val="4"/>
        </w:numPr>
        <w:tabs>
          <w:tab w:val="clear" w:pos="1080"/>
          <w:tab w:val="num" w:pos="284"/>
        </w:tabs>
        <w:ind w:left="284" w:hanging="284"/>
        <w:jc w:val="both"/>
        <w:rPr>
          <w:b/>
          <w:sz w:val="22"/>
        </w:rPr>
      </w:pPr>
      <w:r w:rsidRPr="001D42FA">
        <w:rPr>
          <w:sz w:val="22"/>
        </w:rPr>
        <w:t>Za řádně zhotovené dílo v rozsahu podle čl. II. této smlouvy</w:t>
      </w:r>
      <w:r w:rsidR="005B4CD6" w:rsidRPr="001D42FA">
        <w:rPr>
          <w:sz w:val="22"/>
        </w:rPr>
        <w:t xml:space="preserve"> </w:t>
      </w:r>
      <w:r w:rsidRPr="001D42FA">
        <w:rPr>
          <w:sz w:val="22"/>
        </w:rPr>
        <w:t>se smluvní strany v souladu s ustanovením zák. čís. 526/1990 Sb.</w:t>
      </w:r>
      <w:r w:rsidR="002F245B" w:rsidRPr="001D42FA">
        <w:rPr>
          <w:sz w:val="22"/>
        </w:rPr>
        <w:t>,</w:t>
      </w:r>
      <w:r w:rsidRPr="001D42FA">
        <w:rPr>
          <w:sz w:val="22"/>
        </w:rPr>
        <w:t xml:space="preserve"> o cenách ve znění pozdějších předpisů dohodly na ceně:</w:t>
      </w:r>
    </w:p>
    <w:p w14:paraId="58D0CC1D" w14:textId="77777777" w:rsidR="00F966EA" w:rsidRPr="0008572F" w:rsidRDefault="00F966EA" w:rsidP="00F966EA">
      <w:pPr>
        <w:tabs>
          <w:tab w:val="left" w:pos="2977"/>
        </w:tabs>
        <w:ind w:left="284"/>
        <w:jc w:val="both"/>
        <w:rPr>
          <w:b/>
          <w:sz w:val="22"/>
        </w:rPr>
      </w:pPr>
    </w:p>
    <w:p w14:paraId="5D3355DE" w14:textId="77777777" w:rsidR="0008572F" w:rsidRPr="00AF13CF" w:rsidRDefault="00AF13CF" w:rsidP="0008572F">
      <w:pPr>
        <w:ind w:left="284"/>
        <w:jc w:val="both"/>
        <w:rPr>
          <w:sz w:val="22"/>
        </w:rPr>
      </w:pPr>
      <w:r w:rsidRPr="00AF13CF">
        <w:rPr>
          <w:sz w:val="22"/>
        </w:rPr>
        <w:t>Cena za realizaci 1. dílčího plnění</w:t>
      </w:r>
      <w:r>
        <w:rPr>
          <w:sz w:val="22"/>
        </w:rPr>
        <w:t xml:space="preserve"> -  založení vegetačních prvků, instalaci oplocenky atd.</w:t>
      </w:r>
    </w:p>
    <w:p w14:paraId="1571FD9E" w14:textId="77777777" w:rsidR="000D1881" w:rsidRPr="00AF13CF" w:rsidRDefault="00AF13CF" w:rsidP="00AF13CF">
      <w:pPr>
        <w:pStyle w:val="Textvbloku"/>
        <w:ind w:right="-91"/>
        <w:jc w:val="left"/>
        <w:rPr>
          <w:sz w:val="22"/>
        </w:rPr>
      </w:pPr>
      <w:r>
        <w:rPr>
          <w:b/>
          <w:sz w:val="22"/>
        </w:rPr>
        <w:t xml:space="preserve">     </w:t>
      </w:r>
      <w:r w:rsidRPr="00AF13CF">
        <w:rPr>
          <w:sz w:val="22"/>
        </w:rPr>
        <w:t xml:space="preserve">Cena </w:t>
      </w:r>
      <w:r w:rsidR="000D1881" w:rsidRPr="00AF13CF">
        <w:rPr>
          <w:sz w:val="22"/>
        </w:rPr>
        <w:t>bez DPH</w:t>
      </w:r>
      <w:r w:rsidRPr="00AF13CF">
        <w:rPr>
          <w:sz w:val="22"/>
        </w:rPr>
        <w:t xml:space="preserve">                  </w:t>
      </w:r>
      <w:r w:rsidR="00F966EA">
        <w:rPr>
          <w:sz w:val="22"/>
        </w:rPr>
        <w:t xml:space="preserve">     </w:t>
      </w:r>
      <w:r w:rsidRPr="00AF13CF">
        <w:rPr>
          <w:sz w:val="22"/>
        </w:rPr>
        <w:t xml:space="preserve">       Kč</w:t>
      </w:r>
    </w:p>
    <w:p w14:paraId="511B5350" w14:textId="77777777" w:rsidR="00AF13CF" w:rsidRPr="00AF13CF" w:rsidRDefault="00AF13CF" w:rsidP="00AF13CF">
      <w:pPr>
        <w:pStyle w:val="Textvbloku"/>
        <w:ind w:right="-91"/>
        <w:jc w:val="left"/>
        <w:rPr>
          <w:sz w:val="22"/>
        </w:rPr>
      </w:pPr>
      <w:r w:rsidRPr="00AF13CF">
        <w:rPr>
          <w:sz w:val="22"/>
        </w:rPr>
        <w:t xml:space="preserve">     DPH </w:t>
      </w:r>
      <w:r>
        <w:rPr>
          <w:sz w:val="22"/>
        </w:rPr>
        <w:t xml:space="preserve">                         </w:t>
      </w:r>
      <w:r w:rsidR="00F966EA">
        <w:rPr>
          <w:sz w:val="22"/>
        </w:rPr>
        <w:t xml:space="preserve">     </w:t>
      </w:r>
      <w:r>
        <w:rPr>
          <w:sz w:val="22"/>
        </w:rPr>
        <w:t xml:space="preserve">               Kč</w:t>
      </w:r>
    </w:p>
    <w:p w14:paraId="205817C1" w14:textId="77777777" w:rsidR="00AF13CF" w:rsidRDefault="00AF13CF" w:rsidP="00AF13CF">
      <w:pPr>
        <w:pStyle w:val="Textvbloku"/>
        <w:ind w:right="-91"/>
        <w:jc w:val="left"/>
        <w:rPr>
          <w:sz w:val="22"/>
        </w:rPr>
      </w:pPr>
      <w:r w:rsidRPr="00AF13CF">
        <w:rPr>
          <w:sz w:val="22"/>
        </w:rPr>
        <w:t xml:space="preserve">     Cena s</w:t>
      </w:r>
      <w:r>
        <w:rPr>
          <w:sz w:val="22"/>
        </w:rPr>
        <w:t> </w:t>
      </w:r>
      <w:r w:rsidRPr="00AF13CF">
        <w:rPr>
          <w:sz w:val="22"/>
        </w:rPr>
        <w:t>DPH</w:t>
      </w:r>
      <w:r>
        <w:rPr>
          <w:sz w:val="22"/>
        </w:rPr>
        <w:t xml:space="preserve">               </w:t>
      </w:r>
      <w:r w:rsidR="00F966EA">
        <w:rPr>
          <w:sz w:val="22"/>
        </w:rPr>
        <w:t xml:space="preserve">     </w:t>
      </w:r>
      <w:r>
        <w:rPr>
          <w:sz w:val="22"/>
        </w:rPr>
        <w:t xml:space="preserve">              Kč</w:t>
      </w:r>
    </w:p>
    <w:p w14:paraId="6E940BF8" w14:textId="77777777" w:rsidR="00AF13CF" w:rsidRDefault="00F966EA" w:rsidP="00AF13CF">
      <w:pPr>
        <w:pStyle w:val="Textvbloku"/>
        <w:ind w:right="-91"/>
        <w:jc w:val="left"/>
        <w:rPr>
          <w:sz w:val="22"/>
        </w:rPr>
      </w:pPr>
      <w:r>
        <w:rPr>
          <w:sz w:val="22"/>
        </w:rPr>
        <w:t xml:space="preserve"> </w:t>
      </w:r>
    </w:p>
    <w:p w14:paraId="409C2686" w14:textId="77777777" w:rsidR="00AF13CF" w:rsidRDefault="00AF13CF" w:rsidP="00AF13CF">
      <w:pPr>
        <w:pStyle w:val="Textvbloku"/>
        <w:ind w:right="-91"/>
        <w:jc w:val="left"/>
        <w:rPr>
          <w:sz w:val="22"/>
        </w:rPr>
      </w:pPr>
      <w:r>
        <w:rPr>
          <w:sz w:val="22"/>
        </w:rPr>
        <w:t xml:space="preserve">     Cena za realizaci 2. dílčího plnění – 1. rok následné péče</w:t>
      </w:r>
    </w:p>
    <w:p w14:paraId="417EBF37" w14:textId="77777777" w:rsidR="00AF13CF" w:rsidRPr="00AF13CF" w:rsidRDefault="00AF13CF" w:rsidP="00AF13CF">
      <w:pPr>
        <w:pStyle w:val="Textvbloku"/>
        <w:ind w:right="-91"/>
        <w:jc w:val="left"/>
        <w:rPr>
          <w:sz w:val="22"/>
        </w:rPr>
      </w:pPr>
      <w:r>
        <w:rPr>
          <w:b/>
          <w:sz w:val="22"/>
        </w:rPr>
        <w:t xml:space="preserve">     </w:t>
      </w:r>
      <w:r w:rsidRPr="00AF13CF">
        <w:rPr>
          <w:sz w:val="22"/>
        </w:rPr>
        <w:t xml:space="preserve">Cena bez DPH            </w:t>
      </w:r>
      <w:r w:rsidR="00F966EA">
        <w:rPr>
          <w:sz w:val="22"/>
        </w:rPr>
        <w:t xml:space="preserve">     </w:t>
      </w:r>
      <w:r w:rsidRPr="00AF13CF">
        <w:rPr>
          <w:sz w:val="22"/>
        </w:rPr>
        <w:t xml:space="preserve">             Kč</w:t>
      </w:r>
    </w:p>
    <w:p w14:paraId="367A8755" w14:textId="77777777" w:rsidR="00AF13CF" w:rsidRPr="00AF13CF" w:rsidRDefault="00AF13CF" w:rsidP="00AF13CF">
      <w:pPr>
        <w:pStyle w:val="Textvbloku"/>
        <w:ind w:right="-91"/>
        <w:jc w:val="left"/>
        <w:rPr>
          <w:sz w:val="22"/>
        </w:rPr>
      </w:pPr>
      <w:r w:rsidRPr="00AF13CF">
        <w:rPr>
          <w:sz w:val="22"/>
        </w:rPr>
        <w:t xml:space="preserve">     DPH </w:t>
      </w:r>
      <w:r>
        <w:rPr>
          <w:sz w:val="22"/>
        </w:rPr>
        <w:t xml:space="preserve">                           </w:t>
      </w:r>
      <w:r w:rsidR="00F966EA">
        <w:rPr>
          <w:sz w:val="22"/>
        </w:rPr>
        <w:t xml:space="preserve">     </w:t>
      </w:r>
      <w:r>
        <w:rPr>
          <w:sz w:val="22"/>
        </w:rPr>
        <w:t xml:space="preserve">             Kč</w:t>
      </w:r>
    </w:p>
    <w:p w14:paraId="15A6A65E" w14:textId="77777777" w:rsidR="00AF13CF" w:rsidRDefault="00AF13CF" w:rsidP="00AF13CF">
      <w:pPr>
        <w:pStyle w:val="Textvbloku"/>
        <w:ind w:right="-91"/>
        <w:jc w:val="left"/>
        <w:rPr>
          <w:sz w:val="22"/>
        </w:rPr>
      </w:pPr>
      <w:r w:rsidRPr="00AF13CF">
        <w:rPr>
          <w:sz w:val="22"/>
        </w:rPr>
        <w:t xml:space="preserve">     Cena s</w:t>
      </w:r>
      <w:r>
        <w:rPr>
          <w:sz w:val="22"/>
        </w:rPr>
        <w:t> </w:t>
      </w:r>
      <w:r w:rsidRPr="00AF13CF">
        <w:rPr>
          <w:sz w:val="22"/>
        </w:rPr>
        <w:t>DPH</w:t>
      </w:r>
      <w:r>
        <w:rPr>
          <w:sz w:val="22"/>
        </w:rPr>
        <w:t xml:space="preserve">                  </w:t>
      </w:r>
      <w:r w:rsidR="00F966EA">
        <w:rPr>
          <w:sz w:val="22"/>
        </w:rPr>
        <w:t xml:space="preserve">     </w:t>
      </w:r>
      <w:r>
        <w:rPr>
          <w:sz w:val="22"/>
        </w:rPr>
        <w:t xml:space="preserve">           Kč</w:t>
      </w:r>
    </w:p>
    <w:p w14:paraId="35491980" w14:textId="77777777" w:rsidR="00AF13CF" w:rsidRDefault="00AF13CF" w:rsidP="00AF13CF">
      <w:pPr>
        <w:pStyle w:val="Textvbloku"/>
        <w:ind w:right="-91"/>
        <w:jc w:val="left"/>
        <w:rPr>
          <w:sz w:val="22"/>
        </w:rPr>
      </w:pPr>
    </w:p>
    <w:p w14:paraId="50640390" w14:textId="77777777" w:rsidR="00AF13CF" w:rsidRDefault="00AF13CF" w:rsidP="00AF13CF">
      <w:pPr>
        <w:pStyle w:val="Textvbloku"/>
        <w:ind w:right="-91"/>
        <w:jc w:val="left"/>
        <w:rPr>
          <w:sz w:val="22"/>
        </w:rPr>
      </w:pPr>
      <w:r>
        <w:rPr>
          <w:sz w:val="22"/>
        </w:rPr>
        <w:t xml:space="preserve">     Cena za realizaci 3. dílčího plnění – 2. rok následné péče</w:t>
      </w:r>
    </w:p>
    <w:p w14:paraId="27E990C4" w14:textId="77777777" w:rsidR="00AF13CF" w:rsidRPr="00AF13CF" w:rsidRDefault="00AF13CF" w:rsidP="00AF13CF">
      <w:pPr>
        <w:pStyle w:val="Textvbloku"/>
        <w:ind w:right="-91"/>
        <w:jc w:val="left"/>
        <w:rPr>
          <w:sz w:val="22"/>
        </w:rPr>
      </w:pPr>
      <w:r>
        <w:rPr>
          <w:b/>
          <w:sz w:val="22"/>
        </w:rPr>
        <w:t xml:space="preserve">     </w:t>
      </w:r>
      <w:r w:rsidRPr="00AF13CF">
        <w:rPr>
          <w:sz w:val="22"/>
        </w:rPr>
        <w:t xml:space="preserve">Cena bez DPH             </w:t>
      </w:r>
      <w:r w:rsidR="00F966EA">
        <w:rPr>
          <w:sz w:val="22"/>
        </w:rPr>
        <w:t xml:space="preserve">     </w:t>
      </w:r>
      <w:r w:rsidRPr="00AF13CF">
        <w:rPr>
          <w:sz w:val="22"/>
        </w:rPr>
        <w:t xml:space="preserve">            Kč</w:t>
      </w:r>
    </w:p>
    <w:p w14:paraId="466386CB" w14:textId="77777777" w:rsidR="00AF13CF" w:rsidRPr="00AF13CF" w:rsidRDefault="00AF13CF" w:rsidP="00AF13CF">
      <w:pPr>
        <w:pStyle w:val="Textvbloku"/>
        <w:ind w:right="-91"/>
        <w:jc w:val="left"/>
        <w:rPr>
          <w:sz w:val="22"/>
        </w:rPr>
      </w:pPr>
      <w:r w:rsidRPr="00AF13CF">
        <w:rPr>
          <w:sz w:val="22"/>
        </w:rPr>
        <w:t xml:space="preserve">     DPH </w:t>
      </w:r>
      <w:r>
        <w:rPr>
          <w:sz w:val="22"/>
        </w:rPr>
        <w:t xml:space="preserve">                               </w:t>
      </w:r>
      <w:r w:rsidR="00F966EA">
        <w:rPr>
          <w:sz w:val="22"/>
        </w:rPr>
        <w:t xml:space="preserve">     </w:t>
      </w:r>
      <w:r>
        <w:rPr>
          <w:sz w:val="22"/>
        </w:rPr>
        <w:t xml:space="preserve">         Kč</w:t>
      </w:r>
    </w:p>
    <w:p w14:paraId="7337008B" w14:textId="77777777" w:rsidR="00AF13CF" w:rsidRDefault="00AF13CF" w:rsidP="00AF13CF">
      <w:pPr>
        <w:pStyle w:val="Textvbloku"/>
        <w:ind w:right="-91"/>
        <w:jc w:val="left"/>
        <w:rPr>
          <w:sz w:val="22"/>
        </w:rPr>
      </w:pPr>
      <w:r w:rsidRPr="00AF13CF">
        <w:rPr>
          <w:sz w:val="22"/>
        </w:rPr>
        <w:t xml:space="preserve">     Cena s</w:t>
      </w:r>
      <w:r>
        <w:rPr>
          <w:sz w:val="22"/>
        </w:rPr>
        <w:t> </w:t>
      </w:r>
      <w:r w:rsidRPr="00AF13CF">
        <w:rPr>
          <w:sz w:val="22"/>
        </w:rPr>
        <w:t>DPH</w:t>
      </w:r>
      <w:r>
        <w:rPr>
          <w:sz w:val="22"/>
        </w:rPr>
        <w:t xml:space="preserve">                    </w:t>
      </w:r>
      <w:r w:rsidR="00F966EA">
        <w:rPr>
          <w:sz w:val="22"/>
        </w:rPr>
        <w:t xml:space="preserve">     </w:t>
      </w:r>
      <w:r>
        <w:rPr>
          <w:sz w:val="22"/>
        </w:rPr>
        <w:t xml:space="preserve">         Kč</w:t>
      </w:r>
    </w:p>
    <w:p w14:paraId="201CDCCB" w14:textId="77777777" w:rsidR="00AF13CF" w:rsidRPr="00AF13CF" w:rsidRDefault="00AF13CF" w:rsidP="00AF13CF">
      <w:pPr>
        <w:pStyle w:val="Textvbloku"/>
        <w:ind w:right="-91"/>
        <w:jc w:val="left"/>
        <w:rPr>
          <w:sz w:val="22"/>
        </w:rPr>
      </w:pPr>
    </w:p>
    <w:p w14:paraId="0E4F1ACF" w14:textId="77777777" w:rsidR="00AF13CF" w:rsidRDefault="00AF13CF" w:rsidP="00AF13CF">
      <w:pPr>
        <w:pStyle w:val="Textvbloku"/>
        <w:ind w:right="-91"/>
        <w:jc w:val="left"/>
        <w:rPr>
          <w:sz w:val="22"/>
        </w:rPr>
      </w:pPr>
      <w:r>
        <w:rPr>
          <w:b/>
          <w:sz w:val="22"/>
        </w:rPr>
        <w:t xml:space="preserve">     </w:t>
      </w:r>
      <w:r>
        <w:rPr>
          <w:sz w:val="22"/>
        </w:rPr>
        <w:t>Cena za realizaci 4. dílčího plnění – 3. rok následné péče</w:t>
      </w:r>
    </w:p>
    <w:p w14:paraId="0BC4407C" w14:textId="77777777" w:rsidR="00AF13CF" w:rsidRPr="00AF13CF" w:rsidRDefault="00AF13CF" w:rsidP="00AF13CF">
      <w:pPr>
        <w:pStyle w:val="Textvbloku"/>
        <w:ind w:right="-91"/>
        <w:jc w:val="left"/>
        <w:rPr>
          <w:sz w:val="22"/>
        </w:rPr>
      </w:pPr>
      <w:r>
        <w:rPr>
          <w:sz w:val="22"/>
        </w:rPr>
        <w:t xml:space="preserve">     </w:t>
      </w:r>
      <w:r w:rsidRPr="00AF13CF">
        <w:rPr>
          <w:sz w:val="22"/>
        </w:rPr>
        <w:t xml:space="preserve">Cena bez DPH             </w:t>
      </w:r>
      <w:r w:rsidR="00F966EA">
        <w:rPr>
          <w:sz w:val="22"/>
        </w:rPr>
        <w:t xml:space="preserve">     </w:t>
      </w:r>
      <w:r w:rsidRPr="00AF13CF">
        <w:rPr>
          <w:sz w:val="22"/>
        </w:rPr>
        <w:t xml:space="preserve">            Kč</w:t>
      </w:r>
    </w:p>
    <w:p w14:paraId="02EA7AE4" w14:textId="77777777" w:rsidR="00AF13CF" w:rsidRPr="00AF13CF" w:rsidRDefault="00AF13CF" w:rsidP="00AF13CF">
      <w:pPr>
        <w:pStyle w:val="Textvbloku"/>
        <w:ind w:right="-91"/>
        <w:jc w:val="left"/>
        <w:rPr>
          <w:sz w:val="22"/>
        </w:rPr>
      </w:pPr>
      <w:r w:rsidRPr="00AF13CF">
        <w:rPr>
          <w:sz w:val="22"/>
        </w:rPr>
        <w:t xml:space="preserve">     DPH </w:t>
      </w:r>
      <w:r>
        <w:rPr>
          <w:sz w:val="22"/>
        </w:rPr>
        <w:t xml:space="preserve">                             </w:t>
      </w:r>
      <w:r w:rsidR="00F966EA">
        <w:rPr>
          <w:sz w:val="22"/>
        </w:rPr>
        <w:t xml:space="preserve">     </w:t>
      </w:r>
      <w:r>
        <w:rPr>
          <w:sz w:val="22"/>
        </w:rPr>
        <w:t xml:space="preserve">           Kč</w:t>
      </w:r>
    </w:p>
    <w:p w14:paraId="787925E3" w14:textId="77777777" w:rsidR="00AF13CF" w:rsidRDefault="00AF13CF" w:rsidP="00F966EA">
      <w:pPr>
        <w:pStyle w:val="Textvbloku"/>
        <w:tabs>
          <w:tab w:val="left" w:pos="2977"/>
          <w:tab w:val="left" w:pos="3261"/>
          <w:tab w:val="left" w:pos="3402"/>
        </w:tabs>
        <w:ind w:right="-91"/>
        <w:jc w:val="left"/>
        <w:rPr>
          <w:sz w:val="22"/>
        </w:rPr>
      </w:pPr>
      <w:r w:rsidRPr="00AF13CF">
        <w:rPr>
          <w:sz w:val="22"/>
        </w:rPr>
        <w:t xml:space="preserve">     Cena s</w:t>
      </w:r>
      <w:r>
        <w:rPr>
          <w:sz w:val="22"/>
        </w:rPr>
        <w:t> </w:t>
      </w:r>
      <w:r w:rsidRPr="00AF13CF">
        <w:rPr>
          <w:sz w:val="22"/>
        </w:rPr>
        <w:t>DPH</w:t>
      </w:r>
      <w:r>
        <w:rPr>
          <w:sz w:val="22"/>
        </w:rPr>
        <w:t xml:space="preserve">                  </w:t>
      </w:r>
      <w:r w:rsidR="00F966EA">
        <w:rPr>
          <w:sz w:val="22"/>
        </w:rPr>
        <w:t xml:space="preserve">     </w:t>
      </w:r>
      <w:r>
        <w:rPr>
          <w:sz w:val="22"/>
        </w:rPr>
        <w:t xml:space="preserve">           Kč</w:t>
      </w:r>
    </w:p>
    <w:p w14:paraId="5AAF63FC" w14:textId="77777777" w:rsidR="00AF13CF" w:rsidRDefault="00F966EA" w:rsidP="00AF13CF">
      <w:pPr>
        <w:pStyle w:val="Textvbloku"/>
        <w:ind w:right="-91"/>
        <w:jc w:val="left"/>
        <w:rPr>
          <w:b/>
          <w:sz w:val="22"/>
        </w:rPr>
      </w:pPr>
      <w:r>
        <w:rPr>
          <w:b/>
          <w:sz w:val="22"/>
        </w:rPr>
        <w:t xml:space="preserve">    </w:t>
      </w:r>
    </w:p>
    <w:p w14:paraId="159BA852" w14:textId="77777777" w:rsidR="00AF13CF" w:rsidRDefault="00F966EA" w:rsidP="00AF13CF">
      <w:pPr>
        <w:pStyle w:val="Textvbloku"/>
        <w:ind w:right="-91"/>
        <w:jc w:val="left"/>
        <w:rPr>
          <w:b/>
          <w:sz w:val="22"/>
        </w:rPr>
      </w:pPr>
      <w:r>
        <w:rPr>
          <w:b/>
          <w:sz w:val="22"/>
        </w:rPr>
        <w:t xml:space="preserve">     </w:t>
      </w:r>
      <w:r w:rsidR="00AF13CF">
        <w:rPr>
          <w:b/>
          <w:sz w:val="22"/>
        </w:rPr>
        <w:t>Cena díla celkem bez DPH</w:t>
      </w:r>
    </w:p>
    <w:p w14:paraId="0F95093D" w14:textId="77777777" w:rsidR="00AF13CF" w:rsidRPr="00A572FD" w:rsidRDefault="00F966EA" w:rsidP="00AF13CF">
      <w:pPr>
        <w:pStyle w:val="Textvbloku"/>
        <w:ind w:right="-91"/>
        <w:jc w:val="left"/>
        <w:rPr>
          <w:b/>
          <w:sz w:val="22"/>
        </w:rPr>
      </w:pPr>
      <w:r>
        <w:rPr>
          <w:b/>
          <w:sz w:val="22"/>
        </w:rPr>
        <w:t xml:space="preserve">     </w:t>
      </w:r>
      <w:r w:rsidR="00AF13CF">
        <w:rPr>
          <w:b/>
          <w:sz w:val="22"/>
        </w:rPr>
        <w:t>DPH</w:t>
      </w:r>
    </w:p>
    <w:p w14:paraId="63902C85" w14:textId="77777777" w:rsidR="00492E19" w:rsidRPr="00AF13CF" w:rsidRDefault="00F966EA" w:rsidP="00AF13CF">
      <w:pPr>
        <w:pStyle w:val="Textvbloku"/>
        <w:ind w:right="-91"/>
        <w:jc w:val="left"/>
        <w:rPr>
          <w:b/>
          <w:sz w:val="22"/>
        </w:rPr>
      </w:pPr>
      <w:r>
        <w:rPr>
          <w:b/>
          <w:sz w:val="22"/>
        </w:rPr>
        <w:t xml:space="preserve">     </w:t>
      </w:r>
      <w:r w:rsidR="00AF13CF" w:rsidRPr="00AF13CF">
        <w:rPr>
          <w:b/>
          <w:sz w:val="22"/>
        </w:rPr>
        <w:t>Cena díla celkem s DPH</w:t>
      </w:r>
      <w:r w:rsidR="00492E19" w:rsidRPr="00AF13CF">
        <w:rPr>
          <w:b/>
          <w:sz w:val="22"/>
        </w:rPr>
        <w:t xml:space="preserve">  </w:t>
      </w:r>
    </w:p>
    <w:p w14:paraId="2D08CF79" w14:textId="77777777" w:rsidR="00E7109E" w:rsidRPr="00AF13CF" w:rsidRDefault="00F966EA" w:rsidP="00F966EA">
      <w:pPr>
        <w:pStyle w:val="Textvbloku"/>
        <w:tabs>
          <w:tab w:val="left" w:pos="284"/>
        </w:tabs>
        <w:spacing w:after="120"/>
        <w:ind w:right="-91"/>
        <w:jc w:val="left"/>
        <w:rPr>
          <w:b/>
          <w:sz w:val="22"/>
        </w:rPr>
      </w:pPr>
      <w:r>
        <w:rPr>
          <w:b/>
          <w:sz w:val="22"/>
        </w:rPr>
        <w:t xml:space="preserve">     </w:t>
      </w:r>
      <w:r w:rsidR="00E7109E" w:rsidRPr="00AF13CF">
        <w:rPr>
          <w:b/>
          <w:sz w:val="22"/>
        </w:rPr>
        <w:t>(slovy:)</w:t>
      </w:r>
    </w:p>
    <w:p w14:paraId="460C10AD" w14:textId="77777777" w:rsidR="008D7872" w:rsidRPr="00A345FE" w:rsidRDefault="008D7872" w:rsidP="00563442">
      <w:pPr>
        <w:numPr>
          <w:ilvl w:val="0"/>
          <w:numId w:val="4"/>
        </w:numPr>
        <w:tabs>
          <w:tab w:val="clear" w:pos="1080"/>
        </w:tabs>
        <w:spacing w:after="120"/>
        <w:ind w:left="284" w:hanging="284"/>
        <w:jc w:val="both"/>
        <w:rPr>
          <w:b/>
          <w:sz w:val="22"/>
        </w:rPr>
      </w:pPr>
      <w:r w:rsidRPr="001D42FA">
        <w:rPr>
          <w:sz w:val="22"/>
        </w:rPr>
        <w:t xml:space="preserve">Cena byla dohodnuta na základě objednatelem vypracované a zhotovitelem naceněné </w:t>
      </w:r>
      <w:r w:rsidR="002A51C2" w:rsidRPr="001D42FA">
        <w:rPr>
          <w:sz w:val="22"/>
        </w:rPr>
        <w:t>Strukturované cenové nabíd</w:t>
      </w:r>
      <w:r w:rsidR="002A51C2" w:rsidRPr="001D42FA">
        <w:rPr>
          <w:sz w:val="22"/>
          <w:szCs w:val="22"/>
        </w:rPr>
        <w:t>ce</w:t>
      </w:r>
      <w:r w:rsidR="002A51C2" w:rsidRPr="001D42FA">
        <w:t xml:space="preserve"> </w:t>
      </w:r>
      <w:r w:rsidRPr="001D42FA">
        <w:rPr>
          <w:sz w:val="22"/>
        </w:rPr>
        <w:t>díla</w:t>
      </w:r>
      <w:r w:rsidR="002A51C2" w:rsidRPr="001D42FA">
        <w:rPr>
          <w:sz w:val="22"/>
        </w:rPr>
        <w:t xml:space="preserve"> (položkového rozpočtu)</w:t>
      </w:r>
      <w:r w:rsidR="00C97D01" w:rsidRPr="001D42FA">
        <w:rPr>
          <w:sz w:val="22"/>
        </w:rPr>
        <w:t xml:space="preserve"> – příloha č. 1 této smlouvy</w:t>
      </w:r>
      <w:r w:rsidRPr="001D42FA">
        <w:rPr>
          <w:sz w:val="22"/>
        </w:rPr>
        <w:t xml:space="preserve">. Případné odchylky, vynechání, opomnění, chyby a nedostatky položkového rozpočtu zhotovitele nemají v žádném případě </w:t>
      </w:r>
      <w:r w:rsidRPr="00A345FE">
        <w:rPr>
          <w:sz w:val="22"/>
        </w:rPr>
        <w:t>vliv na smluvní cenu za dílo, ani na rozsah díla podle této smlouvy, rozsah plnění zhotovitele ani na další ujednání smluvních stran v této smlouvě. Položkový rozpočet bude nadále sloužit k ohodnocení provedených částí díla za účelem</w:t>
      </w:r>
      <w:r w:rsidR="00DC0A5C" w:rsidRPr="00A345FE">
        <w:rPr>
          <w:sz w:val="22"/>
        </w:rPr>
        <w:t xml:space="preserve"> </w:t>
      </w:r>
      <w:r w:rsidR="00510897" w:rsidRPr="00A345FE">
        <w:rPr>
          <w:sz w:val="22"/>
        </w:rPr>
        <w:t xml:space="preserve">dílčí </w:t>
      </w:r>
      <w:r w:rsidR="00C97D01" w:rsidRPr="00A345FE">
        <w:rPr>
          <w:sz w:val="22"/>
        </w:rPr>
        <w:t xml:space="preserve">fakturace, příp. </w:t>
      </w:r>
      <w:r w:rsidRPr="00A345FE">
        <w:rPr>
          <w:sz w:val="22"/>
        </w:rPr>
        <w:t xml:space="preserve">uplatnění smluvních pokut. Na jeho základě bude objednatel schvalovat ohodnocení provedených dodávek, prací a služeb, které bude podkladem pro </w:t>
      </w:r>
      <w:r w:rsidR="00043E77" w:rsidRPr="00A345FE">
        <w:rPr>
          <w:sz w:val="22"/>
        </w:rPr>
        <w:t>dílčí</w:t>
      </w:r>
      <w:r w:rsidR="00510897" w:rsidRPr="00A345FE">
        <w:rPr>
          <w:sz w:val="22"/>
        </w:rPr>
        <w:t xml:space="preserve"> </w:t>
      </w:r>
      <w:r w:rsidRPr="00A345FE">
        <w:rPr>
          <w:sz w:val="22"/>
        </w:rPr>
        <w:t>fakturaci zhotovitele.</w:t>
      </w:r>
      <w:r w:rsidR="00DC0A5C" w:rsidRPr="00A345FE">
        <w:rPr>
          <w:sz w:val="22"/>
        </w:rPr>
        <w:t xml:space="preserve"> </w:t>
      </w:r>
      <w:r w:rsidRPr="00A345FE">
        <w:rPr>
          <w:snapToGrid w:val="0"/>
          <w:sz w:val="22"/>
        </w:rPr>
        <w:t>Jednotkové ceny uvedené v položkovém rozpočtu jsou cenami pevnými po celou dobu realizace díla.</w:t>
      </w:r>
    </w:p>
    <w:p w14:paraId="57E88DC5" w14:textId="77777777" w:rsidR="0003075A" w:rsidRPr="0003075A" w:rsidRDefault="0003075A" w:rsidP="0003075A">
      <w:pPr>
        <w:numPr>
          <w:ilvl w:val="0"/>
          <w:numId w:val="4"/>
        </w:numPr>
        <w:tabs>
          <w:tab w:val="clear" w:pos="1080"/>
        </w:tabs>
        <w:spacing w:after="120"/>
        <w:ind w:left="284" w:hanging="284"/>
        <w:jc w:val="both"/>
        <w:rPr>
          <w:b/>
          <w:sz w:val="22"/>
        </w:rPr>
      </w:pPr>
      <w:r w:rsidRPr="0003075A">
        <w:rPr>
          <w:sz w:val="22"/>
          <w:u w:val="single"/>
        </w:rPr>
        <w:t xml:space="preserve">Objednatel si vyhrazuje v souladu s § 100 zákona </w:t>
      </w:r>
      <w:r w:rsidR="0083226F" w:rsidRPr="0008572F">
        <w:rPr>
          <w:sz w:val="22"/>
          <w:u w:val="single"/>
        </w:rPr>
        <w:t>č. 134/2016 Sb.</w:t>
      </w:r>
      <w:r w:rsidR="0083226F">
        <w:rPr>
          <w:sz w:val="22"/>
          <w:u w:val="single"/>
        </w:rPr>
        <w:t xml:space="preserve"> </w:t>
      </w:r>
      <w:r w:rsidRPr="0003075A">
        <w:rPr>
          <w:sz w:val="22"/>
          <w:u w:val="single"/>
        </w:rPr>
        <w:t xml:space="preserve">změnu závazku: </w:t>
      </w:r>
    </w:p>
    <w:p w14:paraId="0F939F01" w14:textId="77777777" w:rsidR="0003075A" w:rsidRPr="0003075A" w:rsidRDefault="0003075A" w:rsidP="0003075A">
      <w:pPr>
        <w:pStyle w:val="Odstavecseseznamem"/>
        <w:ind w:left="567" w:hanging="283"/>
        <w:jc w:val="both"/>
        <w:rPr>
          <w:sz w:val="22"/>
        </w:rPr>
      </w:pPr>
      <w:r w:rsidRPr="0003075A">
        <w:rPr>
          <w:sz w:val="22"/>
        </w:rPr>
        <w:t>a)</w:t>
      </w:r>
      <w:r w:rsidRPr="0003075A">
        <w:rPr>
          <w:sz w:val="22"/>
        </w:rPr>
        <w:tab/>
      </w:r>
      <w:bookmarkStart w:id="4" w:name="_Hlk5193556"/>
      <w:r w:rsidRPr="0003075A">
        <w:rPr>
          <w:sz w:val="22"/>
        </w:rPr>
        <w:t>měřený kontrakt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p>
    <w:p w14:paraId="2D479413" w14:textId="77777777" w:rsidR="0003075A" w:rsidRDefault="0003075A" w:rsidP="0003075A">
      <w:pPr>
        <w:pStyle w:val="Odstavecseseznamem"/>
        <w:ind w:left="567" w:hanging="283"/>
        <w:jc w:val="both"/>
        <w:rPr>
          <w:sz w:val="22"/>
        </w:rPr>
      </w:pPr>
      <w:r w:rsidRPr="0003075A">
        <w:rPr>
          <w:sz w:val="22"/>
        </w:rPr>
        <w:t>b)</w:t>
      </w:r>
      <w:r w:rsidRPr="0003075A">
        <w:rPr>
          <w:sz w:val="22"/>
        </w:rPr>
        <w:tab/>
        <w:t>změny daňových předpisů majících vliv na cenu díla. V takovém případě bude nabídková cena upravena dle sazeb daně z přidané hodnoty platných v době vzniku zdanitelného plnění za práce neprovedené a nevyfakturované.</w:t>
      </w:r>
    </w:p>
    <w:p w14:paraId="2E0864E9" w14:textId="77777777" w:rsidR="00231F85" w:rsidRPr="0003075A" w:rsidRDefault="00231F85" w:rsidP="0003075A">
      <w:pPr>
        <w:pStyle w:val="Odstavecseseznamem"/>
        <w:ind w:left="567" w:hanging="283"/>
        <w:jc w:val="both"/>
        <w:rPr>
          <w:sz w:val="22"/>
        </w:rPr>
      </w:pPr>
    </w:p>
    <w:bookmarkEnd w:id="4"/>
    <w:p w14:paraId="1314077A" w14:textId="77777777" w:rsidR="0057761B" w:rsidRPr="001D42FA" w:rsidRDefault="0057761B" w:rsidP="00015F8D">
      <w:pPr>
        <w:pStyle w:val="Odstavecseseznamem"/>
        <w:rPr>
          <w:sz w:val="22"/>
        </w:rPr>
      </w:pPr>
    </w:p>
    <w:p w14:paraId="026F9C14" w14:textId="77777777" w:rsidR="0057761B" w:rsidRPr="001D42FA" w:rsidRDefault="0057761B" w:rsidP="00015F8D">
      <w:pPr>
        <w:jc w:val="both"/>
        <w:rPr>
          <w:sz w:val="22"/>
        </w:rPr>
      </w:pPr>
    </w:p>
    <w:p w14:paraId="0EC36D0E" w14:textId="77777777" w:rsidR="00781276" w:rsidRPr="001D42FA" w:rsidRDefault="00111445" w:rsidP="00015F8D">
      <w:pPr>
        <w:pStyle w:val="Nadpis4"/>
        <w:rPr>
          <w:sz w:val="22"/>
        </w:rPr>
      </w:pPr>
      <w:r w:rsidRPr="001D42FA">
        <w:rPr>
          <w:sz w:val="22"/>
        </w:rPr>
        <w:t xml:space="preserve">V. </w:t>
      </w:r>
      <w:r w:rsidR="0032542D" w:rsidRPr="001D42FA">
        <w:rPr>
          <w:sz w:val="22"/>
        </w:rPr>
        <w:t>PLATEBNÍ PODMÍNKY</w:t>
      </w:r>
    </w:p>
    <w:p w14:paraId="7A3B77FE" w14:textId="77777777" w:rsidR="00451A82" w:rsidRPr="001D42FA" w:rsidRDefault="00451A82" w:rsidP="00015F8D">
      <w:r w:rsidRPr="001D42FA">
        <w:t>-------------------------------</w:t>
      </w:r>
      <w:r w:rsidR="00BD3C2E" w:rsidRPr="001D42FA">
        <w:t>----</w:t>
      </w:r>
      <w:r w:rsidRPr="001D42FA">
        <w:t>---------</w:t>
      </w:r>
    </w:p>
    <w:p w14:paraId="56774E2C" w14:textId="77777777" w:rsidR="00451A82" w:rsidRPr="001D42FA" w:rsidRDefault="00451A82" w:rsidP="00015F8D">
      <w:pPr>
        <w:pStyle w:val="Odstavecseseznamem"/>
        <w:numPr>
          <w:ilvl w:val="0"/>
          <w:numId w:val="9"/>
        </w:numPr>
        <w:spacing w:before="120" w:after="120"/>
        <w:jc w:val="both"/>
        <w:rPr>
          <w:sz w:val="22"/>
          <w:szCs w:val="22"/>
        </w:rPr>
      </w:pPr>
      <w:r w:rsidRPr="001D42FA">
        <w:rPr>
          <w:sz w:val="22"/>
          <w:szCs w:val="22"/>
        </w:rPr>
        <w:t xml:space="preserve">Smluvní strany se dohodly na úhradě ceny </w:t>
      </w:r>
      <w:r w:rsidR="00217B43" w:rsidRPr="001D42FA">
        <w:rPr>
          <w:sz w:val="22"/>
          <w:szCs w:val="22"/>
        </w:rPr>
        <w:t xml:space="preserve">díla </w:t>
      </w:r>
      <w:r w:rsidRPr="001D42FA">
        <w:rPr>
          <w:sz w:val="22"/>
          <w:szCs w:val="22"/>
        </w:rPr>
        <w:t>takto:</w:t>
      </w:r>
    </w:p>
    <w:p w14:paraId="39FED469" w14:textId="77777777" w:rsidR="00451A82" w:rsidRDefault="00451A82" w:rsidP="00015F8D">
      <w:pPr>
        <w:pStyle w:val="Odstavecseseznamem"/>
        <w:numPr>
          <w:ilvl w:val="0"/>
          <w:numId w:val="10"/>
        </w:numPr>
        <w:spacing w:before="120" w:after="120"/>
        <w:jc w:val="both"/>
        <w:rPr>
          <w:sz w:val="22"/>
          <w:szCs w:val="22"/>
        </w:rPr>
      </w:pPr>
      <w:r w:rsidRPr="001D42FA">
        <w:rPr>
          <w:sz w:val="22"/>
          <w:szCs w:val="22"/>
        </w:rPr>
        <w:t>Objednatel neposkytuje zhotoviteli zálohy.</w:t>
      </w:r>
    </w:p>
    <w:p w14:paraId="0027A59A" w14:textId="77777777" w:rsidR="00AD2193" w:rsidRPr="00A345FE" w:rsidRDefault="00AD2193" w:rsidP="00061C33">
      <w:pPr>
        <w:pStyle w:val="Odstavecseseznamem"/>
        <w:numPr>
          <w:ilvl w:val="0"/>
          <w:numId w:val="10"/>
        </w:numPr>
        <w:spacing w:before="120" w:after="120"/>
        <w:jc w:val="both"/>
        <w:rPr>
          <w:sz w:val="22"/>
          <w:szCs w:val="22"/>
        </w:rPr>
      </w:pPr>
      <w:r w:rsidRPr="00A345FE">
        <w:rPr>
          <w:sz w:val="22"/>
          <w:szCs w:val="22"/>
        </w:rPr>
        <w:t>Smluvní strany se dohodly v souladu s § 21 odst. 7 zákona č. 235/2004 Sb., o dani z přidané hodnoty ve znění pozdějších předpisů na hrazení ceny za dílo postupně (</w:t>
      </w:r>
      <w:r w:rsidRPr="00A345FE">
        <w:rPr>
          <w:sz w:val="22"/>
          <w:szCs w:val="22"/>
          <w:u w:val="single"/>
        </w:rPr>
        <w:t>dílčí plnění</w:t>
      </w:r>
      <w:r w:rsidRPr="00A345FE">
        <w:rPr>
          <w:sz w:val="22"/>
          <w:szCs w:val="22"/>
        </w:rPr>
        <w:t xml:space="preserve">) na základě dílčích daňových dokladů, které budou vystavovány </w:t>
      </w:r>
      <w:r w:rsidR="00E00687" w:rsidRPr="00A345FE">
        <w:rPr>
          <w:sz w:val="22"/>
          <w:szCs w:val="22"/>
        </w:rPr>
        <w:t xml:space="preserve">vždy po protokolárním předání ucelené části díla </w:t>
      </w:r>
      <w:r w:rsidR="00A345FE" w:rsidRPr="00A345FE">
        <w:rPr>
          <w:sz w:val="22"/>
          <w:szCs w:val="22"/>
        </w:rPr>
        <w:t>(</w:t>
      </w:r>
      <w:r w:rsidR="00E00687" w:rsidRPr="00A345FE">
        <w:rPr>
          <w:sz w:val="22"/>
          <w:szCs w:val="22"/>
        </w:rPr>
        <w:t>práce a služby)</w:t>
      </w:r>
      <w:r w:rsidRPr="00A345FE">
        <w:rPr>
          <w:sz w:val="22"/>
          <w:szCs w:val="22"/>
        </w:rPr>
        <w:t xml:space="preserve"> dle skutečně provedených prací, dodávek a služeb na základě objednatelem schválených zjišťovacích protokolů a soupisů provedených prací, dodávek a služeb s využitím cenových údajů položkového rozpočtu zhotovitele, doloženého v nabídce, pro ocenění dokončených částí díla. Zhotovitel </w:t>
      </w:r>
      <w:r w:rsidR="00043E77" w:rsidRPr="00A345FE">
        <w:rPr>
          <w:sz w:val="22"/>
          <w:szCs w:val="22"/>
        </w:rPr>
        <w:t xml:space="preserve">však </w:t>
      </w:r>
      <w:r w:rsidRPr="00A345FE">
        <w:rPr>
          <w:sz w:val="22"/>
          <w:szCs w:val="22"/>
        </w:rPr>
        <w:t>bude předkládat objednateli položkový soupis provedených prací, dodávek a služeb k odsouhlasení nejpozději do tří pracovních dnů po skončení měsíce za plnění provedené v příslušném měsíci.</w:t>
      </w:r>
    </w:p>
    <w:p w14:paraId="0C08B62D" w14:textId="77777777" w:rsidR="00A345FE" w:rsidRPr="00A345FE" w:rsidRDefault="00A345FE" w:rsidP="00015F8D">
      <w:pPr>
        <w:pStyle w:val="Odstavecseseznamem"/>
        <w:numPr>
          <w:ilvl w:val="0"/>
          <w:numId w:val="10"/>
        </w:numPr>
        <w:spacing w:before="120" w:after="120"/>
        <w:jc w:val="both"/>
        <w:rPr>
          <w:sz w:val="22"/>
          <w:szCs w:val="22"/>
        </w:rPr>
      </w:pPr>
      <w:r w:rsidRPr="00A345FE">
        <w:rPr>
          <w:sz w:val="22"/>
          <w:szCs w:val="22"/>
        </w:rPr>
        <w:t>Za následnou péči bude vystaven daňový doklad vždy k 3</w:t>
      </w:r>
      <w:r w:rsidR="0083226F">
        <w:rPr>
          <w:sz w:val="22"/>
          <w:szCs w:val="22"/>
        </w:rPr>
        <w:t>0</w:t>
      </w:r>
      <w:r w:rsidRPr="00A345FE">
        <w:rPr>
          <w:sz w:val="22"/>
          <w:szCs w:val="22"/>
        </w:rPr>
        <w:t>.11. příslušného kalendářního roku.</w:t>
      </w:r>
    </w:p>
    <w:p w14:paraId="45419CCA" w14:textId="77777777" w:rsidR="00451A82" w:rsidRPr="001D42FA" w:rsidRDefault="00451A82" w:rsidP="00015F8D">
      <w:pPr>
        <w:pStyle w:val="Odstavecseseznamem"/>
        <w:numPr>
          <w:ilvl w:val="0"/>
          <w:numId w:val="10"/>
        </w:numPr>
        <w:spacing w:before="120" w:after="120"/>
        <w:jc w:val="both"/>
        <w:rPr>
          <w:sz w:val="22"/>
          <w:szCs w:val="22"/>
        </w:rPr>
      </w:pPr>
      <w:r w:rsidRPr="001D42FA">
        <w:rPr>
          <w:sz w:val="22"/>
          <w:szCs w:val="22"/>
        </w:rPr>
        <w:t xml:space="preserve">Přílohou daňového dokladu musí být protokol o předání a převzetí </w:t>
      </w:r>
      <w:r w:rsidR="00431B8D" w:rsidRPr="001D42FA">
        <w:rPr>
          <w:sz w:val="22"/>
          <w:szCs w:val="22"/>
        </w:rPr>
        <w:t>díla</w:t>
      </w:r>
      <w:r w:rsidR="00E00687">
        <w:rPr>
          <w:sz w:val="22"/>
          <w:szCs w:val="22"/>
        </w:rPr>
        <w:t xml:space="preserve"> nebo jeho ucelené části </w:t>
      </w:r>
      <w:r w:rsidR="00043E77">
        <w:rPr>
          <w:sz w:val="22"/>
          <w:szCs w:val="22"/>
        </w:rPr>
        <w:t xml:space="preserve">a zjišťovací protokol </w:t>
      </w:r>
      <w:r w:rsidRPr="001D42FA">
        <w:rPr>
          <w:sz w:val="22"/>
          <w:szCs w:val="22"/>
        </w:rPr>
        <w:t>potvrzený oběma smluvními stranami.</w:t>
      </w:r>
    </w:p>
    <w:p w14:paraId="0128BB55" w14:textId="77777777" w:rsidR="00451A82" w:rsidRPr="001D42FA" w:rsidRDefault="00451A82" w:rsidP="00AD2193">
      <w:pPr>
        <w:pStyle w:val="Odstavecseseznamem"/>
        <w:numPr>
          <w:ilvl w:val="0"/>
          <w:numId w:val="9"/>
        </w:numPr>
        <w:spacing w:before="120" w:after="120"/>
        <w:ind w:left="284" w:hanging="284"/>
        <w:jc w:val="both"/>
        <w:rPr>
          <w:sz w:val="22"/>
          <w:szCs w:val="22"/>
        </w:rPr>
      </w:pPr>
      <w:r w:rsidRPr="001D42FA">
        <w:rPr>
          <w:sz w:val="22"/>
          <w:szCs w:val="22"/>
        </w:rPr>
        <w:t xml:space="preserve">Daňový doklad musí být předložen </w:t>
      </w:r>
      <w:r w:rsidR="0067784F" w:rsidRPr="001D42FA">
        <w:rPr>
          <w:sz w:val="22"/>
          <w:szCs w:val="22"/>
        </w:rPr>
        <w:t>objednateli</w:t>
      </w:r>
      <w:r w:rsidRPr="001D42FA">
        <w:rPr>
          <w:sz w:val="22"/>
          <w:szCs w:val="22"/>
        </w:rPr>
        <w:t xml:space="preserve"> nejpozději do 15-ti dnů ode dne zdanitelného plnění a řádně doložen nezbytnými doklady, které umožní </w:t>
      </w:r>
      <w:r w:rsidR="0067784F" w:rsidRPr="001D42FA">
        <w:rPr>
          <w:sz w:val="22"/>
          <w:szCs w:val="22"/>
        </w:rPr>
        <w:t>objednateli</w:t>
      </w:r>
      <w:r w:rsidRPr="001D42FA">
        <w:rPr>
          <w:sz w:val="22"/>
          <w:szCs w:val="22"/>
        </w:rPr>
        <w:t xml:space="preserve"> provést jeho kontrolu.</w:t>
      </w:r>
    </w:p>
    <w:p w14:paraId="12A75ACA" w14:textId="77777777" w:rsidR="00AD2193" w:rsidRPr="008A1BD3" w:rsidRDefault="00AD2193" w:rsidP="00AD2193">
      <w:pPr>
        <w:pStyle w:val="Zkladntextodsazen"/>
        <w:numPr>
          <w:ilvl w:val="1"/>
          <w:numId w:val="34"/>
        </w:numPr>
        <w:tabs>
          <w:tab w:val="clear" w:pos="1440"/>
        </w:tabs>
        <w:ind w:left="284" w:hanging="284"/>
        <w:rPr>
          <w:i w:val="0"/>
        </w:rPr>
      </w:pPr>
      <w:r w:rsidRPr="004A0EDC">
        <w:rPr>
          <w:i w:val="0"/>
        </w:rPr>
        <w:t xml:space="preserve">Daňové doklady musí obsahovat náležitosti </w:t>
      </w:r>
      <w:r w:rsidRPr="008A1BD3">
        <w:rPr>
          <w:i w:val="0"/>
        </w:rPr>
        <w:t xml:space="preserve">dle zákona č. 563/1991 Sb., o účetnictví ve znění pozdějších předpisů </w:t>
      </w:r>
      <w:r>
        <w:rPr>
          <w:i w:val="0"/>
        </w:rPr>
        <w:t xml:space="preserve">a </w:t>
      </w:r>
      <w:r w:rsidRPr="004A0EDC">
        <w:rPr>
          <w:i w:val="0"/>
        </w:rPr>
        <w:t>dle zákona č.</w:t>
      </w:r>
      <w:r w:rsidR="0083226F">
        <w:rPr>
          <w:i w:val="0"/>
        </w:rPr>
        <w:t xml:space="preserve"> </w:t>
      </w:r>
      <w:r w:rsidRPr="004A0EDC">
        <w:rPr>
          <w:i w:val="0"/>
        </w:rPr>
        <w:t>235/2004 Sb.</w:t>
      </w:r>
      <w:r>
        <w:rPr>
          <w:i w:val="0"/>
        </w:rPr>
        <w:t>, o dani z přidané hodnoty</w:t>
      </w:r>
      <w:r w:rsidRPr="004A0EDC">
        <w:rPr>
          <w:i w:val="0"/>
        </w:rPr>
        <w:t xml:space="preserve"> </w:t>
      </w:r>
      <w:r>
        <w:rPr>
          <w:i w:val="0"/>
        </w:rPr>
        <w:t>ve znění pozdějších předpisů</w:t>
      </w:r>
      <w:r w:rsidRPr="004A0EDC">
        <w:rPr>
          <w:i w:val="0"/>
        </w:rPr>
        <w:t xml:space="preserve">. </w:t>
      </w:r>
      <w:r w:rsidRPr="008A1BD3">
        <w:rPr>
          <w:i w:val="0"/>
        </w:rPr>
        <w:t>Zhotovitel je na každé faktuře povinen výslovně uvést, zda je, či není plátcem DPH. V případě, že je zhotovitel plátcem DPH, pak součástí každé faktury musí být prohlášení zhotovitele o tom, že:</w:t>
      </w:r>
    </w:p>
    <w:p w14:paraId="39529F9F" w14:textId="77777777" w:rsidR="00AD2193" w:rsidRDefault="00AD2193" w:rsidP="00AD2193">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31C26A7F" w14:textId="77777777" w:rsidR="00AD2193" w:rsidRDefault="00AD2193" w:rsidP="00AD2193">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0A7C5020" w14:textId="77777777" w:rsidR="00AD2193" w:rsidRDefault="00AD2193" w:rsidP="00AD2193">
      <w:pPr>
        <w:pStyle w:val="Zkladntextodsazen"/>
        <w:numPr>
          <w:ilvl w:val="0"/>
          <w:numId w:val="35"/>
        </w:numPr>
        <w:rPr>
          <w:i w:val="0"/>
        </w:rPr>
      </w:pPr>
      <w:r w:rsidRPr="008A1BD3">
        <w:rPr>
          <w:i w:val="0"/>
        </w:rPr>
        <w:t>nezkrátí daň nebo nevyláká daňovou výhodu</w:t>
      </w:r>
      <w:r>
        <w:rPr>
          <w:i w:val="0"/>
        </w:rPr>
        <w:t>,</w:t>
      </w:r>
    </w:p>
    <w:p w14:paraId="5E1A81C3" w14:textId="77777777" w:rsidR="00AD2193" w:rsidRDefault="00AD2193" w:rsidP="00AD2193">
      <w:pPr>
        <w:pStyle w:val="Zkladntextodsazen"/>
        <w:numPr>
          <w:ilvl w:val="0"/>
          <w:numId w:val="35"/>
        </w:numPr>
        <w:rPr>
          <w:i w:val="0"/>
        </w:rPr>
      </w:pPr>
      <w:r w:rsidRPr="008A1BD3">
        <w:rPr>
          <w:i w:val="0"/>
        </w:rPr>
        <w:t>úplata za plnění dle této faktury není odchylná od obvyklé ceny,</w:t>
      </w:r>
    </w:p>
    <w:p w14:paraId="39F10123" w14:textId="77777777" w:rsidR="00AD2193" w:rsidRDefault="00AD2193" w:rsidP="00AD2193">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6DC579BF" w14:textId="77777777" w:rsidR="00AD2193" w:rsidRDefault="00AD2193" w:rsidP="00AD2193">
      <w:pPr>
        <w:pStyle w:val="Zkladntextodsazen"/>
        <w:numPr>
          <w:ilvl w:val="0"/>
          <w:numId w:val="35"/>
        </w:numPr>
        <w:rPr>
          <w:i w:val="0"/>
        </w:rPr>
      </w:pPr>
      <w:r w:rsidRPr="008A1BD3">
        <w:rPr>
          <w:i w:val="0"/>
        </w:rPr>
        <w:t>nebude nespolehlivým plátcem,</w:t>
      </w:r>
    </w:p>
    <w:p w14:paraId="4BDC9304" w14:textId="77777777" w:rsidR="00AD2193" w:rsidRDefault="00AD2193" w:rsidP="00AD2193">
      <w:pPr>
        <w:pStyle w:val="Zkladntextodsazen"/>
        <w:numPr>
          <w:ilvl w:val="0"/>
          <w:numId w:val="35"/>
        </w:numPr>
        <w:rPr>
          <w:i w:val="0"/>
        </w:rPr>
      </w:pPr>
      <w:r w:rsidRPr="008A1BD3">
        <w:rPr>
          <w:i w:val="0"/>
        </w:rPr>
        <w:t>bude mít u správce daně registrován bankovní účet používaný pro ekonomickou činnost,</w:t>
      </w:r>
    </w:p>
    <w:p w14:paraId="6800D964" w14:textId="77777777" w:rsidR="00AD2193" w:rsidRDefault="00AD2193" w:rsidP="00AD2193">
      <w:pPr>
        <w:pStyle w:val="Zkladntextodsazen"/>
        <w:numPr>
          <w:ilvl w:val="0"/>
          <w:numId w:val="35"/>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03A0C279" w14:textId="77777777" w:rsidR="00451A82" w:rsidRPr="00AD2193" w:rsidRDefault="00AD2193" w:rsidP="00AD2193">
      <w:pPr>
        <w:pStyle w:val="Zkladntextodsazen"/>
        <w:numPr>
          <w:ilvl w:val="0"/>
          <w:numId w:val="35"/>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49515A13" w14:textId="77777777" w:rsidR="00451A82" w:rsidRDefault="00451A82" w:rsidP="007F2A82">
      <w:pPr>
        <w:pStyle w:val="Odstavecseseznamem"/>
        <w:numPr>
          <w:ilvl w:val="0"/>
          <w:numId w:val="37"/>
        </w:numPr>
        <w:spacing w:before="120" w:after="120"/>
        <w:jc w:val="both"/>
        <w:rPr>
          <w:sz w:val="22"/>
          <w:szCs w:val="22"/>
        </w:rPr>
      </w:pPr>
      <w:r w:rsidRPr="00A10900">
        <w:rPr>
          <w:sz w:val="22"/>
          <w:szCs w:val="22"/>
        </w:rPr>
        <w:t xml:space="preserve">Splatnost daňového dokladu vystaveného </w:t>
      </w:r>
      <w:r w:rsidR="0067784F" w:rsidRPr="00A10900">
        <w:rPr>
          <w:sz w:val="22"/>
          <w:szCs w:val="22"/>
        </w:rPr>
        <w:t>zhotovitelem</w:t>
      </w:r>
      <w:r w:rsidRPr="00A10900">
        <w:rPr>
          <w:sz w:val="22"/>
          <w:szCs w:val="22"/>
        </w:rPr>
        <w:t xml:space="preserve"> je </w:t>
      </w:r>
      <w:r w:rsidR="00431B8D">
        <w:rPr>
          <w:sz w:val="22"/>
          <w:szCs w:val="22"/>
        </w:rPr>
        <w:t xml:space="preserve">do </w:t>
      </w:r>
      <w:r w:rsidRPr="00A10900">
        <w:rPr>
          <w:sz w:val="22"/>
          <w:szCs w:val="22"/>
        </w:rPr>
        <w:t xml:space="preserve">30 dnů ode dne jeho doručení </w:t>
      </w:r>
      <w:r w:rsidR="0067784F" w:rsidRPr="00A10900">
        <w:rPr>
          <w:sz w:val="22"/>
          <w:szCs w:val="22"/>
        </w:rPr>
        <w:t>objednateli</w:t>
      </w:r>
      <w:r w:rsidRPr="00A10900">
        <w:rPr>
          <w:sz w:val="22"/>
          <w:szCs w:val="22"/>
        </w:rPr>
        <w:t>, spolu s veškerými požadovanými dokum</w:t>
      </w:r>
      <w:r w:rsidR="00A8301C" w:rsidRPr="00A10900">
        <w:rPr>
          <w:sz w:val="22"/>
          <w:szCs w:val="22"/>
        </w:rPr>
        <w:t>enty, na adresu sídla objednatele</w:t>
      </w:r>
      <w:r w:rsidRPr="00A10900">
        <w:rPr>
          <w:sz w:val="22"/>
          <w:szCs w:val="22"/>
        </w:rPr>
        <w:t>.</w:t>
      </w:r>
    </w:p>
    <w:p w14:paraId="50F954A2" w14:textId="77777777" w:rsidR="00231F85" w:rsidRDefault="00A96000" w:rsidP="00D36352">
      <w:pPr>
        <w:pStyle w:val="Odstavecseseznamem"/>
        <w:numPr>
          <w:ilvl w:val="0"/>
          <w:numId w:val="37"/>
        </w:numPr>
        <w:spacing w:before="120" w:after="120"/>
        <w:ind w:left="284" w:hanging="284"/>
        <w:jc w:val="both"/>
        <w:rPr>
          <w:sz w:val="22"/>
          <w:szCs w:val="22"/>
        </w:rPr>
      </w:pPr>
      <w:r w:rsidRPr="00A10900">
        <w:rPr>
          <w:sz w:val="22"/>
          <w:szCs w:val="22"/>
        </w:rPr>
        <w:t xml:space="preserve">Cena za dílo je </w:t>
      </w:r>
      <w:r w:rsidRPr="006B092B">
        <w:rPr>
          <w:sz w:val="22"/>
          <w:szCs w:val="22"/>
        </w:rPr>
        <w:t>uhrazena okamžikem odepsání finančních prostředků z účtu objednatele.</w:t>
      </w:r>
    </w:p>
    <w:p w14:paraId="08309A81" w14:textId="77777777" w:rsidR="00AD2193" w:rsidRPr="001A1394" w:rsidRDefault="00AD2193" w:rsidP="001A1394">
      <w:pPr>
        <w:pStyle w:val="Odstavecseseznamem"/>
        <w:numPr>
          <w:ilvl w:val="0"/>
          <w:numId w:val="37"/>
        </w:numPr>
        <w:spacing w:before="120" w:after="120"/>
        <w:ind w:left="284" w:hanging="284"/>
        <w:jc w:val="both"/>
        <w:rPr>
          <w:sz w:val="22"/>
          <w:szCs w:val="22"/>
        </w:rPr>
      </w:pPr>
      <w:r w:rsidRPr="001A1394">
        <w:rPr>
          <w:sz w:val="22"/>
        </w:rPr>
        <w:t>Cena za dílo je částečně hrazena z prostředků Operačního programu Životního prostředí. Zhotovitel bude povinen připravovat a vystavovat finanční a daňové doklady dle požadavků Objednatele s ohledem na požadavky poskytovatelů dotací</w:t>
      </w:r>
      <w:r w:rsidR="00DE0EE7" w:rsidRPr="001A1394">
        <w:rPr>
          <w:sz w:val="22"/>
        </w:rPr>
        <w:t>. F</w:t>
      </w:r>
      <w:r w:rsidRPr="001A1394">
        <w:rPr>
          <w:sz w:val="22"/>
          <w:szCs w:val="22"/>
        </w:rPr>
        <w:t xml:space="preserve">aktury budou trvanlivě a nesmazatelně označeny textem </w:t>
      </w:r>
      <w:r w:rsidR="001A1394" w:rsidRPr="001A1394">
        <w:rPr>
          <w:sz w:val="22"/>
          <w:szCs w:val="22"/>
        </w:rPr>
        <w:t>„ Číslo projektu:</w:t>
      </w:r>
      <w:r w:rsidR="00A56D62">
        <w:rPr>
          <w:sz w:val="22"/>
          <w:szCs w:val="22"/>
        </w:rPr>
        <w:t xml:space="preserve"> OPŽP_24_1_3_09_00120</w:t>
      </w:r>
      <w:r w:rsidR="001A1394" w:rsidRPr="001A1394">
        <w:rPr>
          <w:sz w:val="22"/>
          <w:szCs w:val="22"/>
        </w:rPr>
        <w:t>“.</w:t>
      </w:r>
    </w:p>
    <w:p w14:paraId="4BA3FD90" w14:textId="77777777" w:rsidR="003E0610" w:rsidRPr="00676B73" w:rsidRDefault="003E0610" w:rsidP="007F2A82">
      <w:pPr>
        <w:pStyle w:val="Odstavecseseznamem"/>
        <w:numPr>
          <w:ilvl w:val="0"/>
          <w:numId w:val="37"/>
        </w:numPr>
        <w:spacing w:before="120" w:after="120"/>
        <w:ind w:left="284" w:hanging="284"/>
        <w:jc w:val="both"/>
        <w:rPr>
          <w:sz w:val="22"/>
          <w:szCs w:val="22"/>
        </w:rPr>
      </w:pPr>
      <w:r w:rsidRPr="00A56D62">
        <w:rPr>
          <w:iCs/>
          <w:sz w:val="22"/>
          <w:szCs w:val="22"/>
        </w:rPr>
        <w:t>Smluvní strany se dohodly, že zhotovitel je povinen předl</w:t>
      </w:r>
      <w:r w:rsidR="002653FC" w:rsidRPr="00A56D62">
        <w:rPr>
          <w:iCs/>
          <w:sz w:val="22"/>
          <w:szCs w:val="22"/>
        </w:rPr>
        <w:t>ožit objednateli ke dni předání</w:t>
      </w:r>
      <w:r w:rsidRPr="00A56D62">
        <w:rPr>
          <w:iCs/>
          <w:sz w:val="22"/>
          <w:szCs w:val="22"/>
        </w:rPr>
        <w:t xml:space="preserve"> místa plnění finanční záruku formou bankovní záruky, a to originál záruční listiny vystavený bankovním ústavem ve výši </w:t>
      </w:r>
      <w:r w:rsidR="00D36352" w:rsidRPr="00A56D62">
        <w:rPr>
          <w:b/>
          <w:iCs/>
          <w:sz w:val="22"/>
          <w:szCs w:val="22"/>
        </w:rPr>
        <w:t>1</w:t>
      </w:r>
      <w:r w:rsidRPr="00A56D62">
        <w:rPr>
          <w:b/>
          <w:iCs/>
          <w:sz w:val="22"/>
          <w:szCs w:val="22"/>
        </w:rPr>
        <w:t>00</w:t>
      </w:r>
      <w:r w:rsidR="00510897" w:rsidRPr="00A56D62">
        <w:rPr>
          <w:b/>
          <w:iCs/>
          <w:sz w:val="22"/>
          <w:szCs w:val="22"/>
        </w:rPr>
        <w:t>.</w:t>
      </w:r>
      <w:r w:rsidRPr="00A56D62">
        <w:rPr>
          <w:b/>
          <w:sz w:val="22"/>
          <w:szCs w:val="22"/>
        </w:rPr>
        <w:t>000 Kč</w:t>
      </w:r>
      <w:r w:rsidRPr="00A56D62">
        <w:rPr>
          <w:sz w:val="22"/>
          <w:szCs w:val="22"/>
        </w:rPr>
        <w:t xml:space="preserve"> nebo složením na účet objednatele</w:t>
      </w:r>
      <w:r w:rsidRPr="00A56D62">
        <w:rPr>
          <w:iCs/>
          <w:sz w:val="22"/>
          <w:szCs w:val="22"/>
        </w:rPr>
        <w:t>.</w:t>
      </w:r>
      <w:r w:rsidRPr="006B092B">
        <w:rPr>
          <w:iCs/>
          <w:sz w:val="22"/>
          <w:szCs w:val="22"/>
        </w:rPr>
        <w:t xml:space="preserve"> Finanční záruka bude krýt finanční nároky objednatele</w:t>
      </w:r>
      <w:r w:rsidRPr="006B092B">
        <w:rPr>
          <w:bCs/>
          <w:iCs/>
          <w:sz w:val="22"/>
          <w:szCs w:val="22"/>
        </w:rPr>
        <w:t xml:space="preserve"> za zhotovitelem, které vzniknou objednateli z důvodu porušení povinností zhotovitele týkající se </w:t>
      </w:r>
      <w:r w:rsidRPr="006B092B">
        <w:rPr>
          <w:b/>
          <w:bCs/>
          <w:iCs/>
          <w:sz w:val="22"/>
          <w:szCs w:val="22"/>
        </w:rPr>
        <w:t>řádného provádění díla</w:t>
      </w:r>
      <w:r w:rsidRPr="00676B73">
        <w:rPr>
          <w:bCs/>
          <w:iCs/>
          <w:sz w:val="22"/>
          <w:szCs w:val="22"/>
        </w:rPr>
        <w:t xml:space="preserve"> v předepsané kvalitě a smluvené době plnění</w:t>
      </w:r>
      <w:r w:rsidRPr="00676B73">
        <w:rPr>
          <w:b/>
          <w:sz w:val="22"/>
          <w:szCs w:val="22"/>
        </w:rPr>
        <w:t xml:space="preserve"> a za řádné plnění záručních podmínek</w:t>
      </w:r>
      <w:r w:rsidRPr="00676B73">
        <w:rPr>
          <w:bCs/>
          <w:iCs/>
          <w:sz w:val="22"/>
          <w:szCs w:val="22"/>
        </w:rPr>
        <w:t xml:space="preserve">, které zhotovitel nesplnil ani po předchozí písemné výzvě </w:t>
      </w:r>
      <w:r w:rsidR="0083226F">
        <w:rPr>
          <w:bCs/>
          <w:iCs/>
          <w:sz w:val="22"/>
          <w:szCs w:val="22"/>
        </w:rPr>
        <w:t>O</w:t>
      </w:r>
      <w:r w:rsidRPr="00676B73">
        <w:rPr>
          <w:bCs/>
          <w:iCs/>
          <w:sz w:val="22"/>
          <w:szCs w:val="22"/>
        </w:rPr>
        <w:t xml:space="preserve">bjednatele. </w:t>
      </w:r>
      <w:r w:rsidRPr="00676B73">
        <w:rPr>
          <w:iCs/>
          <w:sz w:val="22"/>
          <w:szCs w:val="22"/>
        </w:rPr>
        <w:t xml:space="preserve">Zhotovitel </w:t>
      </w:r>
      <w:r w:rsidRPr="00676B73">
        <w:rPr>
          <w:bCs/>
          <w:iCs/>
          <w:sz w:val="22"/>
          <w:szCs w:val="22"/>
        </w:rPr>
        <w:t xml:space="preserve">je povinen návrh záruční listiny předložit ke schválení objednateli 5 pracovních dnů před požadovaným </w:t>
      </w:r>
      <w:r w:rsidRPr="00750833">
        <w:rPr>
          <w:bCs/>
          <w:iCs/>
          <w:sz w:val="22"/>
          <w:szCs w:val="22"/>
        </w:rPr>
        <w:t xml:space="preserve">termínem </w:t>
      </w:r>
      <w:r w:rsidR="00A21984" w:rsidRPr="00750833">
        <w:rPr>
          <w:bCs/>
          <w:iCs/>
          <w:sz w:val="22"/>
          <w:szCs w:val="22"/>
        </w:rPr>
        <w:t>plnění</w:t>
      </w:r>
      <w:r w:rsidRPr="00750833">
        <w:rPr>
          <w:bCs/>
          <w:iCs/>
          <w:sz w:val="22"/>
          <w:szCs w:val="22"/>
        </w:rPr>
        <w:t xml:space="preserve"> k odsouhlasení, nedohodnou-li se smluvní strany jinak.</w:t>
      </w:r>
      <w:r w:rsidRPr="00676B73">
        <w:rPr>
          <w:bCs/>
          <w:iCs/>
          <w:sz w:val="22"/>
          <w:szCs w:val="22"/>
        </w:rPr>
        <w:t xml:space="preserve"> Objednatel je povinen se k návrhu záruční listiny vyjádřit do 3 pracovních dnů od předložení. tj. přijmout nebo odmítnout.</w:t>
      </w:r>
    </w:p>
    <w:p w14:paraId="6D4347B7" w14:textId="77777777" w:rsidR="003E0610" w:rsidRPr="003E0610" w:rsidRDefault="0003075A" w:rsidP="0003075A">
      <w:pPr>
        <w:pStyle w:val="Zkladntextodsazen"/>
        <w:ind w:left="284"/>
        <w:rPr>
          <w:i w:val="0"/>
          <w:iCs/>
        </w:rPr>
      </w:pPr>
      <w:r>
        <w:rPr>
          <w:i w:val="0"/>
          <w:iCs/>
        </w:rPr>
        <w:t>Finanční záruka musí být poskytnuta</w:t>
      </w:r>
      <w:r w:rsidR="003E0610" w:rsidRPr="003E0610">
        <w:rPr>
          <w:i w:val="0"/>
          <w:iCs/>
        </w:rPr>
        <w:t xml:space="preserve"> až </w:t>
      </w:r>
      <w:r>
        <w:rPr>
          <w:i w:val="0"/>
          <w:iCs/>
        </w:rPr>
        <w:t xml:space="preserve">do doby </w:t>
      </w:r>
      <w:r w:rsidR="001D42FA">
        <w:rPr>
          <w:i w:val="0"/>
          <w:iCs/>
        </w:rPr>
        <w:t xml:space="preserve">skončení záruční doby na </w:t>
      </w:r>
      <w:r w:rsidR="00E00687">
        <w:rPr>
          <w:i w:val="0"/>
          <w:iCs/>
        </w:rPr>
        <w:t xml:space="preserve">celé </w:t>
      </w:r>
      <w:r w:rsidR="001D42FA">
        <w:rPr>
          <w:i w:val="0"/>
          <w:iCs/>
        </w:rPr>
        <w:t>dílo</w:t>
      </w:r>
      <w:r w:rsidR="003E0610" w:rsidRPr="003E0610">
        <w:rPr>
          <w:i w:val="0"/>
          <w:iCs/>
        </w:rPr>
        <w:t>.</w:t>
      </w:r>
      <w:r w:rsidR="00687A44">
        <w:rPr>
          <w:i w:val="0"/>
          <w:iCs/>
        </w:rPr>
        <w:t xml:space="preserve"> Bankovní záruka musí být neodvolatelná, bezpodmínečná, vyplatitelná na první požadavek Objednatele, bez toho, aby banka zkoumala důvody požadovaného plnění.</w:t>
      </w:r>
    </w:p>
    <w:p w14:paraId="49231F7B" w14:textId="77777777" w:rsidR="003E0610" w:rsidRPr="003E0610" w:rsidRDefault="003E0610" w:rsidP="00E21F47">
      <w:pPr>
        <w:spacing w:before="120" w:after="120"/>
        <w:ind w:left="284"/>
        <w:jc w:val="both"/>
        <w:rPr>
          <w:sz w:val="22"/>
          <w:szCs w:val="22"/>
          <w:u w:val="single"/>
        </w:rPr>
      </w:pPr>
      <w:r w:rsidRPr="003E0610">
        <w:rPr>
          <w:sz w:val="22"/>
          <w:szCs w:val="22"/>
        </w:rPr>
        <w:t xml:space="preserve">Za naplnění doby platnosti bankovní záruky bude rovněž považováno průběžné postupné předávání originálů záručních listin vystavených bankou ve prospěch </w:t>
      </w:r>
      <w:r w:rsidR="00751FD3">
        <w:rPr>
          <w:sz w:val="22"/>
          <w:szCs w:val="22"/>
        </w:rPr>
        <w:t>objednatele</w:t>
      </w:r>
      <w:r w:rsidRPr="003E0610">
        <w:rPr>
          <w:sz w:val="22"/>
          <w:szCs w:val="22"/>
        </w:rPr>
        <w:t xml:space="preserve">. V tom případě se </w:t>
      </w:r>
      <w:r w:rsidR="00751FD3">
        <w:rPr>
          <w:sz w:val="22"/>
          <w:szCs w:val="22"/>
        </w:rPr>
        <w:t>zhotovitel</w:t>
      </w:r>
      <w:r w:rsidRPr="003E0610">
        <w:rPr>
          <w:sz w:val="22"/>
          <w:szCs w:val="22"/>
        </w:rPr>
        <w:t xml:space="preserve"> zaváže, že nejpozději 14 dní před uplynutím termínu platnosti záruční listiny předá </w:t>
      </w:r>
      <w:r w:rsidR="00751FD3">
        <w:rPr>
          <w:sz w:val="22"/>
          <w:szCs w:val="22"/>
        </w:rPr>
        <w:t>objednateli</w:t>
      </w:r>
      <w:r w:rsidRPr="003E0610">
        <w:rPr>
          <w:sz w:val="22"/>
          <w:szCs w:val="22"/>
        </w:rPr>
        <w:t xml:space="preserve">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w:t>
      </w:r>
      <w:r w:rsidR="00751FD3">
        <w:rPr>
          <w:sz w:val="22"/>
          <w:szCs w:val="22"/>
        </w:rPr>
        <w:t>objednatel</w:t>
      </w:r>
      <w:r w:rsidRPr="003E0610">
        <w:rPr>
          <w:sz w:val="22"/>
          <w:szCs w:val="22"/>
        </w:rPr>
        <w:t xml:space="preserve"> oprávněn využít svého práva na finanční plnění v bance, která záruku vystavila.</w:t>
      </w:r>
    </w:p>
    <w:p w14:paraId="637B9004" w14:textId="1B8FCC84" w:rsidR="009D1F86" w:rsidRDefault="009D1F86" w:rsidP="00E96F7A">
      <w:pPr>
        <w:spacing w:before="120" w:after="480"/>
        <w:ind w:left="284"/>
        <w:jc w:val="both"/>
        <w:rPr>
          <w:sz w:val="22"/>
          <w:szCs w:val="22"/>
        </w:rPr>
      </w:pPr>
    </w:p>
    <w:p w14:paraId="1650DD98" w14:textId="77777777" w:rsidR="00CB1415" w:rsidRPr="00C67B5D" w:rsidRDefault="00CB1415" w:rsidP="00E96F7A">
      <w:pPr>
        <w:spacing w:before="120" w:after="480"/>
        <w:ind w:left="284"/>
        <w:jc w:val="both"/>
        <w:rPr>
          <w:sz w:val="22"/>
          <w:szCs w:val="22"/>
        </w:rPr>
      </w:pPr>
    </w:p>
    <w:p w14:paraId="3751D887" w14:textId="77777777" w:rsidR="00E47B89" w:rsidRPr="00A10900" w:rsidRDefault="00E47B89" w:rsidP="00015F8D">
      <w:pPr>
        <w:pStyle w:val="Odstavecseseznamem"/>
        <w:spacing w:before="120" w:after="120"/>
        <w:ind w:left="0"/>
        <w:jc w:val="both"/>
        <w:rPr>
          <w:b/>
          <w:sz w:val="22"/>
          <w:szCs w:val="22"/>
        </w:rPr>
      </w:pPr>
      <w:r w:rsidRPr="00A10900">
        <w:rPr>
          <w:b/>
          <w:sz w:val="22"/>
          <w:szCs w:val="22"/>
        </w:rPr>
        <w:t xml:space="preserve">VI. </w:t>
      </w:r>
      <w:r w:rsidR="00431B8D">
        <w:rPr>
          <w:b/>
          <w:sz w:val="22"/>
          <w:szCs w:val="22"/>
        </w:rPr>
        <w:t xml:space="preserve"> </w:t>
      </w:r>
      <w:r w:rsidRPr="00A10900">
        <w:rPr>
          <w:b/>
          <w:sz w:val="22"/>
          <w:szCs w:val="22"/>
        </w:rPr>
        <w:t>PRÁVA A POVINNOSTI SMLUVNÍCH STRAN</w:t>
      </w:r>
    </w:p>
    <w:p w14:paraId="59EC7162" w14:textId="77777777" w:rsidR="00E47B89" w:rsidRPr="00A10900" w:rsidRDefault="00E47B89" w:rsidP="00015F8D">
      <w:pPr>
        <w:pStyle w:val="Odstavecseseznamem"/>
        <w:spacing w:before="120" w:after="120"/>
        <w:ind w:left="0"/>
        <w:jc w:val="both"/>
        <w:rPr>
          <w:b/>
          <w:sz w:val="22"/>
          <w:szCs w:val="22"/>
        </w:rPr>
      </w:pPr>
      <w:r w:rsidRPr="00A10900">
        <w:rPr>
          <w:b/>
          <w:sz w:val="22"/>
          <w:szCs w:val="22"/>
        </w:rPr>
        <w:t>---------------------------------------------------------------------</w:t>
      </w:r>
    </w:p>
    <w:p w14:paraId="5EC69B3C" w14:textId="77777777" w:rsidR="00A10900" w:rsidRDefault="00DA7362" w:rsidP="00231F85">
      <w:pPr>
        <w:pStyle w:val="Odstavecseseznamem"/>
        <w:numPr>
          <w:ilvl w:val="0"/>
          <w:numId w:val="12"/>
        </w:numPr>
        <w:spacing w:before="120" w:after="120"/>
        <w:ind w:left="425" w:hanging="425"/>
        <w:jc w:val="both"/>
        <w:rPr>
          <w:sz w:val="22"/>
          <w:szCs w:val="22"/>
        </w:rPr>
      </w:pPr>
      <w:r>
        <w:rPr>
          <w:sz w:val="22"/>
          <w:szCs w:val="22"/>
        </w:rPr>
        <w:t>Zhotovitel je povinen dodávat materiál s platnými údaji na jmenovkách (druh, kultivar, velikost).</w:t>
      </w:r>
    </w:p>
    <w:p w14:paraId="043E3673" w14:textId="77777777" w:rsidR="00B34097" w:rsidRDefault="00B34097" w:rsidP="00B34097">
      <w:pPr>
        <w:pStyle w:val="Odstavecseseznamem"/>
        <w:autoSpaceDE w:val="0"/>
        <w:autoSpaceDN w:val="0"/>
        <w:adjustRightInd w:val="0"/>
        <w:spacing w:before="120"/>
        <w:ind w:left="426"/>
        <w:jc w:val="both"/>
        <w:rPr>
          <w:sz w:val="22"/>
        </w:rPr>
      </w:pPr>
      <w:r w:rsidRPr="00B34097">
        <w:rPr>
          <w:sz w:val="22"/>
        </w:rPr>
        <w:t>Použité technologie pro údržbu jednotlivých vegetačních prvků musí především respektovat níže uvedené oborové ČSN a platné standardy vydané AOPK:</w:t>
      </w:r>
    </w:p>
    <w:p w14:paraId="61BB9199" w14:textId="77777777" w:rsidR="00B34097" w:rsidRPr="00464DEC" w:rsidRDefault="00B34097" w:rsidP="00B34097">
      <w:pPr>
        <w:numPr>
          <w:ilvl w:val="0"/>
          <w:numId w:val="27"/>
        </w:numPr>
        <w:autoSpaceDE w:val="0"/>
        <w:autoSpaceDN w:val="0"/>
        <w:adjustRightInd w:val="0"/>
        <w:ind w:left="993" w:hanging="284"/>
        <w:jc w:val="both"/>
        <w:rPr>
          <w:sz w:val="22"/>
        </w:rPr>
      </w:pPr>
      <w:r w:rsidRPr="00464DEC">
        <w:rPr>
          <w:sz w:val="22"/>
        </w:rPr>
        <w:t>ČSN 83 9011 Technologie vegetačních úprav v krajině - Práce s půdou</w:t>
      </w:r>
    </w:p>
    <w:p w14:paraId="73CD80C8" w14:textId="77777777" w:rsidR="00B34097" w:rsidRPr="00464DEC" w:rsidRDefault="00B34097" w:rsidP="00B34097">
      <w:pPr>
        <w:numPr>
          <w:ilvl w:val="0"/>
          <w:numId w:val="27"/>
        </w:numPr>
        <w:autoSpaceDE w:val="0"/>
        <w:autoSpaceDN w:val="0"/>
        <w:adjustRightInd w:val="0"/>
        <w:ind w:left="993" w:hanging="284"/>
        <w:jc w:val="both"/>
        <w:rPr>
          <w:sz w:val="22"/>
        </w:rPr>
      </w:pPr>
      <w:r w:rsidRPr="00464DEC">
        <w:rPr>
          <w:sz w:val="22"/>
        </w:rPr>
        <w:t>ČSN 83 9021 Technologie vegetačních úprav v krajině - Rostliny a jejich výsadba</w:t>
      </w:r>
    </w:p>
    <w:p w14:paraId="2DD26F92" w14:textId="77777777" w:rsidR="00B34097" w:rsidRPr="00464DEC" w:rsidRDefault="00B34097" w:rsidP="00B34097">
      <w:pPr>
        <w:numPr>
          <w:ilvl w:val="0"/>
          <w:numId w:val="27"/>
        </w:numPr>
        <w:autoSpaceDE w:val="0"/>
        <w:autoSpaceDN w:val="0"/>
        <w:adjustRightInd w:val="0"/>
        <w:ind w:left="993" w:hanging="284"/>
        <w:jc w:val="both"/>
        <w:rPr>
          <w:sz w:val="22"/>
        </w:rPr>
      </w:pPr>
      <w:r w:rsidRPr="00464DEC">
        <w:rPr>
          <w:sz w:val="22"/>
        </w:rPr>
        <w:t>ČSN 83 9031 Technologie vegetačních úprav v krajině – Trávníky a jejich zakládání</w:t>
      </w:r>
    </w:p>
    <w:p w14:paraId="7D0EF1B4" w14:textId="77777777" w:rsidR="00464DEC" w:rsidRPr="00D726F8" w:rsidRDefault="00464DEC" w:rsidP="00D726F8">
      <w:pPr>
        <w:numPr>
          <w:ilvl w:val="0"/>
          <w:numId w:val="27"/>
        </w:numPr>
        <w:autoSpaceDE w:val="0"/>
        <w:autoSpaceDN w:val="0"/>
        <w:adjustRightInd w:val="0"/>
        <w:ind w:left="993" w:hanging="284"/>
        <w:jc w:val="both"/>
        <w:rPr>
          <w:sz w:val="22"/>
        </w:rPr>
      </w:pPr>
      <w:r w:rsidRPr="00464DEC">
        <w:rPr>
          <w:sz w:val="22"/>
          <w:szCs w:val="22"/>
        </w:rPr>
        <w:t>ČSN 83 9041 Technologie vegetačních úprav v krajině - Technicko-biologické způsoby stabilizace terénu - Stabilizace výsevy, výsadbami, konstrukcemi ze živých a neživých materiálů a stavebních prvků, kombinované konstrukce</w:t>
      </w:r>
    </w:p>
    <w:p w14:paraId="415B7309" w14:textId="77777777" w:rsidR="00464DEC" w:rsidRPr="00464DEC" w:rsidRDefault="00B34097" w:rsidP="00464DEC">
      <w:pPr>
        <w:numPr>
          <w:ilvl w:val="0"/>
          <w:numId w:val="27"/>
        </w:numPr>
        <w:autoSpaceDE w:val="0"/>
        <w:autoSpaceDN w:val="0"/>
        <w:adjustRightInd w:val="0"/>
        <w:ind w:left="993" w:hanging="284"/>
        <w:jc w:val="both"/>
        <w:rPr>
          <w:sz w:val="22"/>
          <w:szCs w:val="22"/>
          <w:u w:val="single"/>
        </w:rPr>
      </w:pPr>
      <w:r w:rsidRPr="00B34097">
        <w:rPr>
          <w:sz w:val="22"/>
        </w:rPr>
        <w:t xml:space="preserve">ČSN 83 9051 Technologie veg. úprav v krajině - Rozvojová a udržovací péče o veg. </w:t>
      </w:r>
      <w:r w:rsidR="00464DEC" w:rsidRPr="00B34097">
        <w:rPr>
          <w:sz w:val="22"/>
        </w:rPr>
        <w:t>P</w:t>
      </w:r>
      <w:r w:rsidRPr="00B34097">
        <w:rPr>
          <w:sz w:val="22"/>
        </w:rPr>
        <w:t>lochy</w:t>
      </w:r>
    </w:p>
    <w:p w14:paraId="6C5908CB" w14:textId="77777777" w:rsidR="00464DEC" w:rsidRPr="00464DEC" w:rsidRDefault="00464DEC" w:rsidP="00B34097">
      <w:pPr>
        <w:numPr>
          <w:ilvl w:val="0"/>
          <w:numId w:val="27"/>
        </w:numPr>
        <w:autoSpaceDE w:val="0"/>
        <w:autoSpaceDN w:val="0"/>
        <w:adjustRightInd w:val="0"/>
        <w:ind w:left="993" w:hanging="284"/>
        <w:jc w:val="both"/>
        <w:rPr>
          <w:sz w:val="22"/>
          <w:szCs w:val="22"/>
          <w:u w:val="single"/>
        </w:rPr>
      </w:pPr>
      <w:r w:rsidRPr="00464DEC">
        <w:rPr>
          <w:sz w:val="22"/>
        </w:rPr>
        <w:t>ČSN 464902-1 Výpěstky okrasných rostlin – všeobecná ustanovení a ukazatele jakosti.</w:t>
      </w:r>
    </w:p>
    <w:p w14:paraId="2EB33C7F" w14:textId="77777777" w:rsidR="00B34097" w:rsidRPr="00B34097" w:rsidRDefault="00B34097" w:rsidP="00B34097">
      <w:pPr>
        <w:numPr>
          <w:ilvl w:val="0"/>
          <w:numId w:val="27"/>
        </w:numPr>
        <w:autoSpaceDE w:val="0"/>
        <w:autoSpaceDN w:val="0"/>
        <w:adjustRightInd w:val="0"/>
        <w:ind w:left="993" w:hanging="284"/>
        <w:jc w:val="both"/>
        <w:rPr>
          <w:sz w:val="22"/>
          <w:szCs w:val="22"/>
          <w:u w:val="single"/>
        </w:rPr>
      </w:pPr>
      <w:r w:rsidRPr="00B34097">
        <w:rPr>
          <w:sz w:val="22"/>
        </w:rPr>
        <w:t>SPPK A02 001:2013 Výsadba stromů</w:t>
      </w:r>
    </w:p>
    <w:p w14:paraId="2D24AB94" w14:textId="77777777" w:rsidR="00B34097" w:rsidRPr="00B34097" w:rsidRDefault="00B34097" w:rsidP="00B34097">
      <w:pPr>
        <w:numPr>
          <w:ilvl w:val="0"/>
          <w:numId w:val="27"/>
        </w:numPr>
        <w:autoSpaceDE w:val="0"/>
        <w:autoSpaceDN w:val="0"/>
        <w:adjustRightInd w:val="0"/>
        <w:ind w:left="993" w:hanging="284"/>
        <w:jc w:val="both"/>
        <w:rPr>
          <w:sz w:val="22"/>
          <w:szCs w:val="22"/>
          <w:u w:val="single"/>
        </w:rPr>
      </w:pPr>
      <w:r w:rsidRPr="00B34097">
        <w:rPr>
          <w:sz w:val="22"/>
        </w:rPr>
        <w:t>SPPK A02 003:2014 Výsadba a řez keřů a lián</w:t>
      </w:r>
    </w:p>
    <w:p w14:paraId="72D725A1" w14:textId="77777777" w:rsidR="00B34097" w:rsidRPr="00464DEC" w:rsidRDefault="00B34097" w:rsidP="00464DEC">
      <w:pPr>
        <w:numPr>
          <w:ilvl w:val="0"/>
          <w:numId w:val="27"/>
        </w:numPr>
        <w:autoSpaceDE w:val="0"/>
        <w:autoSpaceDN w:val="0"/>
        <w:adjustRightInd w:val="0"/>
        <w:ind w:left="993" w:hanging="284"/>
        <w:jc w:val="both"/>
        <w:rPr>
          <w:sz w:val="22"/>
          <w:szCs w:val="22"/>
          <w:u w:val="single"/>
        </w:rPr>
      </w:pPr>
      <w:r w:rsidRPr="00B34097">
        <w:rPr>
          <w:sz w:val="22"/>
        </w:rPr>
        <w:t>SPPK D02 001:2014 Obnova travních porostů s využitím regionálních směsí osiv</w:t>
      </w:r>
    </w:p>
    <w:p w14:paraId="42CB7BA9" w14:textId="77777777" w:rsidR="002051C0" w:rsidRDefault="002051C0" w:rsidP="00015F8D">
      <w:pPr>
        <w:pStyle w:val="Odstavecseseznamem"/>
        <w:numPr>
          <w:ilvl w:val="0"/>
          <w:numId w:val="12"/>
        </w:numPr>
        <w:spacing w:before="120" w:after="120"/>
        <w:ind w:left="426" w:hanging="426"/>
        <w:jc w:val="both"/>
        <w:rPr>
          <w:sz w:val="22"/>
          <w:szCs w:val="22"/>
        </w:rPr>
      </w:pPr>
      <w:r>
        <w:rPr>
          <w:sz w:val="22"/>
          <w:szCs w:val="22"/>
        </w:rPr>
        <w:t xml:space="preserve">Zhotovitel se zavazuje </w:t>
      </w:r>
      <w:r w:rsidR="00AD42A4">
        <w:rPr>
          <w:sz w:val="22"/>
          <w:szCs w:val="22"/>
        </w:rPr>
        <w:t>řádně a včas konzultovat s objednatelem p</w:t>
      </w:r>
      <w:r>
        <w:rPr>
          <w:sz w:val="22"/>
          <w:szCs w:val="22"/>
        </w:rPr>
        <w:t>řesné umístění dřevin v</w:t>
      </w:r>
      <w:r w:rsidR="00AD42A4">
        <w:rPr>
          <w:sz w:val="22"/>
          <w:szCs w:val="22"/>
        </w:rPr>
        <w:t> </w:t>
      </w:r>
      <w:r>
        <w:rPr>
          <w:sz w:val="22"/>
          <w:szCs w:val="22"/>
        </w:rPr>
        <w:t>terénu</w:t>
      </w:r>
      <w:r w:rsidR="00AD42A4">
        <w:rPr>
          <w:sz w:val="22"/>
          <w:szCs w:val="22"/>
        </w:rPr>
        <w:t>.</w:t>
      </w:r>
    </w:p>
    <w:p w14:paraId="1353EB13" w14:textId="77777777" w:rsidR="002051C0" w:rsidRPr="002051C0" w:rsidRDefault="002051C0" w:rsidP="00015F8D">
      <w:pPr>
        <w:pStyle w:val="Odstavecseseznamem"/>
        <w:numPr>
          <w:ilvl w:val="0"/>
          <w:numId w:val="12"/>
        </w:numPr>
        <w:spacing w:before="120" w:after="120"/>
        <w:ind w:left="426" w:hanging="426"/>
        <w:jc w:val="both"/>
        <w:rPr>
          <w:sz w:val="22"/>
          <w:szCs w:val="22"/>
        </w:rPr>
      </w:pPr>
      <w:r w:rsidRPr="002051C0">
        <w:rPr>
          <w:sz w:val="22"/>
          <w:szCs w:val="22"/>
        </w:rPr>
        <w:t xml:space="preserve">Zhotovitel je povinen o průběhu plnění díla vést řádně písemný </w:t>
      </w:r>
      <w:r w:rsidRPr="00500E4C">
        <w:rPr>
          <w:sz w:val="22"/>
          <w:szCs w:val="22"/>
        </w:rPr>
        <w:t>deník</w:t>
      </w:r>
      <w:r w:rsidRPr="002051C0">
        <w:rPr>
          <w:sz w:val="22"/>
          <w:szCs w:val="22"/>
        </w:rPr>
        <w:t xml:space="preserve"> (záznamy). Deník bude trvale přístupný objednateli</w:t>
      </w:r>
      <w:r w:rsidR="009C147D">
        <w:rPr>
          <w:sz w:val="22"/>
          <w:szCs w:val="22"/>
        </w:rPr>
        <w:t xml:space="preserve"> </w:t>
      </w:r>
      <w:r w:rsidRPr="002051C0">
        <w:rPr>
          <w:sz w:val="22"/>
          <w:szCs w:val="22"/>
        </w:rPr>
        <w:t>nebo jeho zástupci. Zhotovitel se zavazuje do tohoto deníku zapisovat všechny skutečnosti rozhodné pro plnění smlouvy, zejména údaje o časovém postupu prací, jejich jakosti a další údaje potřebné pro posouzení ze strany objednatele.</w:t>
      </w:r>
    </w:p>
    <w:p w14:paraId="156DE1DD" w14:textId="77777777" w:rsidR="00DA7362" w:rsidRDefault="00AD42A4" w:rsidP="00015F8D">
      <w:pPr>
        <w:pStyle w:val="Odstavecseseznamem"/>
        <w:numPr>
          <w:ilvl w:val="0"/>
          <w:numId w:val="12"/>
        </w:numPr>
        <w:spacing w:before="120" w:after="120"/>
        <w:ind w:left="426" w:hanging="426"/>
        <w:jc w:val="both"/>
        <w:rPr>
          <w:sz w:val="22"/>
          <w:szCs w:val="22"/>
        </w:rPr>
      </w:pPr>
      <w:r w:rsidRPr="00AD42A4">
        <w:rPr>
          <w:sz w:val="22"/>
          <w:szCs w:val="22"/>
        </w:rPr>
        <w:t xml:space="preserve">Zhotovitel zodpovídá za bezpečnost práce svých pracovníků a pracovníků </w:t>
      </w:r>
      <w:r w:rsidR="00AD2193">
        <w:rPr>
          <w:sz w:val="22"/>
          <w:szCs w:val="22"/>
        </w:rPr>
        <w:t>pod</w:t>
      </w:r>
      <w:r w:rsidRPr="00AD42A4">
        <w:rPr>
          <w:sz w:val="22"/>
          <w:szCs w:val="22"/>
        </w:rPr>
        <w:t>dodavatelů</w:t>
      </w:r>
      <w:r>
        <w:rPr>
          <w:sz w:val="22"/>
          <w:szCs w:val="22"/>
        </w:rPr>
        <w:t>.</w:t>
      </w:r>
    </w:p>
    <w:p w14:paraId="337EAA56" w14:textId="77777777" w:rsidR="00AD42A4" w:rsidRDefault="00AD42A4" w:rsidP="00015F8D">
      <w:pPr>
        <w:pStyle w:val="text"/>
        <w:numPr>
          <w:ilvl w:val="0"/>
          <w:numId w:val="12"/>
        </w:numPr>
        <w:spacing w:before="0" w:line="240" w:lineRule="auto"/>
        <w:ind w:left="426" w:hanging="426"/>
        <w:rPr>
          <w:sz w:val="22"/>
          <w:szCs w:val="22"/>
        </w:rPr>
      </w:pPr>
      <w:r w:rsidRPr="00AD42A4">
        <w:rPr>
          <w:sz w:val="22"/>
          <w:szCs w:val="22"/>
        </w:rPr>
        <w:t xml:space="preserve">Objednatel je oprávněn organizovat kontrolní dny, kterých se zhotovitel zavazuje zúčastnit. </w:t>
      </w:r>
    </w:p>
    <w:p w14:paraId="1D5970EC" w14:textId="77777777" w:rsidR="00D72F02" w:rsidRDefault="00D72F02" w:rsidP="00015F8D">
      <w:pPr>
        <w:pStyle w:val="Odstavecseseznamem"/>
        <w:numPr>
          <w:ilvl w:val="0"/>
          <w:numId w:val="12"/>
        </w:numPr>
        <w:spacing w:before="120" w:after="120"/>
        <w:ind w:left="426" w:hanging="426"/>
        <w:jc w:val="both"/>
        <w:rPr>
          <w:sz w:val="22"/>
          <w:szCs w:val="22"/>
        </w:rPr>
      </w:pPr>
      <w:r>
        <w:rPr>
          <w:sz w:val="22"/>
          <w:szCs w:val="22"/>
        </w:rPr>
        <w:t>Zhotovitel</w:t>
      </w:r>
      <w:r w:rsidRPr="00D72F02">
        <w:rPr>
          <w:sz w:val="22"/>
          <w:szCs w:val="22"/>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w:t>
      </w:r>
      <w:r w:rsidR="00AC3AFD">
        <w:rPr>
          <w:sz w:val="22"/>
          <w:szCs w:val="22"/>
        </w:rPr>
        <w:t xml:space="preserve"> </w:t>
      </w:r>
      <w:r w:rsidRPr="00D72F02">
        <w:rPr>
          <w:sz w:val="22"/>
          <w:szCs w:val="22"/>
        </w:rPr>
        <w:t xml:space="preserve">z veřejných výdajů. Toto spolupůsobení je povinen zajistit i u svých příp. </w:t>
      </w:r>
      <w:r w:rsidR="00617475">
        <w:rPr>
          <w:sz w:val="22"/>
          <w:szCs w:val="22"/>
        </w:rPr>
        <w:t>pod</w:t>
      </w:r>
      <w:r w:rsidRPr="00D72F02">
        <w:rPr>
          <w:sz w:val="22"/>
          <w:szCs w:val="22"/>
        </w:rPr>
        <w:t>dodavatelů.</w:t>
      </w:r>
    </w:p>
    <w:p w14:paraId="0B4DD2BF" w14:textId="77777777" w:rsidR="001A1394" w:rsidRDefault="001A1394" w:rsidP="001A1394">
      <w:pPr>
        <w:spacing w:before="120" w:after="120"/>
        <w:jc w:val="both"/>
        <w:rPr>
          <w:sz w:val="22"/>
          <w:szCs w:val="22"/>
        </w:rPr>
      </w:pPr>
    </w:p>
    <w:p w14:paraId="439AA807" w14:textId="77777777" w:rsidR="00F2572A" w:rsidRDefault="00F2572A" w:rsidP="001A1394">
      <w:pPr>
        <w:spacing w:before="120" w:after="120"/>
        <w:jc w:val="both"/>
        <w:rPr>
          <w:sz w:val="22"/>
          <w:szCs w:val="22"/>
        </w:rPr>
      </w:pPr>
    </w:p>
    <w:p w14:paraId="1F2CE8B1" w14:textId="77777777" w:rsidR="00F2572A" w:rsidRPr="001A1394" w:rsidRDefault="00F2572A" w:rsidP="001A1394">
      <w:pPr>
        <w:spacing w:before="120" w:after="120"/>
        <w:jc w:val="both"/>
        <w:rPr>
          <w:sz w:val="22"/>
          <w:szCs w:val="22"/>
        </w:rPr>
      </w:pPr>
    </w:p>
    <w:p w14:paraId="18E7811B" w14:textId="77777777" w:rsidR="00263392" w:rsidRDefault="00263392" w:rsidP="00015F8D">
      <w:pPr>
        <w:pStyle w:val="Odstavecseseznamem"/>
        <w:spacing w:before="120" w:after="120"/>
        <w:ind w:left="426" w:hanging="426"/>
        <w:jc w:val="both"/>
        <w:rPr>
          <w:b/>
          <w:sz w:val="22"/>
          <w:szCs w:val="22"/>
        </w:rPr>
      </w:pPr>
      <w:r w:rsidRPr="00A10900">
        <w:rPr>
          <w:b/>
          <w:sz w:val="22"/>
          <w:szCs w:val="22"/>
        </w:rPr>
        <w:t>VI</w:t>
      </w:r>
      <w:r>
        <w:rPr>
          <w:b/>
          <w:sz w:val="22"/>
          <w:szCs w:val="22"/>
        </w:rPr>
        <w:t>I</w:t>
      </w:r>
      <w:r w:rsidRPr="00A10900">
        <w:rPr>
          <w:b/>
          <w:sz w:val="22"/>
          <w:szCs w:val="22"/>
        </w:rPr>
        <w:t>. P</w:t>
      </w:r>
      <w:r>
        <w:rPr>
          <w:b/>
          <w:sz w:val="22"/>
          <w:szCs w:val="22"/>
        </w:rPr>
        <w:t xml:space="preserve">ŘEDÁNÍ A PŘEVZETÍ DÍLA, PŘECHOD VLASTNICTVÍ A </w:t>
      </w:r>
      <w:r w:rsidR="00F429DF">
        <w:rPr>
          <w:b/>
          <w:sz w:val="22"/>
          <w:szCs w:val="22"/>
        </w:rPr>
        <w:t>NEBEZPEČÍ ŠKODY NADÍLE</w:t>
      </w:r>
    </w:p>
    <w:p w14:paraId="0450A222" w14:textId="77777777" w:rsidR="00F429DF" w:rsidRPr="00A10900" w:rsidRDefault="00F429DF" w:rsidP="00015F8D">
      <w:pPr>
        <w:pStyle w:val="Odstavecseseznamem"/>
        <w:spacing w:before="120" w:after="120"/>
        <w:ind w:left="426" w:hanging="426"/>
        <w:jc w:val="both"/>
        <w:rPr>
          <w:b/>
          <w:sz w:val="22"/>
          <w:szCs w:val="22"/>
        </w:rPr>
      </w:pPr>
      <w:r>
        <w:rPr>
          <w:b/>
          <w:sz w:val="22"/>
          <w:szCs w:val="22"/>
        </w:rPr>
        <w:t>--------------------------------------------------------------------------------------------------------------------------------</w:t>
      </w:r>
    </w:p>
    <w:p w14:paraId="2468A41B" w14:textId="77777777" w:rsidR="00DF672C" w:rsidRPr="0088599F" w:rsidRDefault="00DF672C" w:rsidP="00E26EF3">
      <w:pPr>
        <w:ind w:left="284" w:hanging="284"/>
        <w:jc w:val="both"/>
        <w:rPr>
          <w:sz w:val="22"/>
          <w:highlight w:val="yellow"/>
        </w:rPr>
      </w:pPr>
      <w:r>
        <w:rPr>
          <w:sz w:val="22"/>
        </w:rPr>
        <w:t>1. Zhotovitel splní svou povinnost zhotovit dílo</w:t>
      </w:r>
      <w:r w:rsidR="009C147D">
        <w:rPr>
          <w:sz w:val="22"/>
        </w:rPr>
        <w:t>,</w:t>
      </w:r>
      <w:r>
        <w:rPr>
          <w:sz w:val="22"/>
        </w:rPr>
        <w:t xml:space="preserve"> nebo jeho ucelenou část jeho řádným a včasným dokončením a předáním objednateli, nebude-li dodatečně dohodnuto jinak. Toto právo je splněno podpisem protokolu o předání a převzetí díla </w:t>
      </w:r>
      <w:r w:rsidR="00043E77">
        <w:rPr>
          <w:sz w:val="22"/>
        </w:rPr>
        <w:t xml:space="preserve">nebo ucelené části </w:t>
      </w:r>
      <w:r>
        <w:rPr>
          <w:sz w:val="22"/>
        </w:rPr>
        <w:t xml:space="preserve">oprávněnými zástupci objednatele a zhotovitele.  </w:t>
      </w:r>
    </w:p>
    <w:p w14:paraId="5D6C6AA9" w14:textId="77777777" w:rsidR="00F244CF" w:rsidRPr="00FA7D8C" w:rsidRDefault="00DF672C" w:rsidP="00E26EF3">
      <w:pPr>
        <w:pStyle w:val="Textvbloku"/>
        <w:spacing w:before="120" w:after="120"/>
        <w:ind w:left="284" w:right="-91" w:hanging="284"/>
        <w:rPr>
          <w:sz w:val="22"/>
        </w:rPr>
      </w:pPr>
      <w:r>
        <w:rPr>
          <w:sz w:val="22"/>
        </w:rPr>
        <w:t>2</w:t>
      </w:r>
      <w:r w:rsidR="00D86E6A">
        <w:rPr>
          <w:sz w:val="22"/>
        </w:rPr>
        <w:t>.</w:t>
      </w:r>
      <w:r w:rsidR="00F244CF">
        <w:rPr>
          <w:sz w:val="22"/>
        </w:rPr>
        <w:tab/>
      </w:r>
      <w:r>
        <w:rPr>
          <w:sz w:val="22"/>
        </w:rPr>
        <w:t>Přejímací řízení je ukončeno podepsáním protokolu o předání a převzetí díla</w:t>
      </w:r>
      <w:r w:rsidR="00043E77">
        <w:rPr>
          <w:sz w:val="22"/>
        </w:rPr>
        <w:t xml:space="preserve"> nebo ucelené části </w:t>
      </w:r>
      <w:r>
        <w:rPr>
          <w:sz w:val="22"/>
        </w:rPr>
        <w:t xml:space="preserve"> </w:t>
      </w:r>
      <w:r w:rsidR="00687A44">
        <w:rPr>
          <w:sz w:val="22"/>
        </w:rPr>
        <w:t>O</w:t>
      </w:r>
      <w:r>
        <w:rPr>
          <w:sz w:val="22"/>
        </w:rPr>
        <w:t>bjednatelem. Nedílnou součástí protokolu jsou přílohy včetně soupisu vad</w:t>
      </w:r>
      <w:r w:rsidR="00D86E6A">
        <w:rPr>
          <w:sz w:val="22"/>
        </w:rPr>
        <w:t>.</w:t>
      </w:r>
      <w:r>
        <w:rPr>
          <w:sz w:val="22"/>
        </w:rPr>
        <w:t xml:space="preserve">, které samy o sobě ani ve spojení s jinými nebrání užívání </w:t>
      </w:r>
      <w:r w:rsidR="00D86E6A">
        <w:rPr>
          <w:sz w:val="22"/>
        </w:rPr>
        <w:t xml:space="preserve">díla </w:t>
      </w:r>
      <w:r>
        <w:rPr>
          <w:sz w:val="22"/>
        </w:rPr>
        <w:t>funkčně nebo esteticky, ani je</w:t>
      </w:r>
      <w:r w:rsidR="00D86E6A">
        <w:rPr>
          <w:sz w:val="22"/>
        </w:rPr>
        <w:t>ho</w:t>
      </w:r>
      <w:r>
        <w:rPr>
          <w:sz w:val="22"/>
        </w:rPr>
        <w:t xml:space="preserve"> užívání podstatným způsobem neomezují. Dílo, které není řádně ukončeno, není objednatel povinen převzít s výjimkou uvedenou v předchozí větě. Za </w:t>
      </w:r>
      <w:r w:rsidRPr="00FA7D8C">
        <w:rPr>
          <w:sz w:val="22"/>
        </w:rPr>
        <w:t xml:space="preserve">nedokončené dílo se </w:t>
      </w:r>
      <w:r>
        <w:rPr>
          <w:sz w:val="22"/>
        </w:rPr>
        <w:t xml:space="preserve">však </w:t>
      </w:r>
      <w:r w:rsidRPr="00FA7D8C">
        <w:rPr>
          <w:sz w:val="22"/>
        </w:rPr>
        <w:t>považuje i dílo v případě, že dosažené výsledky nebudou odpovídat hodnotám a kritériím uvedeným v projekt</w:t>
      </w:r>
      <w:r w:rsidR="00A95726">
        <w:rPr>
          <w:sz w:val="22"/>
        </w:rPr>
        <w:t>u</w:t>
      </w:r>
      <w:r w:rsidRPr="00FA7D8C">
        <w:rPr>
          <w:sz w:val="22"/>
        </w:rPr>
        <w:t xml:space="preserve">, platným právním předpisům včetně technických norem a této smlouvě. </w:t>
      </w:r>
    </w:p>
    <w:p w14:paraId="2344C0D8" w14:textId="77777777" w:rsidR="00DF672C" w:rsidRDefault="00F244CF" w:rsidP="00015F8D">
      <w:pPr>
        <w:pStyle w:val="Textvbloku"/>
        <w:ind w:left="284" w:hanging="284"/>
        <w:rPr>
          <w:sz w:val="22"/>
        </w:rPr>
      </w:pPr>
      <w:r>
        <w:rPr>
          <w:sz w:val="22"/>
        </w:rPr>
        <w:t xml:space="preserve">3. </w:t>
      </w:r>
      <w:r>
        <w:rPr>
          <w:sz w:val="22"/>
        </w:rPr>
        <w:tab/>
      </w:r>
      <w:r w:rsidR="00DF672C">
        <w:rPr>
          <w:sz w:val="22"/>
        </w:rPr>
        <w:t xml:space="preserve">Nedohodnou-li smluvní strany v rámci přejímacího řízení jinak, vyhotoví protokol o předání a převzetí díla </w:t>
      </w:r>
      <w:r w:rsidR="00043E77">
        <w:rPr>
          <w:sz w:val="22"/>
        </w:rPr>
        <w:t xml:space="preserve">nebo ucelené části díla </w:t>
      </w:r>
      <w:r w:rsidR="00DF672C">
        <w:rPr>
          <w:sz w:val="22"/>
        </w:rPr>
        <w:t>zhotovitel.</w:t>
      </w:r>
      <w:r w:rsidR="00431B8D">
        <w:rPr>
          <w:sz w:val="22"/>
        </w:rPr>
        <w:t xml:space="preserve"> </w:t>
      </w:r>
      <w:r w:rsidR="00DF672C">
        <w:rPr>
          <w:sz w:val="22"/>
        </w:rPr>
        <w:t>Protokol s daty zahájení a ukončení přejímacího řízení podepíší zástupci smluvních stran, řádně zmocnění k veškerým úkonům v přejímacím řízení.</w:t>
      </w:r>
    </w:p>
    <w:p w14:paraId="1FA6E414" w14:textId="77777777" w:rsidR="00D62CD0" w:rsidRDefault="00D62CD0" w:rsidP="00015F8D">
      <w:pPr>
        <w:ind w:left="425" w:hanging="425"/>
        <w:jc w:val="both"/>
        <w:rPr>
          <w:sz w:val="22"/>
        </w:rPr>
      </w:pPr>
      <w:r>
        <w:rPr>
          <w:sz w:val="22"/>
        </w:rPr>
        <w:t xml:space="preserve">     Obsah protokolu o předání a převzetí díla:</w:t>
      </w:r>
    </w:p>
    <w:p w14:paraId="6088A34A" w14:textId="77777777" w:rsidR="00D62CD0" w:rsidRDefault="00D62CD0" w:rsidP="00015F8D">
      <w:pPr>
        <w:numPr>
          <w:ilvl w:val="0"/>
          <w:numId w:val="6"/>
        </w:numPr>
        <w:tabs>
          <w:tab w:val="clear" w:pos="2700"/>
        </w:tabs>
        <w:ind w:left="993" w:hanging="284"/>
        <w:jc w:val="both"/>
        <w:rPr>
          <w:sz w:val="22"/>
        </w:rPr>
      </w:pPr>
      <w:r>
        <w:rPr>
          <w:sz w:val="22"/>
        </w:rPr>
        <w:t>údaje o zhotoviteli (</w:t>
      </w:r>
      <w:r w:rsidR="002F038C">
        <w:rPr>
          <w:sz w:val="22"/>
        </w:rPr>
        <w:t>pod</w:t>
      </w:r>
      <w:r>
        <w:rPr>
          <w:sz w:val="22"/>
        </w:rPr>
        <w:t xml:space="preserve">dodavatelích) a objednateli s uvedením jmen osob oprávněných jednat (statutárních orgánů nebo zmocněných zástupců) </w:t>
      </w:r>
    </w:p>
    <w:p w14:paraId="74ED276B" w14:textId="77777777" w:rsidR="00D62CD0" w:rsidRDefault="00D62CD0" w:rsidP="00015F8D">
      <w:pPr>
        <w:numPr>
          <w:ilvl w:val="0"/>
          <w:numId w:val="6"/>
        </w:numPr>
        <w:tabs>
          <w:tab w:val="clear" w:pos="2700"/>
        </w:tabs>
        <w:ind w:left="993" w:hanging="284"/>
        <w:jc w:val="both"/>
        <w:rPr>
          <w:sz w:val="22"/>
        </w:rPr>
      </w:pPr>
      <w:r>
        <w:rPr>
          <w:sz w:val="22"/>
        </w:rPr>
        <w:t>popis díla, která je odevzdáváno</w:t>
      </w:r>
    </w:p>
    <w:p w14:paraId="490E3665" w14:textId="77777777" w:rsidR="00D62CD0" w:rsidRDefault="00D62CD0" w:rsidP="00015F8D">
      <w:pPr>
        <w:numPr>
          <w:ilvl w:val="0"/>
          <w:numId w:val="6"/>
        </w:numPr>
        <w:tabs>
          <w:tab w:val="clear" w:pos="2700"/>
        </w:tabs>
        <w:ind w:left="993" w:hanging="284"/>
        <w:jc w:val="both"/>
        <w:rPr>
          <w:sz w:val="22"/>
        </w:rPr>
      </w:pPr>
      <w:r>
        <w:rPr>
          <w:sz w:val="22"/>
        </w:rPr>
        <w:t xml:space="preserve">soupis zjištěných vad a dohodu o opatřeních a lhůtách k jejich odstranění </w:t>
      </w:r>
    </w:p>
    <w:p w14:paraId="4149AAB7" w14:textId="77777777" w:rsidR="00E96F7A" w:rsidRPr="00D726F8" w:rsidRDefault="00D62CD0" w:rsidP="00E96F7A">
      <w:pPr>
        <w:numPr>
          <w:ilvl w:val="0"/>
          <w:numId w:val="6"/>
        </w:numPr>
        <w:tabs>
          <w:tab w:val="clear" w:pos="2700"/>
        </w:tabs>
        <w:ind w:left="993" w:hanging="284"/>
        <w:jc w:val="both"/>
        <w:rPr>
          <w:sz w:val="22"/>
        </w:rPr>
      </w:pPr>
      <w:r>
        <w:rPr>
          <w:sz w:val="22"/>
        </w:rPr>
        <w:t>seznam předaných dokladů</w:t>
      </w:r>
    </w:p>
    <w:p w14:paraId="42270925" w14:textId="77777777" w:rsidR="00D62CD0" w:rsidRDefault="00D62CD0" w:rsidP="00015F8D">
      <w:pPr>
        <w:numPr>
          <w:ilvl w:val="0"/>
          <w:numId w:val="6"/>
        </w:numPr>
        <w:tabs>
          <w:tab w:val="clear" w:pos="2700"/>
        </w:tabs>
        <w:ind w:left="993" w:hanging="284"/>
        <w:jc w:val="both"/>
        <w:rPr>
          <w:sz w:val="22"/>
        </w:rPr>
      </w:pPr>
      <w:r>
        <w:rPr>
          <w:sz w:val="22"/>
        </w:rPr>
        <w:t>den, od kterého začne běžet záruční doba</w:t>
      </w:r>
    </w:p>
    <w:p w14:paraId="6E96A209" w14:textId="77777777" w:rsidR="00D62CD0" w:rsidRDefault="00D62CD0" w:rsidP="00015F8D">
      <w:pPr>
        <w:numPr>
          <w:ilvl w:val="0"/>
          <w:numId w:val="6"/>
        </w:numPr>
        <w:tabs>
          <w:tab w:val="clear" w:pos="2700"/>
        </w:tabs>
        <w:ind w:left="993" w:hanging="284"/>
        <w:jc w:val="both"/>
        <w:rPr>
          <w:sz w:val="22"/>
        </w:rPr>
      </w:pPr>
      <w:r>
        <w:rPr>
          <w:sz w:val="22"/>
        </w:rPr>
        <w:t>prohlášení objednatele, zda dílo přejímá či nepřejímá</w:t>
      </w:r>
    </w:p>
    <w:p w14:paraId="23D32C0E" w14:textId="77777777" w:rsidR="00D62CD0" w:rsidRPr="00D62CD0" w:rsidRDefault="00D62CD0" w:rsidP="00015F8D">
      <w:pPr>
        <w:numPr>
          <w:ilvl w:val="0"/>
          <w:numId w:val="6"/>
        </w:numPr>
        <w:tabs>
          <w:tab w:val="clear" w:pos="2700"/>
        </w:tabs>
        <w:ind w:left="993" w:hanging="284"/>
        <w:jc w:val="both"/>
        <w:rPr>
          <w:sz w:val="22"/>
        </w:rPr>
      </w:pPr>
      <w:r>
        <w:rPr>
          <w:sz w:val="22"/>
        </w:rPr>
        <w:t xml:space="preserve">v případě přejímky konstatování přesného času podpisu protokolu a tím i přechodu rizika na objednatele. </w:t>
      </w:r>
    </w:p>
    <w:p w14:paraId="774DE76E" w14:textId="77777777" w:rsidR="00DF672C" w:rsidRDefault="00DF672C" w:rsidP="00015F8D">
      <w:pPr>
        <w:pStyle w:val="Textvbloku"/>
        <w:spacing w:before="60"/>
        <w:ind w:left="426" w:right="-91"/>
        <w:rPr>
          <w:sz w:val="22"/>
        </w:rPr>
      </w:pPr>
      <w:r>
        <w:rPr>
          <w:sz w:val="22"/>
        </w:rPr>
        <w:t>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02B458B5" w14:textId="77777777" w:rsidR="00DF672C" w:rsidRDefault="00DF672C" w:rsidP="00015F8D">
      <w:pPr>
        <w:pStyle w:val="Textvbloku"/>
        <w:spacing w:before="60"/>
        <w:ind w:left="709" w:right="-91" w:hanging="284"/>
        <w:rPr>
          <w:sz w:val="22"/>
        </w:rPr>
      </w:pPr>
      <w:r>
        <w:rPr>
          <w:sz w:val="22"/>
        </w:rPr>
        <w:t xml:space="preserve">K datu podpisu protokolu o předání a převzetí díla je dílo předáno zhotovitelem objednateli.   </w:t>
      </w:r>
    </w:p>
    <w:p w14:paraId="5BBBC10A" w14:textId="77777777" w:rsidR="00DF672C" w:rsidRDefault="00DF672C" w:rsidP="00E26EF3">
      <w:pPr>
        <w:pStyle w:val="Textvbloku"/>
        <w:spacing w:before="60" w:after="120"/>
        <w:ind w:left="709" w:right="-91" w:hanging="284"/>
        <w:rPr>
          <w:sz w:val="22"/>
        </w:rPr>
      </w:pPr>
      <w:r>
        <w:rPr>
          <w:sz w:val="22"/>
        </w:rPr>
        <w:t xml:space="preserve">Tímto datem je zahájen běh záruční doby podle ustanovení </w:t>
      </w:r>
      <w:r w:rsidR="00C64BAC">
        <w:rPr>
          <w:sz w:val="22"/>
        </w:rPr>
        <w:t>čl. VI</w:t>
      </w:r>
      <w:r w:rsidR="0086663C">
        <w:rPr>
          <w:sz w:val="22"/>
        </w:rPr>
        <w:t>I</w:t>
      </w:r>
      <w:r w:rsidR="00C64BAC">
        <w:rPr>
          <w:sz w:val="22"/>
        </w:rPr>
        <w:t>I</w:t>
      </w:r>
      <w:r w:rsidR="0086663C">
        <w:rPr>
          <w:sz w:val="22"/>
        </w:rPr>
        <w:t>.</w:t>
      </w:r>
      <w:r w:rsidR="00C64BAC">
        <w:rPr>
          <w:sz w:val="22"/>
        </w:rPr>
        <w:t xml:space="preserve"> odstavec 3 </w:t>
      </w:r>
      <w:r>
        <w:rPr>
          <w:sz w:val="22"/>
        </w:rPr>
        <w:t xml:space="preserve">smlouvy. </w:t>
      </w:r>
    </w:p>
    <w:p w14:paraId="4CE979B2" w14:textId="77777777" w:rsidR="00DF672C" w:rsidRPr="00A345FE" w:rsidRDefault="00030E8F" w:rsidP="00015F8D">
      <w:pPr>
        <w:ind w:left="284" w:hanging="284"/>
        <w:jc w:val="both"/>
        <w:rPr>
          <w:sz w:val="22"/>
        </w:rPr>
      </w:pPr>
      <w:r>
        <w:rPr>
          <w:sz w:val="22"/>
          <w:szCs w:val="22"/>
        </w:rPr>
        <w:t xml:space="preserve">4. </w:t>
      </w:r>
      <w:r w:rsidR="00DF672C">
        <w:rPr>
          <w:sz w:val="22"/>
          <w:szCs w:val="22"/>
        </w:rPr>
        <w:t xml:space="preserve">Odmítne-li objednatel řádně a včas zhotovené dílo </w:t>
      </w:r>
      <w:r w:rsidR="00043E77">
        <w:rPr>
          <w:sz w:val="22"/>
          <w:szCs w:val="22"/>
        </w:rPr>
        <w:t xml:space="preserve">nebo ucelenou část díla </w:t>
      </w:r>
      <w:r w:rsidR="00DF672C">
        <w:rPr>
          <w:sz w:val="22"/>
          <w:szCs w:val="22"/>
        </w:rPr>
        <w:t>převzít nebo nedojde-li k dohodě o předání a převzetí díla</w:t>
      </w:r>
      <w:r w:rsidR="00043E77">
        <w:rPr>
          <w:sz w:val="22"/>
          <w:szCs w:val="22"/>
        </w:rPr>
        <w:t xml:space="preserve"> nebo ucelené části díla</w:t>
      </w:r>
      <w:r w:rsidR="00DF672C">
        <w:rPr>
          <w:sz w:val="22"/>
          <w:szCs w:val="22"/>
        </w:rPr>
        <w:t xml:space="preserve">, sepíšou strany o tom zápis, v němž uvedou strany svá stanoviska. Zhotovitel není </w:t>
      </w:r>
      <w:r w:rsidR="00DF672C">
        <w:rPr>
          <w:sz w:val="22"/>
        </w:rPr>
        <w:t xml:space="preserve">v prodlení, jestliže objednatel odmítl bezdůvodně převzít řádně </w:t>
      </w:r>
      <w:r w:rsidR="00DF672C" w:rsidRPr="00A345FE">
        <w:rPr>
          <w:sz w:val="22"/>
        </w:rPr>
        <w:t>zhotovené dílo.</w:t>
      </w:r>
    </w:p>
    <w:p w14:paraId="33EE8312" w14:textId="77777777" w:rsidR="00F2572A" w:rsidRDefault="00266E11" w:rsidP="00687A44">
      <w:pPr>
        <w:spacing w:before="120" w:after="480"/>
        <w:ind w:left="284" w:hanging="284"/>
        <w:jc w:val="both"/>
        <w:rPr>
          <w:sz w:val="22"/>
        </w:rPr>
      </w:pPr>
      <w:r w:rsidRPr="00A345FE">
        <w:rPr>
          <w:sz w:val="22"/>
        </w:rPr>
        <w:t>5. Vlastnictví k</w:t>
      </w:r>
      <w:r w:rsidR="00043E77" w:rsidRPr="00A345FE">
        <w:rPr>
          <w:sz w:val="22"/>
        </w:rPr>
        <w:t> dílu nebo ucelené části díla</w:t>
      </w:r>
      <w:r w:rsidRPr="00A345FE">
        <w:rPr>
          <w:sz w:val="22"/>
        </w:rPr>
        <w:t xml:space="preserve"> na základě této smlouvy</w:t>
      </w:r>
      <w:r w:rsidR="00B62026" w:rsidRPr="00A345FE">
        <w:rPr>
          <w:sz w:val="22"/>
        </w:rPr>
        <w:t xml:space="preserve"> o dílo</w:t>
      </w:r>
      <w:r w:rsidRPr="00A345FE">
        <w:rPr>
          <w:sz w:val="22"/>
        </w:rPr>
        <w:t xml:space="preserve"> přechází na </w:t>
      </w:r>
      <w:r w:rsidR="00B62026" w:rsidRPr="00A345FE">
        <w:rPr>
          <w:sz w:val="22"/>
        </w:rPr>
        <w:t>objednatele</w:t>
      </w:r>
      <w:r w:rsidRPr="00A345FE">
        <w:rPr>
          <w:sz w:val="22"/>
        </w:rPr>
        <w:t xml:space="preserve"> okamžikem podpisu protokolu o předání a převzetí </w:t>
      </w:r>
      <w:r w:rsidR="00043E77" w:rsidRPr="00A345FE">
        <w:rPr>
          <w:sz w:val="22"/>
        </w:rPr>
        <w:t>díla nebo ucelené části díla</w:t>
      </w:r>
      <w:r w:rsidRPr="00A345FE">
        <w:rPr>
          <w:sz w:val="22"/>
        </w:rPr>
        <w:t xml:space="preserve"> oběma </w:t>
      </w:r>
      <w:r w:rsidR="00B62026" w:rsidRPr="00A345FE">
        <w:rPr>
          <w:sz w:val="22"/>
        </w:rPr>
        <w:t>s</w:t>
      </w:r>
      <w:r w:rsidRPr="00A345FE">
        <w:rPr>
          <w:sz w:val="22"/>
        </w:rPr>
        <w:t xml:space="preserve">mluvními stranami. Tímto okamžikem přechází na </w:t>
      </w:r>
      <w:r w:rsidR="00B62026" w:rsidRPr="00A345FE">
        <w:rPr>
          <w:sz w:val="22"/>
        </w:rPr>
        <w:t>objednatele</w:t>
      </w:r>
      <w:r w:rsidRPr="00A345FE">
        <w:rPr>
          <w:sz w:val="22"/>
        </w:rPr>
        <w:t xml:space="preserve"> rovněž nebezpečí škody na </w:t>
      </w:r>
      <w:r w:rsidR="00043E77" w:rsidRPr="00A345FE">
        <w:rPr>
          <w:sz w:val="22"/>
        </w:rPr>
        <w:t>díle nebo ucelené části díla</w:t>
      </w:r>
      <w:r w:rsidRPr="00A345FE">
        <w:rPr>
          <w:sz w:val="22"/>
        </w:rPr>
        <w:t>.</w:t>
      </w:r>
    </w:p>
    <w:p w14:paraId="60272879" w14:textId="77777777" w:rsidR="00687A44" w:rsidRPr="00687A44" w:rsidRDefault="00687A44" w:rsidP="00687A44">
      <w:pPr>
        <w:spacing w:before="120" w:after="480"/>
        <w:ind w:left="284" w:hanging="284"/>
        <w:jc w:val="both"/>
        <w:rPr>
          <w:sz w:val="22"/>
        </w:rPr>
      </w:pPr>
    </w:p>
    <w:p w14:paraId="5948891D" w14:textId="77777777" w:rsidR="00AD42A4" w:rsidRDefault="00AD42A4" w:rsidP="00015F8D">
      <w:pPr>
        <w:pStyle w:val="text"/>
        <w:spacing w:before="0" w:line="240" w:lineRule="auto"/>
        <w:rPr>
          <w:b/>
          <w:sz w:val="22"/>
          <w:szCs w:val="22"/>
        </w:rPr>
      </w:pPr>
      <w:r w:rsidRPr="00AD42A4">
        <w:rPr>
          <w:b/>
          <w:sz w:val="22"/>
          <w:szCs w:val="22"/>
        </w:rPr>
        <w:t>VII</w:t>
      </w:r>
      <w:r w:rsidR="002F5825">
        <w:rPr>
          <w:b/>
          <w:sz w:val="22"/>
          <w:szCs w:val="22"/>
        </w:rPr>
        <w:t>I</w:t>
      </w:r>
      <w:r w:rsidRPr="00AD42A4">
        <w:rPr>
          <w:b/>
          <w:sz w:val="22"/>
          <w:szCs w:val="22"/>
        </w:rPr>
        <w:t>. ZÁRUČNÍ PODMÍNKY, ODPOVĚDNOST ZA VADY</w:t>
      </w:r>
    </w:p>
    <w:p w14:paraId="4EC11199" w14:textId="77777777" w:rsidR="00AD42A4" w:rsidRDefault="00AD42A4" w:rsidP="00015F8D">
      <w:pPr>
        <w:pStyle w:val="text"/>
        <w:spacing w:before="0" w:line="240" w:lineRule="auto"/>
        <w:rPr>
          <w:b/>
          <w:sz w:val="22"/>
          <w:szCs w:val="22"/>
        </w:rPr>
      </w:pPr>
      <w:r>
        <w:rPr>
          <w:b/>
          <w:sz w:val="22"/>
          <w:szCs w:val="22"/>
        </w:rPr>
        <w:t>----------------------------------------------------</w:t>
      </w:r>
      <w:r w:rsidR="00BD3C2E">
        <w:rPr>
          <w:b/>
          <w:sz w:val="22"/>
          <w:szCs w:val="22"/>
        </w:rPr>
        <w:t>---</w:t>
      </w:r>
      <w:r>
        <w:rPr>
          <w:b/>
          <w:sz w:val="22"/>
          <w:szCs w:val="22"/>
        </w:rPr>
        <w:t>-------------------------</w:t>
      </w:r>
    </w:p>
    <w:p w14:paraId="5FCD0248" w14:textId="77777777" w:rsidR="00A53D48" w:rsidRDefault="00A53D48" w:rsidP="00015F8D">
      <w:pPr>
        <w:pStyle w:val="text"/>
        <w:spacing w:before="0" w:line="240" w:lineRule="auto"/>
        <w:rPr>
          <w:b/>
          <w:sz w:val="22"/>
          <w:szCs w:val="22"/>
        </w:rPr>
      </w:pPr>
    </w:p>
    <w:p w14:paraId="56DD6CFB" w14:textId="77777777" w:rsidR="00A53D48" w:rsidRDefault="00A53D48" w:rsidP="000D6187">
      <w:pPr>
        <w:spacing w:after="120"/>
        <w:ind w:left="284" w:hanging="284"/>
        <w:jc w:val="both"/>
        <w:rPr>
          <w:sz w:val="22"/>
          <w:szCs w:val="22"/>
        </w:rPr>
      </w:pPr>
      <w:r>
        <w:rPr>
          <w:sz w:val="22"/>
          <w:szCs w:val="22"/>
        </w:rPr>
        <w:t xml:space="preserve">1. </w:t>
      </w:r>
      <w:r>
        <w:rPr>
          <w:sz w:val="22"/>
          <w:szCs w:val="22"/>
        </w:rPr>
        <w:tab/>
      </w:r>
      <w:r w:rsidRPr="00A53D48">
        <w:rPr>
          <w:sz w:val="22"/>
          <w:szCs w:val="22"/>
        </w:rPr>
        <w:t xml:space="preserve">Zhotovitel odpovídá za to, že předmět této smlouvy je zhotoven podle podmínek smlouvy </w:t>
      </w:r>
      <w:r w:rsidR="00CC5029">
        <w:rPr>
          <w:sz w:val="22"/>
          <w:szCs w:val="22"/>
        </w:rPr>
        <w:t xml:space="preserve">a v souladu </w:t>
      </w:r>
      <w:r w:rsidR="00CC5029" w:rsidRPr="00C95977">
        <w:rPr>
          <w:sz w:val="22"/>
          <w:szCs w:val="22"/>
        </w:rPr>
        <w:t>s pokyny objednatele. Zhotovitel je povinen včas písemně upozornit objednatele na zřejmou nevhodnost jeho pokynů, jejichž následkem může vzniknout škoda nebo nesoulad se zákony nebo jinými obecně závaznými právními předpisy. Pokud objednatel navzdory tomuto upozornění trvá na svých pokynech, zhotovitel neodpovídá za jakoukoli</w:t>
      </w:r>
      <w:r w:rsidR="00CC5029" w:rsidRPr="00CC5029">
        <w:rPr>
          <w:sz w:val="22"/>
          <w:szCs w:val="22"/>
        </w:rPr>
        <w:t xml:space="preserve"> škodu vzniklou v této příčinné souvislosti.</w:t>
      </w:r>
      <w:r w:rsidRPr="00CC5029">
        <w:rPr>
          <w:sz w:val="22"/>
          <w:szCs w:val="22"/>
        </w:rPr>
        <w:t xml:space="preserve"> Zhotovitel bude při plnění této smlouvy postupovat s odbornou péčí, zavazuje se dodržovat obecně závazné předpisy, technické normy a oborové standardy a předpisy týkající se bezpečnosti a ochrany zdraví. </w:t>
      </w:r>
      <w:r w:rsidR="00E92605" w:rsidRPr="00CC5029">
        <w:rPr>
          <w:sz w:val="22"/>
          <w:szCs w:val="22"/>
        </w:rPr>
        <w:t>Zhotovitel</w:t>
      </w:r>
      <w:r w:rsidR="00E92605">
        <w:rPr>
          <w:sz w:val="22"/>
          <w:szCs w:val="22"/>
        </w:rPr>
        <w:t xml:space="preserve"> je povinen pověřit plněním závazků z této smlouvy o dílo pouze ty zaměstnance, kteří jsou k tomu odborně způsobilí. </w:t>
      </w:r>
    </w:p>
    <w:p w14:paraId="07AAB772" w14:textId="77777777" w:rsidR="00A53D48" w:rsidRPr="001C4576" w:rsidRDefault="00A53D48" w:rsidP="000D6187">
      <w:pPr>
        <w:spacing w:after="120"/>
        <w:ind w:left="284" w:hanging="284"/>
        <w:jc w:val="both"/>
        <w:rPr>
          <w:sz w:val="22"/>
          <w:szCs w:val="22"/>
        </w:rPr>
      </w:pPr>
      <w:r>
        <w:rPr>
          <w:sz w:val="22"/>
          <w:szCs w:val="22"/>
        </w:rPr>
        <w:t xml:space="preserve">2. </w:t>
      </w:r>
      <w:r>
        <w:rPr>
          <w:sz w:val="22"/>
          <w:szCs w:val="22"/>
        </w:rPr>
        <w:tab/>
      </w:r>
      <w:r w:rsidRPr="00A53D48">
        <w:rPr>
          <w:sz w:val="22"/>
          <w:szCs w:val="22"/>
        </w:rPr>
        <w:t xml:space="preserve">Objednatel se zavazuje upozornit neprodleně na zjevné nedostatky či vady zjištěné v průběhu prací, </w:t>
      </w:r>
      <w:r w:rsidRPr="001C4576">
        <w:rPr>
          <w:sz w:val="22"/>
          <w:szCs w:val="22"/>
        </w:rPr>
        <w:t>aby nemohlo dojít k zvětšení vady či škody.</w:t>
      </w:r>
      <w:r w:rsidR="00225B74" w:rsidRPr="001C4576">
        <w:rPr>
          <w:sz w:val="22"/>
          <w:szCs w:val="22"/>
        </w:rPr>
        <w:t xml:space="preserve"> </w:t>
      </w:r>
      <w:r w:rsidRPr="001C4576">
        <w:rPr>
          <w:sz w:val="22"/>
          <w:szCs w:val="22"/>
        </w:rPr>
        <w:t>Zhotovitel se zavazuje odstranit neprodleně nedostatky či vady, na něž objednatel upozorní.</w:t>
      </w:r>
    </w:p>
    <w:p w14:paraId="3B4C5739" w14:textId="77777777" w:rsidR="00A53D48" w:rsidRPr="001C4576" w:rsidRDefault="00A53D48" w:rsidP="000D6187">
      <w:pPr>
        <w:ind w:left="284" w:hanging="284"/>
        <w:jc w:val="both"/>
        <w:rPr>
          <w:sz w:val="22"/>
          <w:szCs w:val="22"/>
        </w:rPr>
      </w:pPr>
      <w:r w:rsidRPr="001C4576">
        <w:rPr>
          <w:sz w:val="22"/>
          <w:szCs w:val="22"/>
        </w:rPr>
        <w:t xml:space="preserve">3. </w:t>
      </w:r>
      <w:r w:rsidR="00566BE3" w:rsidRPr="001C4576">
        <w:rPr>
          <w:sz w:val="22"/>
          <w:szCs w:val="22"/>
        </w:rPr>
        <w:tab/>
      </w:r>
      <w:r w:rsidRPr="001C4576">
        <w:rPr>
          <w:sz w:val="22"/>
          <w:szCs w:val="22"/>
        </w:rPr>
        <w:t xml:space="preserve">Zhotovitel poskytuje na provedené dílo </w:t>
      </w:r>
      <w:r w:rsidR="00043E77" w:rsidRPr="001C4576">
        <w:rPr>
          <w:sz w:val="22"/>
          <w:szCs w:val="22"/>
        </w:rPr>
        <w:t xml:space="preserve">nebo ucelenou část díla </w:t>
      </w:r>
      <w:r w:rsidRPr="001C4576">
        <w:rPr>
          <w:sz w:val="22"/>
          <w:szCs w:val="22"/>
        </w:rPr>
        <w:t xml:space="preserve">záruku v délce </w:t>
      </w:r>
      <w:r w:rsidR="008C36DA" w:rsidRPr="001C4576">
        <w:rPr>
          <w:b/>
          <w:sz w:val="22"/>
          <w:szCs w:val="22"/>
        </w:rPr>
        <w:t>36</w:t>
      </w:r>
      <w:r w:rsidR="00C21902" w:rsidRPr="001C4576">
        <w:rPr>
          <w:b/>
          <w:sz w:val="22"/>
          <w:szCs w:val="22"/>
        </w:rPr>
        <w:t xml:space="preserve"> </w:t>
      </w:r>
      <w:r w:rsidRPr="001C4576">
        <w:rPr>
          <w:b/>
          <w:sz w:val="22"/>
          <w:szCs w:val="22"/>
        </w:rPr>
        <w:t>měsíců</w:t>
      </w:r>
      <w:r w:rsidRPr="001C4576">
        <w:rPr>
          <w:sz w:val="22"/>
          <w:szCs w:val="22"/>
        </w:rPr>
        <w:t xml:space="preserve"> ode dne předání a převzetí díla</w:t>
      </w:r>
      <w:r w:rsidR="00043E77" w:rsidRPr="001C4576">
        <w:rPr>
          <w:sz w:val="22"/>
          <w:szCs w:val="22"/>
        </w:rPr>
        <w:t xml:space="preserve"> nebo ucelené části díla</w:t>
      </w:r>
      <w:r w:rsidR="00566BE3" w:rsidRPr="001C4576">
        <w:rPr>
          <w:sz w:val="22"/>
          <w:szCs w:val="22"/>
        </w:rPr>
        <w:t>.</w:t>
      </w:r>
    </w:p>
    <w:p w14:paraId="7ABAF221" w14:textId="77777777" w:rsidR="00D65DCD" w:rsidRPr="001C4576" w:rsidRDefault="00D65DCD" w:rsidP="000D6187">
      <w:pPr>
        <w:ind w:left="284" w:hanging="284"/>
        <w:jc w:val="both"/>
        <w:rPr>
          <w:sz w:val="22"/>
          <w:szCs w:val="22"/>
        </w:rPr>
      </w:pPr>
    </w:p>
    <w:p w14:paraId="70E7E6AE" w14:textId="77777777" w:rsidR="00ED1D42" w:rsidRDefault="00ED1D42" w:rsidP="00ED1D42">
      <w:pPr>
        <w:pStyle w:val="Textvbloku"/>
        <w:tabs>
          <w:tab w:val="left" w:pos="4820"/>
        </w:tabs>
        <w:rPr>
          <w:sz w:val="22"/>
          <w:szCs w:val="22"/>
        </w:rPr>
      </w:pPr>
      <w:r>
        <w:rPr>
          <w:sz w:val="22"/>
          <w:szCs w:val="22"/>
        </w:rPr>
        <w:t xml:space="preserve">4. </w:t>
      </w:r>
      <w:r w:rsidR="00D32A5C" w:rsidRPr="001C4576">
        <w:rPr>
          <w:sz w:val="22"/>
          <w:szCs w:val="22"/>
        </w:rPr>
        <w:t xml:space="preserve">Objednatel nahlásí vadu zhotoviteli, a to telefonicky a následně e-mailem. </w:t>
      </w:r>
      <w:r w:rsidR="009964C9" w:rsidRPr="001C4576">
        <w:rPr>
          <w:sz w:val="22"/>
          <w:szCs w:val="22"/>
        </w:rPr>
        <w:t xml:space="preserve">Zhotovitel </w:t>
      </w:r>
      <w:r w:rsidR="00D32A5C" w:rsidRPr="001C4576">
        <w:rPr>
          <w:sz w:val="22"/>
          <w:szCs w:val="22"/>
        </w:rPr>
        <w:t xml:space="preserve">neprodleně potvrdí </w:t>
      </w:r>
      <w:r>
        <w:rPr>
          <w:sz w:val="22"/>
          <w:szCs w:val="22"/>
        </w:rPr>
        <w:t xml:space="preserve">    </w:t>
      </w:r>
    </w:p>
    <w:p w14:paraId="0B898372" w14:textId="77777777" w:rsidR="00815DD5" w:rsidRPr="00ED1D42" w:rsidRDefault="00D32A5C" w:rsidP="00ED1D42">
      <w:pPr>
        <w:pStyle w:val="Textvbloku"/>
        <w:tabs>
          <w:tab w:val="left" w:pos="284"/>
          <w:tab w:val="left" w:pos="4820"/>
        </w:tabs>
        <w:ind w:left="284"/>
        <w:rPr>
          <w:sz w:val="22"/>
          <w:szCs w:val="22"/>
        </w:rPr>
      </w:pPr>
      <w:r w:rsidRPr="001C4576">
        <w:rPr>
          <w:sz w:val="22"/>
          <w:szCs w:val="22"/>
        </w:rPr>
        <w:t>písemně (e-mailem) přijetí závady a navrhne způsob odstranění. Kontakty pro nahlášení vad: telefon</w:t>
      </w:r>
      <w:r w:rsidR="009964C9" w:rsidRPr="001C4576">
        <w:rPr>
          <w:sz w:val="22"/>
          <w:szCs w:val="22"/>
        </w:rPr>
        <w:t xml:space="preserve"> zhotovitele</w:t>
      </w:r>
      <w:r w:rsidRPr="001C4576">
        <w:rPr>
          <w:sz w:val="22"/>
          <w:szCs w:val="22"/>
        </w:rPr>
        <w:t xml:space="preserve">  - </w:t>
      </w:r>
      <w:r w:rsidR="00750833" w:rsidRPr="00750833">
        <w:rPr>
          <w:sz w:val="22"/>
          <w:szCs w:val="22"/>
          <w:highlight w:val="yellow"/>
        </w:rPr>
        <w:t>…………….</w:t>
      </w:r>
      <w:r w:rsidRPr="001C4576">
        <w:rPr>
          <w:sz w:val="22"/>
          <w:szCs w:val="22"/>
        </w:rPr>
        <w:t xml:space="preserve">, email </w:t>
      </w:r>
      <w:r w:rsidR="009964C9" w:rsidRPr="001C4576">
        <w:rPr>
          <w:sz w:val="22"/>
          <w:szCs w:val="22"/>
        </w:rPr>
        <w:t>zhotovitele</w:t>
      </w:r>
      <w:r w:rsidRPr="001C4576">
        <w:rPr>
          <w:sz w:val="22"/>
          <w:szCs w:val="22"/>
        </w:rPr>
        <w:t xml:space="preserve"> </w:t>
      </w:r>
      <w:r w:rsidR="00815DD5">
        <w:rPr>
          <w:sz w:val="22"/>
          <w:szCs w:val="22"/>
        </w:rPr>
        <w:t>–</w:t>
      </w:r>
      <w:r w:rsidRPr="001C4576">
        <w:rPr>
          <w:sz w:val="22"/>
          <w:szCs w:val="22"/>
        </w:rPr>
        <w:t xml:space="preserve"> </w:t>
      </w:r>
      <w:r w:rsidR="00750833" w:rsidRPr="004D6F1A">
        <w:rPr>
          <w:sz w:val="22"/>
          <w:szCs w:val="22"/>
          <w:highlight w:val="yellow"/>
        </w:rPr>
        <w:t>………..</w:t>
      </w:r>
      <w:r w:rsidR="00464DEC">
        <w:rPr>
          <w:i/>
          <w:sz w:val="22"/>
          <w:szCs w:val="22"/>
        </w:rPr>
        <w:t xml:space="preserve">. </w:t>
      </w:r>
      <w:r w:rsidR="00870862" w:rsidRPr="00015F8D">
        <w:rPr>
          <w:sz w:val="22"/>
          <w:szCs w:val="22"/>
        </w:rPr>
        <w:t xml:space="preserve">Smluvní </w:t>
      </w:r>
      <w:r w:rsidR="00015F8D" w:rsidRPr="00015F8D">
        <w:rPr>
          <w:sz w:val="22"/>
          <w:szCs w:val="22"/>
        </w:rPr>
        <w:t>s</w:t>
      </w:r>
      <w:r w:rsidR="00870862" w:rsidRPr="00015F8D">
        <w:rPr>
          <w:sz w:val="22"/>
          <w:szCs w:val="22"/>
        </w:rPr>
        <w:t>trany si při reklamaci ujednají lhůty pro odstranění vady, a nebude-li ujednáno, tak zhotovitel do 10 dnů od nahlášení vady objednatelem je povinen vadu odstranit.</w:t>
      </w:r>
      <w:r w:rsidR="00464DEC">
        <w:rPr>
          <w:sz w:val="22"/>
          <w:szCs w:val="22"/>
        </w:rPr>
        <w:t xml:space="preserve"> </w:t>
      </w:r>
      <w:r w:rsidR="00464DEC" w:rsidRPr="00464DEC">
        <w:rPr>
          <w:sz w:val="22"/>
          <w:szCs w:val="22"/>
        </w:rPr>
        <w:t xml:space="preserve">V případě </w:t>
      </w:r>
      <w:r w:rsidR="00464DEC">
        <w:rPr>
          <w:sz w:val="22"/>
          <w:szCs w:val="22"/>
        </w:rPr>
        <w:t xml:space="preserve">náhrady poškozené nebo uhynulé </w:t>
      </w:r>
      <w:r w:rsidR="00464DEC" w:rsidRPr="00464DEC">
        <w:rPr>
          <w:sz w:val="22"/>
          <w:szCs w:val="22"/>
        </w:rPr>
        <w:t xml:space="preserve">dřeviny bude </w:t>
      </w:r>
      <w:r w:rsidR="00464DEC">
        <w:rPr>
          <w:sz w:val="22"/>
          <w:szCs w:val="22"/>
        </w:rPr>
        <w:t>nová</w:t>
      </w:r>
      <w:r w:rsidR="00464DEC" w:rsidRPr="00464DEC">
        <w:rPr>
          <w:sz w:val="22"/>
          <w:szCs w:val="22"/>
        </w:rPr>
        <w:t xml:space="preserve"> dřevina v porostu označena transparentní barvou, a to u stromů bodem na kotevním kůlu nebo bodem na kmenu v cca 1 m výšky kmene, u keřů vytyčovacím kolíkem s probarveným vrcholem</w:t>
      </w:r>
      <w:r w:rsidR="00464DEC" w:rsidRPr="00485485">
        <w:rPr>
          <w:rFonts w:ascii="Arial" w:hAnsi="Arial" w:cs="Arial"/>
          <w:sz w:val="22"/>
          <w:szCs w:val="22"/>
        </w:rPr>
        <w:t>.</w:t>
      </w:r>
    </w:p>
    <w:p w14:paraId="358464FC" w14:textId="77777777" w:rsidR="009964C9" w:rsidRPr="009964C9" w:rsidRDefault="009964C9" w:rsidP="000D6187">
      <w:pPr>
        <w:spacing w:before="120" w:after="120"/>
        <w:ind w:left="284" w:hanging="284"/>
        <w:jc w:val="both"/>
        <w:rPr>
          <w:sz w:val="22"/>
          <w:szCs w:val="22"/>
        </w:rPr>
      </w:pPr>
      <w:r w:rsidRPr="009964C9">
        <w:rPr>
          <w:sz w:val="22"/>
          <w:szCs w:val="22"/>
        </w:rPr>
        <w:t xml:space="preserve">5. </w:t>
      </w:r>
      <w:r>
        <w:rPr>
          <w:sz w:val="22"/>
          <w:szCs w:val="22"/>
        </w:rPr>
        <w:tab/>
      </w:r>
      <w:r w:rsidRPr="009964C9">
        <w:rPr>
          <w:sz w:val="22"/>
          <w:szCs w:val="22"/>
        </w:rPr>
        <w:t xml:space="preserve">O odstranění reklamované vady sepíše </w:t>
      </w:r>
      <w:r>
        <w:rPr>
          <w:sz w:val="22"/>
          <w:szCs w:val="22"/>
        </w:rPr>
        <w:t>objednatel</w:t>
      </w:r>
      <w:r w:rsidRPr="009964C9">
        <w:rPr>
          <w:sz w:val="22"/>
          <w:szCs w:val="22"/>
        </w:rPr>
        <w:t xml:space="preserve"> zápis, ve kterém potvrdí odstranění vady nebo uvede důvody, pro které odmítá uznat vadu za odstraněnou. Neodstraní-li </w:t>
      </w:r>
      <w:r>
        <w:rPr>
          <w:sz w:val="22"/>
          <w:szCs w:val="22"/>
        </w:rPr>
        <w:t>zhotovitel</w:t>
      </w:r>
      <w:r w:rsidRPr="009964C9">
        <w:rPr>
          <w:sz w:val="22"/>
          <w:szCs w:val="22"/>
        </w:rPr>
        <w:t xml:space="preserve"> vady předmětu plnění ve lhůtě 10 dnů od odmítnutí uznání odstranění vady</w:t>
      </w:r>
      <w:r w:rsidR="00892FAF">
        <w:rPr>
          <w:sz w:val="22"/>
          <w:szCs w:val="22"/>
        </w:rPr>
        <w:t xml:space="preserve"> (není-li dohodnuto jinak),</w:t>
      </w:r>
      <w:r w:rsidRPr="009964C9">
        <w:rPr>
          <w:sz w:val="22"/>
          <w:szCs w:val="22"/>
        </w:rPr>
        <w:t xml:space="preserve"> nebo oznámí-li </w:t>
      </w:r>
      <w:r w:rsidR="00892FAF">
        <w:rPr>
          <w:sz w:val="22"/>
          <w:szCs w:val="22"/>
        </w:rPr>
        <w:t>zhotovitel</w:t>
      </w:r>
      <w:r w:rsidRPr="009964C9">
        <w:rPr>
          <w:sz w:val="22"/>
          <w:szCs w:val="22"/>
        </w:rPr>
        <w:t xml:space="preserve"> před uplynutím této lhůty </w:t>
      </w:r>
      <w:r w:rsidR="00892FAF">
        <w:rPr>
          <w:sz w:val="22"/>
          <w:szCs w:val="22"/>
        </w:rPr>
        <w:t>objednateli</w:t>
      </w:r>
      <w:r w:rsidRPr="009964C9">
        <w:rPr>
          <w:sz w:val="22"/>
          <w:szCs w:val="22"/>
        </w:rPr>
        <w:t xml:space="preserve">, že vady neodstraní, je </w:t>
      </w:r>
      <w:r w:rsidR="00892FAF">
        <w:rPr>
          <w:sz w:val="22"/>
          <w:szCs w:val="22"/>
        </w:rPr>
        <w:t>objednatel</w:t>
      </w:r>
      <w:r w:rsidRPr="009964C9">
        <w:rPr>
          <w:sz w:val="22"/>
          <w:szCs w:val="22"/>
        </w:rPr>
        <w:t xml:space="preserve"> oprávněn odstoupit od této smlouvy</w:t>
      </w:r>
      <w:r w:rsidR="00892FAF">
        <w:rPr>
          <w:sz w:val="22"/>
          <w:szCs w:val="22"/>
        </w:rPr>
        <w:t xml:space="preserve"> o dílo</w:t>
      </w:r>
      <w:r w:rsidRPr="009964C9">
        <w:rPr>
          <w:sz w:val="22"/>
          <w:szCs w:val="22"/>
        </w:rPr>
        <w:t xml:space="preserve">. Současně je </w:t>
      </w:r>
      <w:r w:rsidR="00892FAF">
        <w:rPr>
          <w:sz w:val="22"/>
          <w:szCs w:val="22"/>
        </w:rPr>
        <w:t>objednatel</w:t>
      </w:r>
      <w:r w:rsidRPr="009964C9">
        <w:rPr>
          <w:sz w:val="22"/>
          <w:szCs w:val="22"/>
        </w:rPr>
        <w:t xml:space="preserve"> oprávněn pověřit odstraněním vady jinou odbornou právnickou nebo fyzickou osobu, přičemž veškeré takto vzniklé náklady na odstranění vady uhradí </w:t>
      </w:r>
      <w:r w:rsidR="00892FAF">
        <w:rPr>
          <w:sz w:val="22"/>
          <w:szCs w:val="22"/>
        </w:rPr>
        <w:t>objednateli zhotovitel</w:t>
      </w:r>
      <w:r w:rsidRPr="009964C9">
        <w:rPr>
          <w:sz w:val="22"/>
          <w:szCs w:val="22"/>
        </w:rPr>
        <w:t>. O náklady k odstranění vady lze snížit dosud nesplacenou částku ceny</w:t>
      </w:r>
      <w:r w:rsidR="00892FAF">
        <w:rPr>
          <w:sz w:val="22"/>
          <w:szCs w:val="22"/>
        </w:rPr>
        <w:t xml:space="preserve"> za dílo</w:t>
      </w:r>
      <w:r w:rsidRPr="009964C9">
        <w:rPr>
          <w:sz w:val="22"/>
          <w:szCs w:val="22"/>
        </w:rPr>
        <w:t>.</w:t>
      </w:r>
    </w:p>
    <w:p w14:paraId="3322F6B5" w14:textId="77777777" w:rsidR="00566BE3" w:rsidRPr="00A53D48" w:rsidRDefault="002F5827" w:rsidP="000D6187">
      <w:pPr>
        <w:spacing w:before="120" w:after="120"/>
        <w:ind w:left="284" w:hanging="284"/>
        <w:jc w:val="both"/>
        <w:rPr>
          <w:sz w:val="22"/>
          <w:szCs w:val="22"/>
        </w:rPr>
      </w:pPr>
      <w:r>
        <w:rPr>
          <w:sz w:val="22"/>
          <w:szCs w:val="22"/>
        </w:rPr>
        <w:t xml:space="preserve">6. </w:t>
      </w:r>
      <w:r>
        <w:rPr>
          <w:sz w:val="22"/>
          <w:szCs w:val="22"/>
        </w:rPr>
        <w:tab/>
        <w:t xml:space="preserve">Uplatnění nároku z odpovědnosti </w:t>
      </w:r>
      <w:r w:rsidR="00596E37">
        <w:rPr>
          <w:sz w:val="22"/>
          <w:szCs w:val="22"/>
        </w:rPr>
        <w:t>z</w:t>
      </w:r>
      <w:r w:rsidR="00B6260D">
        <w:rPr>
          <w:sz w:val="22"/>
          <w:szCs w:val="22"/>
        </w:rPr>
        <w:t>a vady předmětu plnění není dotčen nárok objednatele na náhradu škody a ušlého zisku.</w:t>
      </w:r>
    </w:p>
    <w:p w14:paraId="5F5F4B74" w14:textId="77777777" w:rsidR="00566BE3" w:rsidRPr="00A53D48" w:rsidRDefault="00B6260D" w:rsidP="00815DD5">
      <w:pPr>
        <w:spacing w:after="120"/>
        <w:ind w:left="284" w:hanging="284"/>
        <w:jc w:val="both"/>
        <w:rPr>
          <w:sz w:val="22"/>
          <w:szCs w:val="22"/>
        </w:rPr>
      </w:pPr>
      <w:r>
        <w:rPr>
          <w:sz w:val="22"/>
          <w:szCs w:val="22"/>
        </w:rPr>
        <w:t>7</w:t>
      </w:r>
      <w:r w:rsidR="00566BE3">
        <w:rPr>
          <w:sz w:val="22"/>
          <w:szCs w:val="22"/>
        </w:rPr>
        <w:t xml:space="preserve">. </w:t>
      </w:r>
      <w:r w:rsidR="00566BE3">
        <w:rPr>
          <w:sz w:val="22"/>
          <w:szCs w:val="22"/>
        </w:rPr>
        <w:tab/>
      </w:r>
      <w:r w:rsidR="00A53D48" w:rsidRPr="00A53D48">
        <w:rPr>
          <w:sz w:val="22"/>
          <w:szCs w:val="22"/>
        </w:rPr>
        <w:t xml:space="preserve">Záruka zhotovitele se nevztahuje na vady způsobené poškozením díla krádeží, živelnou pohromou, mechanickým poškozením třetí osobou a jinými vnějšími vlivy. </w:t>
      </w:r>
    </w:p>
    <w:p w14:paraId="65DE88D7" w14:textId="77777777" w:rsidR="00D65DCD" w:rsidRPr="00815DD5" w:rsidRDefault="00D65DCD" w:rsidP="00815DD5">
      <w:pPr>
        <w:pStyle w:val="Zkladntext2"/>
        <w:numPr>
          <w:ilvl w:val="0"/>
          <w:numId w:val="12"/>
        </w:numPr>
        <w:spacing w:after="120"/>
        <w:ind w:left="284" w:hanging="284"/>
        <w:rPr>
          <w:color w:val="000000"/>
          <w:sz w:val="22"/>
          <w:szCs w:val="22"/>
        </w:rPr>
      </w:pPr>
      <w:r w:rsidRPr="00D65DCD">
        <w:rPr>
          <w:color w:val="000000"/>
          <w:sz w:val="22"/>
          <w:szCs w:val="22"/>
        </w:rPr>
        <w:t xml:space="preserve">Zhotovitel je povinen doložit objednateli ke dni </w:t>
      </w:r>
      <w:r>
        <w:rPr>
          <w:color w:val="000000"/>
          <w:sz w:val="22"/>
          <w:szCs w:val="22"/>
        </w:rPr>
        <w:t xml:space="preserve">předání místa plnění </w:t>
      </w:r>
      <w:r w:rsidRPr="00D65DCD">
        <w:rPr>
          <w:color w:val="000000"/>
          <w:sz w:val="22"/>
          <w:szCs w:val="22"/>
        </w:rPr>
        <w:t>kopii pojistné smlouvy, z níž je zřejmé, že má sjednáno pojištěn</w:t>
      </w:r>
      <w:r w:rsidR="006A4982">
        <w:rPr>
          <w:color w:val="000000"/>
          <w:sz w:val="22"/>
          <w:szCs w:val="22"/>
        </w:rPr>
        <w:t>í</w:t>
      </w:r>
      <w:r w:rsidRPr="00D65DCD">
        <w:rPr>
          <w:color w:val="000000"/>
          <w:sz w:val="22"/>
          <w:szCs w:val="22"/>
        </w:rPr>
        <w:t xml:space="preserve"> odpovědnosti za škodu způsobené třetí osobě minimálně na pojistnou </w:t>
      </w:r>
      <w:r w:rsidRPr="00F2572A">
        <w:rPr>
          <w:color w:val="000000"/>
          <w:sz w:val="22"/>
          <w:szCs w:val="22"/>
        </w:rPr>
        <w:t xml:space="preserve">částku </w:t>
      </w:r>
      <w:r w:rsidR="009D5BC0" w:rsidRPr="00F2572A">
        <w:rPr>
          <w:color w:val="000000"/>
          <w:sz w:val="22"/>
          <w:szCs w:val="22"/>
        </w:rPr>
        <w:t>1</w:t>
      </w:r>
      <w:r w:rsidRPr="00F2572A">
        <w:rPr>
          <w:color w:val="000000"/>
          <w:sz w:val="22"/>
          <w:szCs w:val="22"/>
        </w:rPr>
        <w:t xml:space="preserve"> mil</w:t>
      </w:r>
      <w:r w:rsidRPr="00D65DCD">
        <w:rPr>
          <w:color w:val="000000"/>
          <w:sz w:val="22"/>
          <w:szCs w:val="22"/>
        </w:rPr>
        <w:t>. Kč a dále má sjednáno i pojištění odpovědnosti za škodu způsobenou vadným výrobkem. Zhotovitel se zavazuje udržovat toto pojištění v platnosti po celou dobu realizace díla až do doby jeho protokolárního předání a převzetí objednateli.</w:t>
      </w:r>
    </w:p>
    <w:p w14:paraId="253488EF" w14:textId="77777777" w:rsidR="00D65DCD" w:rsidRDefault="00D65DCD" w:rsidP="00815DD5">
      <w:pPr>
        <w:pStyle w:val="Zkladntext2"/>
        <w:numPr>
          <w:ilvl w:val="0"/>
          <w:numId w:val="12"/>
        </w:numPr>
        <w:spacing w:after="480"/>
        <w:ind w:left="284" w:hanging="284"/>
        <w:rPr>
          <w:color w:val="000000"/>
          <w:sz w:val="22"/>
          <w:szCs w:val="22"/>
        </w:rPr>
      </w:pPr>
      <w:r w:rsidRPr="00D65DCD">
        <w:rPr>
          <w:color w:val="000000"/>
          <w:sz w:val="22"/>
          <w:szCs w:val="22"/>
        </w:rPr>
        <w:t>Zhotovitel je povinen být po celou dobu provádění díla pojištěn</w:t>
      </w:r>
      <w:r w:rsidR="009719F2">
        <w:rPr>
          <w:color w:val="000000"/>
          <w:sz w:val="22"/>
          <w:szCs w:val="22"/>
        </w:rPr>
        <w:t xml:space="preserve">, </w:t>
      </w:r>
      <w:r w:rsidR="009719F2" w:rsidRPr="00D65DCD">
        <w:rPr>
          <w:color w:val="000000"/>
          <w:sz w:val="22"/>
          <w:szCs w:val="22"/>
        </w:rPr>
        <w:t xml:space="preserve">na pojistnou částku </w:t>
      </w:r>
      <w:r w:rsidR="009D5BC0" w:rsidRPr="00F2572A">
        <w:rPr>
          <w:color w:val="000000"/>
          <w:sz w:val="22"/>
          <w:szCs w:val="22"/>
        </w:rPr>
        <w:t>1</w:t>
      </w:r>
      <w:r w:rsidR="009719F2" w:rsidRPr="00F2572A">
        <w:rPr>
          <w:color w:val="000000"/>
          <w:sz w:val="22"/>
          <w:szCs w:val="22"/>
        </w:rPr>
        <w:t xml:space="preserve"> mil. Kč</w:t>
      </w:r>
      <w:r w:rsidR="009719F2">
        <w:rPr>
          <w:color w:val="000000"/>
          <w:sz w:val="22"/>
          <w:szCs w:val="22"/>
        </w:rPr>
        <w:t>,</w:t>
      </w:r>
      <w:r w:rsidRPr="00D65DCD">
        <w:rPr>
          <w:color w:val="000000"/>
          <w:sz w:val="22"/>
          <w:szCs w:val="22"/>
        </w:rPr>
        <w:t xml:space="preserve"> pro případ odpovědnosti za škodu při pracovním úrazu nebo nemoci z povolání svých zaměstnanců.</w:t>
      </w:r>
    </w:p>
    <w:p w14:paraId="6B75F0B8" w14:textId="77777777" w:rsidR="00687A44" w:rsidRPr="00815DD5" w:rsidRDefault="00687A44" w:rsidP="00687A44">
      <w:pPr>
        <w:pStyle w:val="Zkladntext2"/>
        <w:spacing w:after="480"/>
        <w:rPr>
          <w:color w:val="000000"/>
          <w:sz w:val="22"/>
          <w:szCs w:val="22"/>
        </w:rPr>
      </w:pPr>
    </w:p>
    <w:p w14:paraId="26A0B004" w14:textId="77777777" w:rsidR="0088220E" w:rsidRDefault="002F5825" w:rsidP="00015F8D">
      <w:pPr>
        <w:pStyle w:val="Zkladntext2"/>
        <w:ind w:left="426" w:hanging="426"/>
        <w:rPr>
          <w:b/>
          <w:sz w:val="22"/>
          <w:szCs w:val="22"/>
        </w:rPr>
      </w:pPr>
      <w:r>
        <w:rPr>
          <w:b/>
          <w:sz w:val="22"/>
          <w:szCs w:val="22"/>
        </w:rPr>
        <w:t>IX</w:t>
      </w:r>
      <w:r w:rsidR="0088220E" w:rsidRPr="0088220E">
        <w:rPr>
          <w:b/>
          <w:sz w:val="22"/>
          <w:szCs w:val="22"/>
        </w:rPr>
        <w:t>. SMLUVNÍ SANKCE</w:t>
      </w:r>
    </w:p>
    <w:p w14:paraId="7D8D55F4" w14:textId="77777777" w:rsidR="0088220E" w:rsidRDefault="0088220E" w:rsidP="00015F8D">
      <w:pPr>
        <w:pStyle w:val="Zkladntext2"/>
        <w:ind w:left="426" w:hanging="426"/>
        <w:rPr>
          <w:b/>
          <w:sz w:val="22"/>
          <w:szCs w:val="22"/>
        </w:rPr>
      </w:pPr>
      <w:r>
        <w:rPr>
          <w:b/>
          <w:sz w:val="22"/>
          <w:szCs w:val="22"/>
        </w:rPr>
        <w:t>-----------------------------------</w:t>
      </w:r>
    </w:p>
    <w:p w14:paraId="32275CF0" w14:textId="77777777" w:rsidR="0088220E" w:rsidRPr="00C95977" w:rsidRDefault="0088220E" w:rsidP="00015F8D">
      <w:pPr>
        <w:pStyle w:val="Odstavecseseznamem"/>
        <w:numPr>
          <w:ilvl w:val="0"/>
          <w:numId w:val="13"/>
        </w:numPr>
        <w:spacing w:before="120" w:after="120"/>
        <w:jc w:val="both"/>
        <w:rPr>
          <w:sz w:val="22"/>
          <w:szCs w:val="22"/>
        </w:rPr>
      </w:pPr>
      <w:r w:rsidRPr="00C95977">
        <w:rPr>
          <w:sz w:val="22"/>
          <w:szCs w:val="22"/>
        </w:rPr>
        <w:t xml:space="preserve">Smluvní strany se dohodly, že: </w:t>
      </w:r>
    </w:p>
    <w:p w14:paraId="2B254139" w14:textId="77777777" w:rsidR="0088220E" w:rsidRDefault="004B0CAF" w:rsidP="00015F8D">
      <w:pPr>
        <w:pStyle w:val="Odstavecseseznamem"/>
        <w:numPr>
          <w:ilvl w:val="0"/>
          <w:numId w:val="14"/>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objednateli</w:t>
      </w:r>
      <w:r w:rsidR="0088220E" w:rsidRPr="00C95977">
        <w:rPr>
          <w:sz w:val="22"/>
          <w:szCs w:val="22"/>
        </w:rPr>
        <w:t xml:space="preserve"> smluvní pokutu ve výši </w:t>
      </w:r>
      <w:r w:rsidR="009D5BC0">
        <w:rPr>
          <w:sz w:val="22"/>
          <w:szCs w:val="22"/>
        </w:rPr>
        <w:t>500</w:t>
      </w:r>
      <w:r w:rsidR="000D6187">
        <w:rPr>
          <w:sz w:val="22"/>
          <w:szCs w:val="22"/>
        </w:rPr>
        <w:t xml:space="preserve"> </w:t>
      </w:r>
      <w:r w:rsidR="009C147D">
        <w:rPr>
          <w:sz w:val="22"/>
          <w:szCs w:val="22"/>
        </w:rPr>
        <w:t>Kč</w:t>
      </w:r>
      <w:r w:rsidRPr="00C95977">
        <w:rPr>
          <w:sz w:val="22"/>
          <w:szCs w:val="22"/>
        </w:rPr>
        <w:t xml:space="preserve"> </w:t>
      </w:r>
      <w:r w:rsidR="0088220E" w:rsidRPr="00C95977">
        <w:rPr>
          <w:sz w:val="22"/>
          <w:szCs w:val="22"/>
        </w:rPr>
        <w:t>za každý započatý kalendářní den prodlení s</w:t>
      </w:r>
      <w:r w:rsidR="00BD3C2E">
        <w:rPr>
          <w:sz w:val="22"/>
          <w:szCs w:val="22"/>
        </w:rPr>
        <w:t> ukončením doby plnění</w:t>
      </w:r>
      <w:r w:rsidR="0088220E" w:rsidRPr="00C95977">
        <w:rPr>
          <w:sz w:val="22"/>
          <w:szCs w:val="22"/>
        </w:rPr>
        <w:t xml:space="preserve"> dle čl. </w:t>
      </w:r>
      <w:r w:rsidRPr="00C95977">
        <w:rPr>
          <w:sz w:val="22"/>
          <w:szCs w:val="22"/>
        </w:rPr>
        <w:t>I</w:t>
      </w:r>
      <w:r w:rsidR="00C64BAC">
        <w:rPr>
          <w:sz w:val="22"/>
          <w:szCs w:val="22"/>
        </w:rPr>
        <w:t>I</w:t>
      </w:r>
      <w:r w:rsidRPr="00C95977">
        <w:rPr>
          <w:sz w:val="22"/>
          <w:szCs w:val="22"/>
        </w:rPr>
        <w:t>I</w:t>
      </w:r>
      <w:r w:rsidR="007029C9">
        <w:rPr>
          <w:sz w:val="22"/>
          <w:szCs w:val="22"/>
        </w:rPr>
        <w:t>.</w:t>
      </w:r>
      <w:r w:rsidR="0088220E" w:rsidRPr="00C95977">
        <w:rPr>
          <w:sz w:val="22"/>
          <w:szCs w:val="22"/>
        </w:rPr>
        <w:t xml:space="preserve"> této smlouvy. </w:t>
      </w:r>
    </w:p>
    <w:p w14:paraId="4F43FFF9" w14:textId="77777777" w:rsidR="003E0610" w:rsidRPr="003E0610" w:rsidRDefault="003E0610" w:rsidP="003E0610">
      <w:pPr>
        <w:pStyle w:val="Odstavecseseznamem"/>
        <w:numPr>
          <w:ilvl w:val="0"/>
          <w:numId w:val="14"/>
        </w:numPr>
        <w:rPr>
          <w:sz w:val="22"/>
          <w:szCs w:val="22"/>
        </w:rPr>
      </w:pPr>
      <w:r w:rsidRPr="003E0610">
        <w:rPr>
          <w:sz w:val="22"/>
          <w:szCs w:val="22"/>
        </w:rPr>
        <w:t xml:space="preserve">Zhotovitel zaplatí objednateli smluvní pokutu ve výši </w:t>
      </w:r>
      <w:r w:rsidR="009D5BC0">
        <w:rPr>
          <w:sz w:val="22"/>
          <w:szCs w:val="22"/>
        </w:rPr>
        <w:t>500</w:t>
      </w:r>
      <w:r w:rsidR="000D6187">
        <w:rPr>
          <w:sz w:val="22"/>
          <w:szCs w:val="22"/>
        </w:rPr>
        <w:t xml:space="preserve"> </w:t>
      </w:r>
      <w:r w:rsidRPr="003E0610">
        <w:rPr>
          <w:sz w:val="22"/>
          <w:szCs w:val="22"/>
        </w:rPr>
        <w:t>Kč za každý započatý kalendářní den prodlení s</w:t>
      </w:r>
      <w:r>
        <w:rPr>
          <w:sz w:val="22"/>
          <w:szCs w:val="22"/>
        </w:rPr>
        <w:t> nedodržením harmonogramu postupu prací</w:t>
      </w:r>
      <w:r w:rsidRPr="003E0610">
        <w:rPr>
          <w:sz w:val="22"/>
          <w:szCs w:val="22"/>
        </w:rPr>
        <w:t xml:space="preserve"> dle čl. III</w:t>
      </w:r>
      <w:r w:rsidR="007029C9">
        <w:rPr>
          <w:sz w:val="22"/>
          <w:szCs w:val="22"/>
        </w:rPr>
        <w:t>.</w:t>
      </w:r>
      <w:r w:rsidRPr="003E0610">
        <w:rPr>
          <w:sz w:val="22"/>
          <w:szCs w:val="22"/>
        </w:rPr>
        <w:t xml:space="preserve"> této smlouvy. </w:t>
      </w:r>
    </w:p>
    <w:p w14:paraId="7EBFCC3E" w14:textId="77777777" w:rsidR="0088220E" w:rsidRPr="00C95977" w:rsidRDefault="004B0CAF" w:rsidP="00015F8D">
      <w:pPr>
        <w:pStyle w:val="Odstavecseseznamem"/>
        <w:numPr>
          <w:ilvl w:val="0"/>
          <w:numId w:val="14"/>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 xml:space="preserve">objednateli </w:t>
      </w:r>
      <w:r w:rsidR="0088220E" w:rsidRPr="00C95977">
        <w:rPr>
          <w:sz w:val="22"/>
          <w:szCs w:val="22"/>
        </w:rPr>
        <w:t xml:space="preserve">smluvní pokutu za prodlení s odstraňováním vad a nedodělků zjištěných v rámci přejímacího řízení ve výši </w:t>
      </w:r>
      <w:r w:rsidR="009D5BC0">
        <w:rPr>
          <w:sz w:val="22"/>
          <w:szCs w:val="22"/>
        </w:rPr>
        <w:t>50</w:t>
      </w:r>
      <w:r w:rsidR="0088220E" w:rsidRPr="00C95977">
        <w:rPr>
          <w:sz w:val="22"/>
          <w:szCs w:val="22"/>
        </w:rPr>
        <w:t>0 Kč za každou vadu a započatý kalendářní den prodlení s odstraněním vady.</w:t>
      </w:r>
    </w:p>
    <w:p w14:paraId="1F0B7018" w14:textId="77777777" w:rsidR="0088220E" w:rsidRDefault="009A439C" w:rsidP="00015F8D">
      <w:pPr>
        <w:pStyle w:val="Odstavecseseznamem"/>
        <w:numPr>
          <w:ilvl w:val="0"/>
          <w:numId w:val="14"/>
        </w:numPr>
        <w:spacing w:before="120" w:after="120"/>
        <w:jc w:val="both"/>
        <w:rPr>
          <w:sz w:val="22"/>
          <w:szCs w:val="22"/>
        </w:rPr>
      </w:pPr>
      <w:r w:rsidRPr="00C95977">
        <w:rPr>
          <w:sz w:val="22"/>
          <w:szCs w:val="22"/>
        </w:rPr>
        <w:t>Zhotovitel</w:t>
      </w:r>
      <w:r w:rsidR="0088220E" w:rsidRPr="00C95977">
        <w:rPr>
          <w:sz w:val="22"/>
          <w:szCs w:val="22"/>
        </w:rPr>
        <w:t xml:space="preserve"> zaplatí </w:t>
      </w:r>
      <w:r w:rsidRPr="00C95977">
        <w:rPr>
          <w:sz w:val="22"/>
          <w:szCs w:val="22"/>
        </w:rPr>
        <w:t>objednateli</w:t>
      </w:r>
      <w:r w:rsidR="0088220E" w:rsidRPr="00C95977">
        <w:rPr>
          <w:sz w:val="22"/>
          <w:szCs w:val="22"/>
        </w:rPr>
        <w:t xml:space="preserve"> smluvní pokutu za prodlení s odstraněním reklamované vady v dohodnuté lhůtě ve výši </w:t>
      </w:r>
      <w:r w:rsidRPr="00C95977">
        <w:rPr>
          <w:sz w:val="22"/>
          <w:szCs w:val="22"/>
        </w:rPr>
        <w:t>5</w:t>
      </w:r>
      <w:r w:rsidR="0088220E" w:rsidRPr="00C95977">
        <w:rPr>
          <w:sz w:val="22"/>
          <w:szCs w:val="22"/>
        </w:rPr>
        <w:t>00 Kč za každou vadu a započatý kalendářní den prodlení s odstraněním vady.</w:t>
      </w:r>
    </w:p>
    <w:p w14:paraId="14D80F14" w14:textId="77777777" w:rsidR="003E0610" w:rsidRPr="00F2572A" w:rsidRDefault="003E0610" w:rsidP="003E0610">
      <w:pPr>
        <w:pStyle w:val="Odstavecseseznamem"/>
        <w:numPr>
          <w:ilvl w:val="0"/>
          <w:numId w:val="14"/>
        </w:numPr>
        <w:rPr>
          <w:sz w:val="22"/>
          <w:szCs w:val="22"/>
        </w:rPr>
      </w:pPr>
      <w:r w:rsidRPr="00F2572A">
        <w:rPr>
          <w:sz w:val="22"/>
          <w:szCs w:val="22"/>
        </w:rPr>
        <w:t>Zhotovitel zaplatí objednateli smluvní pokutu ve výši 20</w:t>
      </w:r>
      <w:r w:rsidR="007F2A82" w:rsidRPr="00F2572A">
        <w:rPr>
          <w:sz w:val="22"/>
          <w:szCs w:val="22"/>
        </w:rPr>
        <w:t>.</w:t>
      </w:r>
      <w:r w:rsidRPr="00F2572A">
        <w:rPr>
          <w:sz w:val="22"/>
          <w:szCs w:val="22"/>
        </w:rPr>
        <w:t>000 Kč, pokud neposkytne objednateli ke dni předání místa plnění finanční záruku dle článku V</w:t>
      </w:r>
      <w:r w:rsidR="007029C9" w:rsidRPr="00F2572A">
        <w:rPr>
          <w:sz w:val="22"/>
          <w:szCs w:val="22"/>
        </w:rPr>
        <w:t>.</w:t>
      </w:r>
      <w:r w:rsidRPr="00F2572A">
        <w:rPr>
          <w:sz w:val="22"/>
          <w:szCs w:val="22"/>
        </w:rPr>
        <w:t xml:space="preserve"> odstavec </w:t>
      </w:r>
      <w:r w:rsidR="00E31CB4" w:rsidRPr="00F2572A">
        <w:rPr>
          <w:sz w:val="22"/>
          <w:szCs w:val="22"/>
        </w:rPr>
        <w:t>7</w:t>
      </w:r>
      <w:r w:rsidRPr="00F2572A">
        <w:rPr>
          <w:sz w:val="22"/>
          <w:szCs w:val="22"/>
        </w:rPr>
        <w:t xml:space="preserve"> této smlouvy. </w:t>
      </w:r>
    </w:p>
    <w:p w14:paraId="3FC73B3F" w14:textId="77777777" w:rsidR="00E00687" w:rsidRPr="003E0610" w:rsidRDefault="00E00687" w:rsidP="00E00687">
      <w:pPr>
        <w:pStyle w:val="Odstavecseseznamem"/>
        <w:ind w:left="720"/>
        <w:rPr>
          <w:sz w:val="22"/>
          <w:szCs w:val="22"/>
        </w:rPr>
      </w:pPr>
    </w:p>
    <w:p w14:paraId="5938B694" w14:textId="77777777" w:rsidR="00E00687" w:rsidRPr="00F2572A" w:rsidRDefault="00E00687" w:rsidP="00E00687">
      <w:pPr>
        <w:pStyle w:val="Odstavecseseznamem"/>
        <w:numPr>
          <w:ilvl w:val="0"/>
          <w:numId w:val="14"/>
        </w:numPr>
        <w:rPr>
          <w:sz w:val="22"/>
          <w:szCs w:val="22"/>
        </w:rPr>
      </w:pPr>
      <w:r w:rsidRPr="00F2572A">
        <w:rPr>
          <w:sz w:val="22"/>
          <w:szCs w:val="22"/>
        </w:rPr>
        <w:t xml:space="preserve">Zhotovitel zaplatí objednateli smluvní pokutu ve výši </w:t>
      </w:r>
      <w:r w:rsidR="009D5BC0" w:rsidRPr="00F2572A">
        <w:rPr>
          <w:sz w:val="22"/>
          <w:szCs w:val="22"/>
        </w:rPr>
        <w:t>2</w:t>
      </w:r>
      <w:r w:rsidRPr="00F2572A">
        <w:rPr>
          <w:sz w:val="22"/>
          <w:szCs w:val="22"/>
        </w:rPr>
        <w:t>0.000 Kč, pokud nepředá objednateli ke dni předání místa plnění kopii pojistné smlouvy dle článku V</w:t>
      </w:r>
      <w:r w:rsidR="006A4982" w:rsidRPr="00F2572A">
        <w:rPr>
          <w:sz w:val="22"/>
          <w:szCs w:val="22"/>
        </w:rPr>
        <w:t>I</w:t>
      </w:r>
      <w:r w:rsidRPr="00F2572A">
        <w:rPr>
          <w:sz w:val="22"/>
          <w:szCs w:val="22"/>
        </w:rPr>
        <w:t>II</w:t>
      </w:r>
      <w:r w:rsidR="007029C9" w:rsidRPr="00F2572A">
        <w:rPr>
          <w:sz w:val="22"/>
          <w:szCs w:val="22"/>
        </w:rPr>
        <w:t>.</w:t>
      </w:r>
      <w:r w:rsidRPr="00F2572A">
        <w:rPr>
          <w:sz w:val="22"/>
          <w:szCs w:val="22"/>
        </w:rPr>
        <w:t xml:space="preserve"> odstavec </w:t>
      </w:r>
      <w:r w:rsidR="00A345FE" w:rsidRPr="00F2572A">
        <w:rPr>
          <w:sz w:val="22"/>
          <w:szCs w:val="22"/>
        </w:rPr>
        <w:t>8</w:t>
      </w:r>
      <w:r w:rsidRPr="00F2572A">
        <w:rPr>
          <w:sz w:val="22"/>
          <w:szCs w:val="22"/>
        </w:rPr>
        <w:t xml:space="preserve"> této smlouvy. </w:t>
      </w:r>
    </w:p>
    <w:p w14:paraId="6FC12BAC" w14:textId="77777777" w:rsidR="0088220E" w:rsidRPr="00C95977" w:rsidRDefault="009A439C" w:rsidP="00015F8D">
      <w:pPr>
        <w:pStyle w:val="Odstavecseseznamem"/>
        <w:numPr>
          <w:ilvl w:val="0"/>
          <w:numId w:val="14"/>
        </w:numPr>
        <w:spacing w:before="120" w:after="120"/>
        <w:jc w:val="both"/>
        <w:rPr>
          <w:sz w:val="22"/>
          <w:szCs w:val="22"/>
        </w:rPr>
      </w:pPr>
      <w:r w:rsidRPr="00C95977">
        <w:rPr>
          <w:sz w:val="22"/>
          <w:szCs w:val="22"/>
        </w:rPr>
        <w:t>Objednatel</w:t>
      </w:r>
      <w:r w:rsidR="0088220E" w:rsidRPr="00C95977">
        <w:rPr>
          <w:sz w:val="22"/>
          <w:szCs w:val="22"/>
        </w:rPr>
        <w:t xml:space="preserve"> zaplatí </w:t>
      </w:r>
      <w:r w:rsidRPr="00C95977">
        <w:rPr>
          <w:sz w:val="22"/>
          <w:szCs w:val="22"/>
        </w:rPr>
        <w:t>zhotoviteli</w:t>
      </w:r>
      <w:r w:rsidR="0088220E" w:rsidRPr="00C95977">
        <w:rPr>
          <w:sz w:val="22"/>
          <w:szCs w:val="22"/>
        </w:rPr>
        <w:t xml:space="preserve"> úrok z prodlení, za prodlení s úhradou faktury předloženou po splnění podmínek stanovených touto smlouvou</w:t>
      </w:r>
      <w:r w:rsidR="007F2A82">
        <w:rPr>
          <w:sz w:val="22"/>
          <w:szCs w:val="22"/>
        </w:rPr>
        <w:t>,</w:t>
      </w:r>
      <w:r w:rsidR="0088220E" w:rsidRPr="00C95977">
        <w:rPr>
          <w:sz w:val="22"/>
          <w:szCs w:val="22"/>
        </w:rPr>
        <w:t xml:space="preserve"> a to ve výši dle vládního nařízení č. 351/2013 Sb., ve znění pozdějších předpisů</w:t>
      </w:r>
      <w:r w:rsidR="00263392" w:rsidRPr="00C95977">
        <w:rPr>
          <w:sz w:val="22"/>
          <w:szCs w:val="22"/>
        </w:rPr>
        <w:t>.</w:t>
      </w:r>
    </w:p>
    <w:p w14:paraId="60B55281" w14:textId="77777777" w:rsidR="0088220E" w:rsidRPr="00C95977" w:rsidRDefault="0088220E" w:rsidP="00015F8D">
      <w:pPr>
        <w:spacing w:before="120" w:after="120"/>
        <w:ind w:left="357" w:hanging="357"/>
        <w:rPr>
          <w:sz w:val="22"/>
          <w:szCs w:val="22"/>
        </w:rPr>
      </w:pPr>
      <w:r w:rsidRPr="00C95977">
        <w:rPr>
          <w:sz w:val="22"/>
          <w:szCs w:val="22"/>
        </w:rPr>
        <w:t>2.</w:t>
      </w:r>
      <w:r w:rsidR="007E3494" w:rsidRPr="00C95977">
        <w:rPr>
          <w:sz w:val="22"/>
          <w:szCs w:val="22"/>
        </w:rPr>
        <w:tab/>
      </w:r>
      <w:r w:rsidRPr="00C95977">
        <w:rPr>
          <w:sz w:val="22"/>
          <w:szCs w:val="22"/>
        </w:rPr>
        <w:t xml:space="preserve"> Splatnost smluvních pokut se sjednává na 30 dnů ode dne doručení jejich vyúčtování.</w:t>
      </w:r>
    </w:p>
    <w:p w14:paraId="272B03CB" w14:textId="77777777" w:rsidR="0088220E" w:rsidRPr="00C95977" w:rsidRDefault="0088220E" w:rsidP="00015F8D">
      <w:pPr>
        <w:spacing w:before="120" w:after="120"/>
        <w:ind w:left="357" w:hanging="357"/>
        <w:jc w:val="both"/>
        <w:rPr>
          <w:sz w:val="22"/>
          <w:szCs w:val="22"/>
        </w:rPr>
      </w:pPr>
      <w:r w:rsidRPr="00C95977">
        <w:rPr>
          <w:sz w:val="22"/>
          <w:szCs w:val="22"/>
        </w:rPr>
        <w:t xml:space="preserve">3.  </w:t>
      </w:r>
      <w:r w:rsidR="007E3494" w:rsidRPr="00C95977">
        <w:rPr>
          <w:sz w:val="22"/>
          <w:szCs w:val="22"/>
        </w:rPr>
        <w:tab/>
      </w:r>
      <w:r w:rsidRPr="00C95977">
        <w:rPr>
          <w:sz w:val="22"/>
          <w:szCs w:val="22"/>
        </w:rPr>
        <w:t xml:space="preserve">Smluvní strany se dohodly, že sjednáním ani zaplacením jakékoli smluvní pokuty dle této smlouvy, není dotčeno právo oprávněné strany na náhradu škody způsobené porušením povinností dle této smlouvy. </w:t>
      </w:r>
    </w:p>
    <w:p w14:paraId="383D4FEC" w14:textId="77777777" w:rsidR="007B4AFD" w:rsidRPr="00C95977" w:rsidRDefault="0088220E" w:rsidP="00815DD5">
      <w:pPr>
        <w:spacing w:before="120" w:after="480"/>
        <w:ind w:left="357" w:hanging="357"/>
        <w:jc w:val="both"/>
        <w:rPr>
          <w:sz w:val="22"/>
          <w:szCs w:val="22"/>
        </w:rPr>
      </w:pPr>
      <w:r w:rsidRPr="00C95977">
        <w:rPr>
          <w:sz w:val="22"/>
          <w:szCs w:val="22"/>
        </w:rPr>
        <w:t xml:space="preserve">4.  </w:t>
      </w:r>
      <w:r w:rsidR="007E3494" w:rsidRPr="00C95977">
        <w:rPr>
          <w:sz w:val="22"/>
          <w:szCs w:val="22"/>
        </w:rPr>
        <w:tab/>
      </w:r>
      <w:r w:rsidRPr="00C95977">
        <w:rPr>
          <w:sz w:val="22"/>
          <w:szCs w:val="22"/>
        </w:rPr>
        <w:t>Smluvní strana, které vznikne právo uplatnit smluvní pokutu, může od jejího vymáhání na základě své vůle upustit.</w:t>
      </w:r>
    </w:p>
    <w:p w14:paraId="232FEE06" w14:textId="77777777" w:rsidR="00F80864" w:rsidRDefault="00F80864" w:rsidP="00015F8D">
      <w:pPr>
        <w:pStyle w:val="Nadpislnku"/>
        <w:numPr>
          <w:ilvl w:val="0"/>
          <w:numId w:val="0"/>
        </w:numPr>
        <w:tabs>
          <w:tab w:val="center" w:pos="4702"/>
        </w:tabs>
        <w:spacing w:before="0" w:after="0"/>
        <w:ind w:left="360" w:hanging="360"/>
        <w:rPr>
          <w:sz w:val="22"/>
          <w:szCs w:val="22"/>
          <w:u w:val="none"/>
        </w:rPr>
      </w:pPr>
      <w:r w:rsidRPr="00F80864">
        <w:rPr>
          <w:sz w:val="22"/>
          <w:szCs w:val="22"/>
          <w:u w:val="none"/>
        </w:rPr>
        <w:t xml:space="preserve">X. </w:t>
      </w:r>
      <w:r w:rsidR="00C95977" w:rsidRPr="00F80864">
        <w:rPr>
          <w:sz w:val="22"/>
          <w:szCs w:val="22"/>
          <w:u w:val="none"/>
        </w:rPr>
        <w:t>UKONČENÍ SMLUVNÍHO VZTAHU</w:t>
      </w:r>
    </w:p>
    <w:p w14:paraId="00CB1521" w14:textId="77777777" w:rsidR="00C95977" w:rsidRPr="00F80864" w:rsidRDefault="00F80864" w:rsidP="00676B73">
      <w:pPr>
        <w:pStyle w:val="Nadpislnku"/>
        <w:numPr>
          <w:ilvl w:val="0"/>
          <w:numId w:val="0"/>
        </w:numPr>
        <w:tabs>
          <w:tab w:val="center" w:pos="4702"/>
        </w:tabs>
        <w:spacing w:before="0" w:after="240"/>
        <w:ind w:left="357" w:hanging="357"/>
        <w:rPr>
          <w:sz w:val="22"/>
          <w:szCs w:val="22"/>
          <w:u w:val="none"/>
        </w:rPr>
      </w:pPr>
      <w:r>
        <w:rPr>
          <w:sz w:val="22"/>
          <w:szCs w:val="22"/>
          <w:u w:val="none"/>
        </w:rPr>
        <w:t>-------------------------------------------------------</w:t>
      </w:r>
      <w:r w:rsidRPr="00F80864">
        <w:rPr>
          <w:sz w:val="22"/>
          <w:szCs w:val="22"/>
          <w:u w:val="none"/>
        </w:rPr>
        <w:tab/>
      </w:r>
    </w:p>
    <w:p w14:paraId="09F64844" w14:textId="77777777" w:rsidR="00C95977" w:rsidRPr="00C95977"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Tato smlouva zanikne splněním závazku dle </w:t>
      </w:r>
      <w:r w:rsidRPr="004B2475">
        <w:rPr>
          <w:sz w:val="22"/>
          <w:szCs w:val="22"/>
        </w:rPr>
        <w:t>ustanovení § 1908 Občanského</w:t>
      </w:r>
      <w:r w:rsidRPr="00C95977">
        <w:rPr>
          <w:sz w:val="22"/>
          <w:szCs w:val="22"/>
        </w:rPr>
        <w:t xml:space="preserve"> zákoníku</w:t>
      </w:r>
      <w:r w:rsidR="009C147D">
        <w:rPr>
          <w:sz w:val="22"/>
          <w:szCs w:val="22"/>
        </w:rPr>
        <w:t>,</w:t>
      </w:r>
      <w:r w:rsidRPr="00C95977">
        <w:rPr>
          <w:sz w:val="22"/>
          <w:szCs w:val="22"/>
        </w:rPr>
        <w:t xml:space="preserve"> nebo před uplynutím lhůty plnění z důvodu podstatného porušení povinností smluvních stran - jednostranným právním</w:t>
      </w:r>
      <w:r w:rsidR="00BD3C2E">
        <w:rPr>
          <w:sz w:val="22"/>
          <w:szCs w:val="22"/>
        </w:rPr>
        <w:t xml:space="preserve"> jednáním</w:t>
      </w:r>
      <w:r w:rsidRPr="00C95977">
        <w:rPr>
          <w:sz w:val="22"/>
          <w:szCs w:val="22"/>
        </w:rPr>
        <w:t xml:space="preserve">, tj. odstoupením od </w:t>
      </w:r>
      <w:r w:rsidRPr="00A95726">
        <w:rPr>
          <w:sz w:val="22"/>
          <w:szCs w:val="22"/>
        </w:rPr>
        <w:t>smlouvy</w:t>
      </w:r>
      <w:r w:rsidR="00A95726" w:rsidRPr="00A95726">
        <w:rPr>
          <w:sz w:val="22"/>
          <w:szCs w:val="22"/>
        </w:rPr>
        <w:t xml:space="preserve"> a z dalších důvodů uvedených v ustanoveních této smlouvy</w:t>
      </w:r>
      <w:r w:rsidRPr="00A95726">
        <w:rPr>
          <w:sz w:val="22"/>
          <w:szCs w:val="22"/>
        </w:rPr>
        <w:t>. Dále může tato smlouva zaniknout dohodou smluvních stran. Návrhy na zánik smlouvy dohodou je oprávněna vystavit kterákoliv ze smluvních stran</w:t>
      </w:r>
      <w:r w:rsidRPr="00C95977">
        <w:rPr>
          <w:sz w:val="22"/>
          <w:szCs w:val="22"/>
        </w:rPr>
        <w:t xml:space="preserve">. </w:t>
      </w:r>
    </w:p>
    <w:p w14:paraId="483F11CD" w14:textId="77777777" w:rsidR="00C95977" w:rsidRPr="00C95977" w:rsidRDefault="00C95977" w:rsidP="00015F8D">
      <w:pPr>
        <w:pStyle w:val="Odstavecseseznamem"/>
        <w:numPr>
          <w:ilvl w:val="0"/>
          <w:numId w:val="15"/>
        </w:numPr>
        <w:spacing w:before="120" w:after="120"/>
        <w:ind w:left="284" w:hanging="284"/>
        <w:jc w:val="both"/>
        <w:rPr>
          <w:sz w:val="22"/>
          <w:szCs w:val="22"/>
        </w:rPr>
      </w:pPr>
      <w:r w:rsidRPr="00C95977">
        <w:rPr>
          <w:sz w:val="22"/>
          <w:szCs w:val="22"/>
        </w:rPr>
        <w:t>Kterákoliv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 jednotlivě negativní vliv na plnění její povinnosti plynoucí z předmětné smlouvy. Je tedy povinna druhé straně oznámit povahu překážky včetně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vyplývajících ze smlouvy nebo z obecně závazných právních předpisů. Jestliže tuto povinnost oznamující strana nesplní, nebo není druhé straně zpráva doručena včas, má druhá strana nárok na náhradu škody, která jí tím vzniká a nárok na odstoupení od smlouvy.</w:t>
      </w:r>
    </w:p>
    <w:p w14:paraId="369AB430" w14:textId="77777777" w:rsidR="00C95977" w:rsidRPr="00C95977"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Odstoupení od smlouvy musí odstupující strana oznámit druhé straně písemně bez zbytečného odkladu poté, co se dozvěděla o podstatném porušení </w:t>
      </w:r>
      <w:r w:rsidRPr="00A95726">
        <w:rPr>
          <w:sz w:val="22"/>
          <w:szCs w:val="22"/>
        </w:rPr>
        <w:t>smlouvy</w:t>
      </w:r>
      <w:r w:rsidR="00A95726" w:rsidRPr="00A95726">
        <w:rPr>
          <w:sz w:val="22"/>
          <w:szCs w:val="22"/>
        </w:rPr>
        <w:t>, či jiném důvodu zakládajícímu právo smluvní strany smlouvu ukončit</w:t>
      </w:r>
      <w:r w:rsidRPr="00A95726">
        <w:rPr>
          <w:sz w:val="22"/>
          <w:szCs w:val="22"/>
        </w:rPr>
        <w:t>. Lhůta pro doručení odstoupení od smlouvy se stanovuje pro obě strany 10 dnů ode dne, kdy jedna ze smluvních stran zjistila podstatné po</w:t>
      </w:r>
      <w:r w:rsidRPr="00C95977">
        <w:rPr>
          <w:sz w:val="22"/>
          <w:szCs w:val="22"/>
        </w:rPr>
        <w:t>rušení smlouvy</w:t>
      </w:r>
      <w:r w:rsidR="00A95726">
        <w:rPr>
          <w:sz w:val="22"/>
          <w:szCs w:val="22"/>
        </w:rPr>
        <w:t>,</w:t>
      </w:r>
      <w:r w:rsidR="00A95726" w:rsidRPr="00A95726">
        <w:rPr>
          <w:sz w:val="22"/>
          <w:szCs w:val="22"/>
        </w:rPr>
        <w:t xml:space="preserve"> či jiném důvodu zakládajícímu právo smluvní strany smlouvu ukončit</w:t>
      </w:r>
      <w:r w:rsidRPr="00C95977">
        <w:rPr>
          <w:sz w:val="22"/>
          <w:szCs w:val="22"/>
        </w:rPr>
        <w:t xml:space="preserve">. V odstoupení musí být dále uveden důvod, pro který strana od smlouvy odstupuje a přesná citace toho bodu smlouvy, který ji k takovému kroku opravňuje. Bez těchto náležitostí je odstoupení od smlouvy neplatné. </w:t>
      </w:r>
    </w:p>
    <w:p w14:paraId="67FF54F9" w14:textId="77777777" w:rsidR="00C95977" w:rsidRPr="00BD3C2E"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Stanoví-li strana oprávněná odstoupit od smlouvy lhůtu pro dodatečné plnění, což však u podstatného porušení smlouvy učinit nemusí, vzniká jí právo odstoupit od smlouvy až po jejím uplynutí. Jestliže však strana, která je v prodlení, prohlásí, že svůj závazek nesplní, může strana oprávněná odstoupit od </w:t>
      </w:r>
      <w:r w:rsidRPr="00BD3C2E">
        <w:rPr>
          <w:sz w:val="22"/>
          <w:szCs w:val="22"/>
        </w:rPr>
        <w:t>smlouvy před uplynutím lhůty dodatečného plnění, kterou stanovila, a to i v případě, že budoucí porušení smlouvy by nebylo podstatné.</w:t>
      </w:r>
    </w:p>
    <w:p w14:paraId="496BD5DC" w14:textId="77777777" w:rsidR="00C95977" w:rsidRPr="00BD3C2E" w:rsidRDefault="00C95977" w:rsidP="00015F8D">
      <w:pPr>
        <w:pStyle w:val="Odstavecseseznamem"/>
        <w:numPr>
          <w:ilvl w:val="0"/>
          <w:numId w:val="15"/>
        </w:numPr>
        <w:spacing w:before="120" w:after="120"/>
        <w:ind w:left="284" w:hanging="284"/>
        <w:jc w:val="both"/>
        <w:rPr>
          <w:sz w:val="22"/>
          <w:szCs w:val="22"/>
        </w:rPr>
      </w:pPr>
      <w:r w:rsidRPr="00BD3C2E">
        <w:rPr>
          <w:sz w:val="22"/>
          <w:szCs w:val="22"/>
        </w:rPr>
        <w:t xml:space="preserve">Podstatným porušením smlouvy opravňujícím </w:t>
      </w:r>
      <w:r w:rsidR="00C34977" w:rsidRPr="00BD3C2E">
        <w:rPr>
          <w:sz w:val="22"/>
          <w:szCs w:val="22"/>
        </w:rPr>
        <w:t>objednatele</w:t>
      </w:r>
      <w:r w:rsidRPr="00BD3C2E">
        <w:rPr>
          <w:sz w:val="22"/>
          <w:szCs w:val="22"/>
        </w:rPr>
        <w:t xml:space="preserve"> odstoupit od smlouvy mimo ujednání uvedená v jiných článcích smlouvy se rozumí:</w:t>
      </w:r>
    </w:p>
    <w:p w14:paraId="48F826FF" w14:textId="77777777" w:rsidR="00C95977" w:rsidRPr="00BD3C2E" w:rsidRDefault="00C95977" w:rsidP="00D65DCD">
      <w:pPr>
        <w:pStyle w:val="Odstavecseseznamem"/>
        <w:ind w:left="709" w:hanging="283"/>
        <w:jc w:val="both"/>
        <w:rPr>
          <w:sz w:val="22"/>
          <w:szCs w:val="22"/>
        </w:rPr>
      </w:pPr>
      <w:r w:rsidRPr="00BD3C2E">
        <w:rPr>
          <w:sz w:val="22"/>
          <w:szCs w:val="22"/>
        </w:rPr>
        <w:t xml:space="preserve">a) prodlení </w:t>
      </w:r>
      <w:r w:rsidR="00C34977" w:rsidRPr="00BD3C2E">
        <w:rPr>
          <w:sz w:val="22"/>
          <w:szCs w:val="22"/>
        </w:rPr>
        <w:t>zhotovitele</w:t>
      </w:r>
      <w:r w:rsidRPr="00BD3C2E">
        <w:rPr>
          <w:sz w:val="22"/>
          <w:szCs w:val="22"/>
        </w:rPr>
        <w:t xml:space="preserve"> se zahájením plnění delší než 10 kalendářních dnů,</w:t>
      </w:r>
    </w:p>
    <w:p w14:paraId="72FCE8D0" w14:textId="77777777" w:rsidR="00C95977" w:rsidRPr="00BD3C2E" w:rsidRDefault="00C95977" w:rsidP="00D65DCD">
      <w:pPr>
        <w:pStyle w:val="Odstavecseseznamem"/>
        <w:ind w:left="709" w:hanging="283"/>
        <w:jc w:val="both"/>
        <w:rPr>
          <w:sz w:val="22"/>
          <w:szCs w:val="22"/>
        </w:rPr>
      </w:pPr>
      <w:r w:rsidRPr="00BD3C2E">
        <w:rPr>
          <w:sz w:val="22"/>
          <w:szCs w:val="22"/>
        </w:rPr>
        <w:t xml:space="preserve">b) v případě, že </w:t>
      </w:r>
      <w:r w:rsidR="00C34977" w:rsidRPr="00BD3C2E">
        <w:rPr>
          <w:sz w:val="22"/>
          <w:szCs w:val="22"/>
        </w:rPr>
        <w:t>zhotovitel</w:t>
      </w:r>
      <w:r w:rsidRPr="00BD3C2E">
        <w:rPr>
          <w:sz w:val="22"/>
          <w:szCs w:val="22"/>
        </w:rPr>
        <w:t xml:space="preserve"> postupuje při plnění dodávky v rozporu se zadáním </w:t>
      </w:r>
      <w:r w:rsidR="00C34977" w:rsidRPr="00BD3C2E">
        <w:rPr>
          <w:sz w:val="22"/>
          <w:szCs w:val="22"/>
        </w:rPr>
        <w:t>objednatele</w:t>
      </w:r>
      <w:r w:rsidRPr="00BD3C2E">
        <w:rPr>
          <w:sz w:val="22"/>
          <w:szCs w:val="22"/>
        </w:rPr>
        <w:t xml:space="preserve">, </w:t>
      </w:r>
      <w:r w:rsidR="00C34977" w:rsidRPr="00BD3C2E">
        <w:rPr>
          <w:sz w:val="22"/>
          <w:szCs w:val="22"/>
        </w:rPr>
        <w:t>objednatel</w:t>
      </w:r>
      <w:r w:rsidRPr="00BD3C2E">
        <w:rPr>
          <w:sz w:val="22"/>
          <w:szCs w:val="22"/>
        </w:rPr>
        <w:t xml:space="preserve"> jej písemně vyzve k odstranění nedostatků a </w:t>
      </w:r>
      <w:r w:rsidR="00C34977" w:rsidRPr="00BD3C2E">
        <w:rPr>
          <w:sz w:val="22"/>
          <w:szCs w:val="22"/>
        </w:rPr>
        <w:t>zhotovitel</w:t>
      </w:r>
      <w:r w:rsidRPr="00BD3C2E">
        <w:rPr>
          <w:sz w:val="22"/>
          <w:szCs w:val="22"/>
        </w:rPr>
        <w:t xml:space="preserve"> tak neučiní, </w:t>
      </w:r>
    </w:p>
    <w:p w14:paraId="6B7C6E25" w14:textId="77777777" w:rsidR="00C95977" w:rsidRDefault="00E26EF3" w:rsidP="00D65DCD">
      <w:pPr>
        <w:pStyle w:val="Odstavecseseznamem"/>
        <w:ind w:left="709" w:hanging="283"/>
        <w:jc w:val="both"/>
        <w:rPr>
          <w:sz w:val="22"/>
          <w:szCs w:val="22"/>
        </w:rPr>
      </w:pPr>
      <w:r>
        <w:rPr>
          <w:sz w:val="22"/>
          <w:szCs w:val="22"/>
        </w:rPr>
        <w:t xml:space="preserve">c) </w:t>
      </w:r>
      <w:r w:rsidR="00C95977" w:rsidRPr="00BD3C2E">
        <w:rPr>
          <w:sz w:val="22"/>
          <w:szCs w:val="22"/>
        </w:rPr>
        <w:t xml:space="preserve">zahájení insolvenčního řízení na majetek </w:t>
      </w:r>
      <w:r w:rsidR="00C34977" w:rsidRPr="00BD3C2E">
        <w:rPr>
          <w:sz w:val="22"/>
          <w:szCs w:val="22"/>
        </w:rPr>
        <w:t>zhotovitele</w:t>
      </w:r>
      <w:r w:rsidR="001C4576">
        <w:rPr>
          <w:sz w:val="22"/>
          <w:szCs w:val="22"/>
        </w:rPr>
        <w:t>,</w:t>
      </w:r>
    </w:p>
    <w:p w14:paraId="1F9A6194" w14:textId="77777777" w:rsidR="001C4576" w:rsidRPr="00BD3C2E" w:rsidRDefault="001C4576" w:rsidP="00D65DCD">
      <w:pPr>
        <w:pStyle w:val="Odstavecseseznamem"/>
        <w:ind w:left="709" w:hanging="283"/>
        <w:jc w:val="both"/>
        <w:rPr>
          <w:sz w:val="22"/>
          <w:szCs w:val="22"/>
        </w:rPr>
      </w:pPr>
      <w:r>
        <w:rPr>
          <w:sz w:val="22"/>
          <w:szCs w:val="22"/>
        </w:rPr>
        <w:t xml:space="preserve">d) </w:t>
      </w:r>
      <w:r w:rsidR="00687A44">
        <w:rPr>
          <w:sz w:val="22"/>
          <w:szCs w:val="22"/>
        </w:rPr>
        <w:t xml:space="preserve">porušení </w:t>
      </w:r>
      <w:r w:rsidRPr="001C4576">
        <w:rPr>
          <w:sz w:val="22"/>
          <w:szCs w:val="22"/>
        </w:rPr>
        <w:t xml:space="preserve">ujednání </w:t>
      </w:r>
      <w:r w:rsidR="00F06C44">
        <w:rPr>
          <w:sz w:val="22"/>
          <w:szCs w:val="22"/>
        </w:rPr>
        <w:t xml:space="preserve">uvedených </w:t>
      </w:r>
      <w:r w:rsidRPr="001C4576">
        <w:rPr>
          <w:sz w:val="22"/>
          <w:szCs w:val="22"/>
        </w:rPr>
        <w:t>v čl. VI</w:t>
      </w:r>
      <w:r w:rsidR="00034B94">
        <w:rPr>
          <w:sz w:val="22"/>
          <w:szCs w:val="22"/>
        </w:rPr>
        <w:t>.</w:t>
      </w:r>
      <w:r w:rsidRPr="001C4576">
        <w:rPr>
          <w:sz w:val="22"/>
          <w:szCs w:val="22"/>
        </w:rPr>
        <w:t xml:space="preserve"> odst</w:t>
      </w:r>
      <w:r w:rsidR="006A4982">
        <w:rPr>
          <w:sz w:val="22"/>
          <w:szCs w:val="22"/>
        </w:rPr>
        <w:t>.</w:t>
      </w:r>
      <w:r w:rsidRPr="001C4576">
        <w:rPr>
          <w:sz w:val="22"/>
          <w:szCs w:val="22"/>
        </w:rPr>
        <w:t xml:space="preserve"> 1,2,3; čl. VII odst. 1</w:t>
      </w:r>
      <w:r w:rsidR="00687A44">
        <w:rPr>
          <w:sz w:val="22"/>
          <w:szCs w:val="22"/>
        </w:rPr>
        <w:t xml:space="preserve"> smlouvy</w:t>
      </w:r>
      <w:r w:rsidR="00F06C44">
        <w:rPr>
          <w:sz w:val="22"/>
          <w:szCs w:val="22"/>
        </w:rPr>
        <w:t>.</w:t>
      </w:r>
    </w:p>
    <w:p w14:paraId="009E200B" w14:textId="77777777" w:rsidR="00C95977" w:rsidRPr="0097625E" w:rsidRDefault="00C95977" w:rsidP="00015F8D">
      <w:pPr>
        <w:pStyle w:val="Odstavecseseznamem"/>
        <w:numPr>
          <w:ilvl w:val="0"/>
          <w:numId w:val="15"/>
        </w:numPr>
        <w:spacing w:before="120" w:after="120"/>
        <w:ind w:left="426" w:hanging="426"/>
        <w:jc w:val="both"/>
        <w:rPr>
          <w:sz w:val="22"/>
          <w:szCs w:val="22"/>
        </w:rPr>
      </w:pPr>
      <w:r w:rsidRPr="00BD3C2E">
        <w:rPr>
          <w:sz w:val="22"/>
          <w:szCs w:val="22"/>
        </w:rPr>
        <w:t xml:space="preserve">Podstatným porušením smlouvy opravňujícím </w:t>
      </w:r>
      <w:r w:rsidR="00C34977" w:rsidRPr="00BD3C2E">
        <w:rPr>
          <w:sz w:val="22"/>
          <w:szCs w:val="22"/>
        </w:rPr>
        <w:t>zhotovitele</w:t>
      </w:r>
      <w:r w:rsidRPr="00BD3C2E">
        <w:rPr>
          <w:sz w:val="22"/>
          <w:szCs w:val="22"/>
        </w:rPr>
        <w:t xml:space="preserve"> odstoupit od smlouvy je prodlení </w:t>
      </w:r>
      <w:r w:rsidR="00C709DF" w:rsidRPr="00BD3C2E">
        <w:rPr>
          <w:sz w:val="22"/>
          <w:szCs w:val="22"/>
        </w:rPr>
        <w:t>objednatele</w:t>
      </w:r>
      <w:r w:rsidRPr="00BD3C2E">
        <w:rPr>
          <w:sz w:val="22"/>
          <w:szCs w:val="22"/>
        </w:rPr>
        <w:t xml:space="preserve"> s úhradou daňového dokladu (faktury) dle v předmětné smlouvě dohodnutého platebního režimu delším</w:t>
      </w:r>
      <w:r w:rsidRPr="0097625E">
        <w:rPr>
          <w:sz w:val="22"/>
          <w:szCs w:val="22"/>
        </w:rPr>
        <w:t xml:space="preserve"> než 30 dní počítáno ode dne jeho splatnosti.</w:t>
      </w:r>
    </w:p>
    <w:p w14:paraId="4D3FFF17" w14:textId="77777777" w:rsidR="0097625E" w:rsidRPr="007B4AFD" w:rsidRDefault="0097625E" w:rsidP="00015F8D">
      <w:pPr>
        <w:numPr>
          <w:ilvl w:val="0"/>
          <w:numId w:val="15"/>
        </w:numPr>
        <w:spacing w:before="120"/>
        <w:ind w:left="426" w:hanging="426"/>
        <w:jc w:val="both"/>
        <w:rPr>
          <w:sz w:val="22"/>
        </w:rPr>
      </w:pPr>
      <w:r w:rsidRPr="0097625E">
        <w:rPr>
          <w:bCs/>
          <w:sz w:val="22"/>
        </w:rPr>
        <w:t xml:space="preserve">V případě, že se objednateli s ohledem na spolufinancování z veřejných prostředků nepodaří zajistit finanční prostředky na realizaci díla nebo jeho část, má objednatel právo jednostranně odstoupit od smlouvy o dílo uzavřené se zhotovitelem. </w:t>
      </w:r>
    </w:p>
    <w:p w14:paraId="2B29FEEF" w14:textId="77777777" w:rsidR="00C95977" w:rsidRPr="00C95977" w:rsidRDefault="00C95977" w:rsidP="00015F8D">
      <w:pPr>
        <w:pStyle w:val="Odstavecseseznamem"/>
        <w:numPr>
          <w:ilvl w:val="0"/>
          <w:numId w:val="15"/>
        </w:numPr>
        <w:spacing w:before="120" w:after="120"/>
        <w:ind w:left="426" w:hanging="426"/>
        <w:jc w:val="both"/>
        <w:rPr>
          <w:sz w:val="22"/>
          <w:szCs w:val="22"/>
        </w:rPr>
      </w:pPr>
      <w:r w:rsidRPr="00C95977">
        <w:rPr>
          <w:sz w:val="22"/>
          <w:szCs w:val="22"/>
        </w:rPr>
        <w:t>Důsledky odstoupení od smlouvy:</w:t>
      </w:r>
    </w:p>
    <w:p w14:paraId="0525D325"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1721EE63"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 xml:space="preserve">závazky </w:t>
      </w:r>
      <w:r w:rsidR="00C709DF">
        <w:rPr>
          <w:sz w:val="22"/>
          <w:szCs w:val="22"/>
        </w:rPr>
        <w:t>zhotovitele</w:t>
      </w:r>
      <w:r w:rsidRPr="00C95977">
        <w:rPr>
          <w:sz w:val="22"/>
          <w:szCs w:val="22"/>
        </w:rPr>
        <w:t xml:space="preserve">, pokud jde o jakost, odstraňování vad a nedodělků, a také záruky za jakost prací jím provedených až do doby jakéhokoliv odstoupení od smlouvy platí i po takovém odstoupení, a to pro část předmětu plnění, kterou </w:t>
      </w:r>
      <w:r w:rsidR="00C709DF">
        <w:rPr>
          <w:sz w:val="22"/>
          <w:szCs w:val="22"/>
        </w:rPr>
        <w:t>zhotovitel</w:t>
      </w:r>
      <w:r w:rsidRPr="00C95977">
        <w:rPr>
          <w:sz w:val="22"/>
          <w:szCs w:val="22"/>
        </w:rPr>
        <w:t xml:space="preserve"> do takového odstoupení realizoval</w:t>
      </w:r>
    </w:p>
    <w:p w14:paraId="0BC30B6F"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odstoupí-li některá ze stran od této smlouvy na základě ujednání z této smlouvy vyplývajících, smluvní strany vypořádají své závazky z předmětné smlouvy takto:</w:t>
      </w:r>
    </w:p>
    <w:p w14:paraId="549A4F08" w14:textId="77777777"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provede soupis všech provedených </w:t>
      </w:r>
      <w:r>
        <w:rPr>
          <w:sz w:val="22"/>
          <w:szCs w:val="22"/>
        </w:rPr>
        <w:t xml:space="preserve">služeb, </w:t>
      </w:r>
      <w:r w:rsidR="00C95977" w:rsidRPr="00C95977">
        <w:rPr>
          <w:sz w:val="22"/>
          <w:szCs w:val="22"/>
        </w:rPr>
        <w:t>dodávek a prací oceněných dle způsobu, kterým je stanovena cena</w:t>
      </w:r>
      <w:r>
        <w:rPr>
          <w:sz w:val="22"/>
          <w:szCs w:val="22"/>
        </w:rPr>
        <w:t xml:space="preserve"> díla</w:t>
      </w:r>
      <w:r w:rsidR="00C95977" w:rsidRPr="00C95977">
        <w:rPr>
          <w:sz w:val="22"/>
          <w:szCs w:val="22"/>
        </w:rPr>
        <w:t>;</w:t>
      </w:r>
    </w:p>
    <w:p w14:paraId="3ED6B81A" w14:textId="77777777"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provede finanční vyčíslení provedených </w:t>
      </w:r>
      <w:r>
        <w:rPr>
          <w:sz w:val="22"/>
          <w:szCs w:val="22"/>
        </w:rPr>
        <w:t xml:space="preserve">služeb, </w:t>
      </w:r>
      <w:r w:rsidR="00C95977" w:rsidRPr="00C95977">
        <w:rPr>
          <w:sz w:val="22"/>
          <w:szCs w:val="22"/>
        </w:rPr>
        <w:t>dodávek a prací, poskytnutých záloh a zpracuje "dílčí konečnou fakturu";</w:t>
      </w:r>
    </w:p>
    <w:p w14:paraId="4E61A140" w14:textId="77777777"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vyzve </w:t>
      </w:r>
      <w:r>
        <w:rPr>
          <w:sz w:val="22"/>
          <w:szCs w:val="22"/>
        </w:rPr>
        <w:t>objednatele</w:t>
      </w:r>
      <w:r w:rsidR="00C95977" w:rsidRPr="00C95977">
        <w:rPr>
          <w:sz w:val="22"/>
          <w:szCs w:val="22"/>
        </w:rPr>
        <w:t xml:space="preserve"> k "dílčímu předání plnění" a </w:t>
      </w:r>
      <w:r>
        <w:rPr>
          <w:sz w:val="22"/>
          <w:szCs w:val="22"/>
        </w:rPr>
        <w:t>objednatel</w:t>
      </w:r>
      <w:r w:rsidR="00C95977" w:rsidRPr="00C95977">
        <w:rPr>
          <w:sz w:val="22"/>
          <w:szCs w:val="22"/>
        </w:rPr>
        <w:t xml:space="preserve"> je povinen do 3 dnů od obdržení vyzvání zahájit "dílčí přejímací řízení"; </w:t>
      </w:r>
    </w:p>
    <w:p w14:paraId="1273EBFE" w14:textId="77777777" w:rsidR="00C95977" w:rsidRPr="00C95977" w:rsidRDefault="00F80864" w:rsidP="00015F8D">
      <w:pPr>
        <w:pStyle w:val="Odstavecseseznamem"/>
        <w:numPr>
          <w:ilvl w:val="1"/>
          <w:numId w:val="17"/>
        </w:numPr>
        <w:spacing w:before="120" w:after="120"/>
        <w:jc w:val="both"/>
        <w:rPr>
          <w:sz w:val="22"/>
          <w:szCs w:val="22"/>
        </w:rPr>
      </w:pPr>
      <w:r>
        <w:rPr>
          <w:sz w:val="22"/>
          <w:szCs w:val="22"/>
        </w:rPr>
        <w:t>objednatel</w:t>
      </w:r>
      <w:r w:rsidR="00C95977" w:rsidRPr="00C95977">
        <w:rPr>
          <w:sz w:val="22"/>
          <w:szCs w:val="22"/>
        </w:rPr>
        <w:t xml:space="preserve"> uhradí </w:t>
      </w:r>
      <w:r>
        <w:rPr>
          <w:sz w:val="22"/>
          <w:szCs w:val="22"/>
        </w:rPr>
        <w:t xml:space="preserve">zhotoviteli </w:t>
      </w:r>
      <w:r w:rsidR="00C95977" w:rsidRPr="00C95977">
        <w:rPr>
          <w:sz w:val="22"/>
          <w:szCs w:val="22"/>
        </w:rPr>
        <w:t>provedené dodávky a práce do doby odstoupení od smlouvy na základě vystavené faktury.</w:t>
      </w:r>
    </w:p>
    <w:p w14:paraId="04313DA7" w14:textId="77777777" w:rsidR="00C95977" w:rsidRPr="00C67B5D" w:rsidRDefault="00C95977" w:rsidP="00015F8D">
      <w:pPr>
        <w:pStyle w:val="Odstavecseseznamem"/>
        <w:numPr>
          <w:ilvl w:val="0"/>
          <w:numId w:val="15"/>
        </w:numPr>
        <w:spacing w:before="120" w:after="120"/>
        <w:ind w:left="426" w:hanging="426"/>
        <w:jc w:val="both"/>
        <w:rPr>
          <w:sz w:val="22"/>
          <w:szCs w:val="22"/>
        </w:rPr>
      </w:pPr>
      <w:r w:rsidRPr="00C95977">
        <w:rPr>
          <w:sz w:val="22"/>
          <w:szCs w:val="22"/>
        </w:rPr>
        <w:t xml:space="preserve">V případě, že nedojde mezi </w:t>
      </w:r>
      <w:r w:rsidR="00F80864">
        <w:rPr>
          <w:sz w:val="22"/>
          <w:szCs w:val="22"/>
        </w:rPr>
        <w:t>zhotovitelem</w:t>
      </w:r>
      <w:r w:rsidRPr="00C95977">
        <w:rPr>
          <w:sz w:val="22"/>
          <w:szCs w:val="22"/>
        </w:rPr>
        <w:t xml:space="preserve"> a </w:t>
      </w:r>
      <w:r w:rsidR="00F80864">
        <w:rPr>
          <w:sz w:val="22"/>
          <w:szCs w:val="22"/>
        </w:rPr>
        <w:t>objednatelem</w:t>
      </w:r>
      <w:r w:rsidRPr="00C95977">
        <w:rPr>
          <w:sz w:val="22"/>
          <w:szCs w:val="22"/>
        </w:rPr>
        <w:t xml:space="preserve"> dle výše uvedeného v postupu ke shodě a písemné dohodě, bude postupováno dle čl. X</w:t>
      </w:r>
      <w:r w:rsidR="00C67B5D">
        <w:rPr>
          <w:sz w:val="22"/>
          <w:szCs w:val="22"/>
        </w:rPr>
        <w:t xml:space="preserve"> této smlouvy.</w:t>
      </w:r>
    </w:p>
    <w:p w14:paraId="7016E2FE" w14:textId="77777777" w:rsidR="00C95977" w:rsidRDefault="00DB644A" w:rsidP="00E26EF3">
      <w:pPr>
        <w:pStyle w:val="Nadpislnku"/>
        <w:numPr>
          <w:ilvl w:val="0"/>
          <w:numId w:val="0"/>
        </w:numPr>
        <w:spacing w:after="0"/>
        <w:ind w:left="284" w:hanging="284"/>
        <w:rPr>
          <w:sz w:val="22"/>
          <w:szCs w:val="22"/>
          <w:u w:val="none"/>
        </w:rPr>
      </w:pPr>
      <w:r w:rsidRPr="00DB644A">
        <w:rPr>
          <w:sz w:val="22"/>
          <w:szCs w:val="22"/>
          <w:u w:val="none"/>
        </w:rPr>
        <w:t>X</w:t>
      </w:r>
      <w:r w:rsidR="002F5825">
        <w:rPr>
          <w:sz w:val="22"/>
          <w:szCs w:val="22"/>
          <w:u w:val="none"/>
        </w:rPr>
        <w:t>I</w:t>
      </w:r>
      <w:r w:rsidRPr="00DB644A">
        <w:rPr>
          <w:sz w:val="22"/>
          <w:szCs w:val="22"/>
          <w:u w:val="none"/>
        </w:rPr>
        <w:t xml:space="preserve">. </w:t>
      </w:r>
      <w:r w:rsidRPr="00DB644A">
        <w:rPr>
          <w:sz w:val="22"/>
          <w:szCs w:val="22"/>
          <w:u w:val="none"/>
        </w:rPr>
        <w:tab/>
      </w:r>
      <w:r w:rsidR="00C95977" w:rsidRPr="00DB644A">
        <w:rPr>
          <w:sz w:val="22"/>
          <w:szCs w:val="22"/>
          <w:u w:val="none"/>
        </w:rPr>
        <w:t>SPORY</w:t>
      </w:r>
    </w:p>
    <w:p w14:paraId="390F145F" w14:textId="77777777" w:rsidR="00DB644A" w:rsidRPr="00DB644A" w:rsidRDefault="00DB644A" w:rsidP="00676B73">
      <w:pPr>
        <w:pStyle w:val="Nadpislnku"/>
        <w:numPr>
          <w:ilvl w:val="0"/>
          <w:numId w:val="0"/>
        </w:numPr>
        <w:spacing w:before="0" w:after="240"/>
        <w:ind w:left="425" w:hanging="425"/>
        <w:rPr>
          <w:sz w:val="22"/>
          <w:szCs w:val="22"/>
          <w:u w:val="none"/>
        </w:rPr>
      </w:pPr>
      <w:r>
        <w:rPr>
          <w:sz w:val="22"/>
          <w:szCs w:val="22"/>
          <w:u w:val="none"/>
        </w:rPr>
        <w:t>----------------</w:t>
      </w:r>
      <w:r w:rsidR="007E54C7">
        <w:rPr>
          <w:sz w:val="22"/>
          <w:szCs w:val="22"/>
          <w:u w:val="none"/>
        </w:rPr>
        <w:t>----</w:t>
      </w:r>
    </w:p>
    <w:p w14:paraId="128D6225" w14:textId="77777777" w:rsidR="00C95977" w:rsidRPr="00C95977" w:rsidRDefault="00C95977" w:rsidP="00015F8D">
      <w:pPr>
        <w:pStyle w:val="Odstavecseseznamem"/>
        <w:numPr>
          <w:ilvl w:val="0"/>
          <w:numId w:val="18"/>
        </w:numPr>
        <w:spacing w:before="120" w:after="120"/>
        <w:jc w:val="both"/>
        <w:rPr>
          <w:sz w:val="22"/>
          <w:szCs w:val="22"/>
        </w:rPr>
      </w:pPr>
      <w:r w:rsidRPr="00C95977">
        <w:rPr>
          <w:sz w:val="22"/>
          <w:szCs w:val="22"/>
        </w:rPr>
        <w:t xml:space="preserve">Veškeré spory mezi </w:t>
      </w:r>
      <w:r w:rsidR="00DB644A">
        <w:rPr>
          <w:sz w:val="22"/>
          <w:szCs w:val="22"/>
        </w:rPr>
        <w:t>s</w:t>
      </w:r>
      <w:r w:rsidRPr="00C95977">
        <w:rPr>
          <w:sz w:val="22"/>
          <w:szCs w:val="22"/>
        </w:rPr>
        <w:t>mluvními stranami vzniklé z této smlouvy</w:t>
      </w:r>
      <w:r w:rsidR="00DB644A">
        <w:rPr>
          <w:sz w:val="22"/>
          <w:szCs w:val="22"/>
        </w:rPr>
        <w:t xml:space="preserve"> o dílo</w:t>
      </w:r>
      <w:r w:rsidRPr="00C95977">
        <w:rPr>
          <w:sz w:val="22"/>
          <w:szCs w:val="22"/>
        </w:rPr>
        <w:t xml:space="preserve"> nebo v souvislosti s ní, budou řešeny</w:t>
      </w:r>
      <w:r w:rsidR="006A4E33">
        <w:rPr>
          <w:sz w:val="22"/>
          <w:szCs w:val="22"/>
        </w:rPr>
        <w:t>,</w:t>
      </w:r>
      <w:r w:rsidRPr="00C95977">
        <w:rPr>
          <w:sz w:val="22"/>
          <w:szCs w:val="22"/>
        </w:rPr>
        <w:t xml:space="preserve"> pokud možno nejprve smírně.</w:t>
      </w:r>
    </w:p>
    <w:p w14:paraId="54FAF2EB" w14:textId="77777777" w:rsidR="00815DD5" w:rsidRPr="009D5BC0" w:rsidRDefault="00C95977" w:rsidP="009D5BC0">
      <w:pPr>
        <w:pStyle w:val="Odstavecseseznamem"/>
        <w:numPr>
          <w:ilvl w:val="0"/>
          <w:numId w:val="18"/>
        </w:numPr>
        <w:spacing w:before="120" w:after="480"/>
        <w:ind w:left="357" w:hanging="357"/>
        <w:jc w:val="both"/>
        <w:rPr>
          <w:sz w:val="22"/>
          <w:szCs w:val="22"/>
        </w:rPr>
      </w:pPr>
      <w:r w:rsidRPr="00C95977">
        <w:rPr>
          <w:sz w:val="22"/>
          <w:szCs w:val="22"/>
        </w:rPr>
        <w:t xml:space="preserve">Jakýkoli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DB644A">
        <w:rPr>
          <w:sz w:val="22"/>
          <w:szCs w:val="22"/>
        </w:rPr>
        <w:t>objednatele</w:t>
      </w:r>
      <w:r w:rsidRPr="00C95977">
        <w:rPr>
          <w:sz w:val="22"/>
          <w:szCs w:val="22"/>
        </w:rPr>
        <w:t>.</w:t>
      </w:r>
    </w:p>
    <w:p w14:paraId="3A45F42B" w14:textId="77777777" w:rsidR="000D1881" w:rsidRDefault="00DB644A" w:rsidP="00015F8D">
      <w:pPr>
        <w:pStyle w:val="Nadpis4"/>
        <w:rPr>
          <w:sz w:val="22"/>
        </w:rPr>
      </w:pPr>
      <w:r>
        <w:rPr>
          <w:sz w:val="22"/>
        </w:rPr>
        <w:t>X</w:t>
      </w:r>
      <w:r w:rsidR="00451A82">
        <w:rPr>
          <w:sz w:val="22"/>
        </w:rPr>
        <w:t>I</w:t>
      </w:r>
      <w:r w:rsidR="002F5825">
        <w:rPr>
          <w:sz w:val="22"/>
        </w:rPr>
        <w:t>I</w:t>
      </w:r>
      <w:r w:rsidR="000D1881">
        <w:rPr>
          <w:sz w:val="22"/>
        </w:rPr>
        <w:t>. DODATKY A ZMĚNY SMLOUVY:</w:t>
      </w:r>
    </w:p>
    <w:p w14:paraId="28B4E473" w14:textId="77777777" w:rsidR="000D1881" w:rsidRDefault="000D1881" w:rsidP="00015F8D">
      <w:pPr>
        <w:pStyle w:val="Zhlav"/>
        <w:keepNext/>
        <w:tabs>
          <w:tab w:val="clear" w:pos="4536"/>
          <w:tab w:val="clear" w:pos="9072"/>
        </w:tabs>
        <w:rPr>
          <w:sz w:val="22"/>
        </w:rPr>
      </w:pPr>
      <w:r>
        <w:rPr>
          <w:sz w:val="22"/>
        </w:rPr>
        <w:t>--</w:t>
      </w:r>
      <w:r w:rsidR="00D63E98">
        <w:rPr>
          <w:sz w:val="22"/>
        </w:rPr>
        <w:t>----</w:t>
      </w:r>
      <w:r>
        <w:rPr>
          <w:sz w:val="22"/>
        </w:rPr>
        <w:t>----------------------------------------------</w:t>
      </w:r>
    </w:p>
    <w:p w14:paraId="3EACC68D" w14:textId="77777777" w:rsidR="000D1881" w:rsidRDefault="000D1881" w:rsidP="00015F8D">
      <w:pPr>
        <w:pStyle w:val="Zkladntextodsazen"/>
        <w:rPr>
          <w:i w:val="0"/>
        </w:rPr>
      </w:pPr>
    </w:p>
    <w:p w14:paraId="0549E099" w14:textId="77777777" w:rsidR="00015F8D" w:rsidRPr="002F1931" w:rsidRDefault="000D1881" w:rsidP="002F1931">
      <w:pPr>
        <w:pStyle w:val="Zkladntextodsazen"/>
        <w:numPr>
          <w:ilvl w:val="0"/>
          <w:numId w:val="22"/>
        </w:numPr>
        <w:spacing w:after="480"/>
        <w:ind w:left="425" w:hanging="357"/>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7E3A0B18" w14:textId="77777777" w:rsidR="000D1881" w:rsidRDefault="00DB644A" w:rsidP="00015F8D">
      <w:pPr>
        <w:pStyle w:val="Nadpis5"/>
        <w:rPr>
          <w:sz w:val="22"/>
        </w:rPr>
      </w:pPr>
      <w:r>
        <w:rPr>
          <w:sz w:val="22"/>
        </w:rPr>
        <w:t>X</w:t>
      </w:r>
      <w:r w:rsidR="00451A82">
        <w:rPr>
          <w:sz w:val="22"/>
        </w:rPr>
        <w:t>I</w:t>
      </w:r>
      <w:r w:rsidR="002F5825">
        <w:rPr>
          <w:sz w:val="22"/>
        </w:rPr>
        <w:t>I</w:t>
      </w:r>
      <w:r w:rsidR="002C3D2C">
        <w:rPr>
          <w:sz w:val="22"/>
        </w:rPr>
        <w:t>I</w:t>
      </w:r>
      <w:r w:rsidR="000D1881">
        <w:rPr>
          <w:sz w:val="22"/>
        </w:rPr>
        <w:t>. ZÁVĚREČNÁ USTANOVENÍ:</w:t>
      </w:r>
    </w:p>
    <w:p w14:paraId="13C89CCB" w14:textId="77777777" w:rsidR="000D1881" w:rsidRDefault="000D1881" w:rsidP="00015F8D">
      <w:pPr>
        <w:keepNext/>
        <w:rPr>
          <w:sz w:val="22"/>
        </w:rPr>
      </w:pPr>
      <w:r>
        <w:rPr>
          <w:sz w:val="22"/>
        </w:rPr>
        <w:t>----------------------------------------------</w:t>
      </w:r>
    </w:p>
    <w:p w14:paraId="1233E201" w14:textId="77777777" w:rsidR="000D1881" w:rsidRDefault="000D1881" w:rsidP="00015F8D">
      <w:pPr>
        <w:pStyle w:val="Textvbloku"/>
        <w:keepNext/>
        <w:rPr>
          <w:sz w:val="22"/>
        </w:rPr>
      </w:pPr>
    </w:p>
    <w:p w14:paraId="6B71F410" w14:textId="77777777" w:rsidR="00832654" w:rsidRDefault="00832654" w:rsidP="002F1931">
      <w:pPr>
        <w:pStyle w:val="Textvbloku"/>
        <w:numPr>
          <w:ilvl w:val="0"/>
          <w:numId w:val="1"/>
        </w:numPr>
        <w:tabs>
          <w:tab w:val="clear" w:pos="360"/>
          <w:tab w:val="num" w:pos="502"/>
        </w:tabs>
        <w:spacing w:after="120"/>
        <w:ind w:left="426" w:right="-91" w:hanging="426"/>
        <w:rPr>
          <w:sz w:val="22"/>
        </w:rPr>
      </w:pPr>
      <w:r>
        <w:rPr>
          <w:sz w:val="22"/>
        </w:rPr>
        <w:t>Zhotovitel tímto prohlašuje, že přijímá návrh smlouvy o dílo a prohlašuje, že tento návrh nezvýhodňuje objednatele.</w:t>
      </w:r>
    </w:p>
    <w:p w14:paraId="0DACF065" w14:textId="77777777" w:rsidR="00036EF2" w:rsidRPr="008C2B6D" w:rsidRDefault="002F1931" w:rsidP="002F1931">
      <w:pPr>
        <w:pStyle w:val="Textvbloku"/>
        <w:numPr>
          <w:ilvl w:val="0"/>
          <w:numId w:val="1"/>
        </w:numPr>
        <w:tabs>
          <w:tab w:val="clear" w:pos="360"/>
          <w:tab w:val="num" w:pos="710"/>
        </w:tabs>
        <w:ind w:left="284" w:hanging="284"/>
        <w:rPr>
          <w:sz w:val="22"/>
        </w:rPr>
      </w:pPr>
      <w:r>
        <w:rPr>
          <w:sz w:val="22"/>
          <w:szCs w:val="22"/>
        </w:rPr>
        <w:t xml:space="preserve"> </w:t>
      </w:r>
      <w:r w:rsidR="002C3D2C" w:rsidRPr="008C2B6D">
        <w:rPr>
          <w:sz w:val="22"/>
          <w:szCs w:val="22"/>
        </w:rPr>
        <w:t>Nedílnou</w:t>
      </w:r>
      <w:r w:rsidR="00E26EF3">
        <w:rPr>
          <w:sz w:val="22"/>
          <w:szCs w:val="22"/>
        </w:rPr>
        <w:t xml:space="preserve"> </w:t>
      </w:r>
      <w:r w:rsidR="00036EF2" w:rsidRPr="008C2B6D">
        <w:rPr>
          <w:sz w:val="22"/>
          <w:szCs w:val="22"/>
        </w:rPr>
        <w:t>součást této smlouvy představují následující přílohy</w:t>
      </w:r>
    </w:p>
    <w:p w14:paraId="3E8EF96E" w14:textId="77777777" w:rsidR="002C3D2C" w:rsidRDefault="00036EF2" w:rsidP="002F1931">
      <w:pPr>
        <w:pStyle w:val="Textvbloku"/>
        <w:ind w:left="426" w:hanging="66"/>
        <w:rPr>
          <w:sz w:val="22"/>
          <w:szCs w:val="22"/>
        </w:rPr>
      </w:pPr>
      <w:r w:rsidRPr="008C2B6D">
        <w:rPr>
          <w:sz w:val="22"/>
          <w:szCs w:val="22"/>
        </w:rPr>
        <w:t xml:space="preserve">Příloha </w:t>
      </w:r>
      <w:r w:rsidR="00D107E7" w:rsidRPr="008C2B6D">
        <w:rPr>
          <w:sz w:val="22"/>
          <w:szCs w:val="22"/>
        </w:rPr>
        <w:t xml:space="preserve">č. </w:t>
      </w:r>
      <w:r w:rsidR="00D107E7" w:rsidRPr="00500E4C">
        <w:rPr>
          <w:sz w:val="22"/>
          <w:szCs w:val="22"/>
        </w:rPr>
        <w:t xml:space="preserve">1 </w:t>
      </w:r>
      <w:r w:rsidRPr="00500E4C">
        <w:rPr>
          <w:sz w:val="22"/>
          <w:szCs w:val="22"/>
        </w:rPr>
        <w:t>Strukturovaná cenová nabídka – položkový rozpočet</w:t>
      </w:r>
      <w:r>
        <w:rPr>
          <w:sz w:val="22"/>
          <w:szCs w:val="22"/>
        </w:rPr>
        <w:t xml:space="preserve"> </w:t>
      </w:r>
    </w:p>
    <w:p w14:paraId="0E03C748" w14:textId="77777777" w:rsidR="003E0610" w:rsidRDefault="003E0610" w:rsidP="00015F8D">
      <w:pPr>
        <w:pStyle w:val="Textvbloku"/>
        <w:tabs>
          <w:tab w:val="num" w:pos="502"/>
        </w:tabs>
        <w:ind w:left="284"/>
        <w:rPr>
          <w:sz w:val="22"/>
          <w:szCs w:val="22"/>
        </w:rPr>
      </w:pPr>
    </w:p>
    <w:p w14:paraId="4200D239" w14:textId="77777777" w:rsidR="0000494E" w:rsidRPr="0000494E" w:rsidRDefault="0000494E" w:rsidP="00BF2C06">
      <w:pPr>
        <w:pStyle w:val="Textvbloku"/>
        <w:numPr>
          <w:ilvl w:val="0"/>
          <w:numId w:val="1"/>
        </w:numPr>
        <w:spacing w:after="120"/>
        <w:ind w:right="-91"/>
        <w:rPr>
          <w:color w:val="000000"/>
          <w:w w:val="0"/>
          <w:sz w:val="22"/>
        </w:rPr>
      </w:pPr>
      <w:r w:rsidRPr="0000494E">
        <w:rPr>
          <w:color w:val="000000"/>
          <w:w w:val="0"/>
          <w:sz w:val="22"/>
        </w:rPr>
        <w:t xml:space="preserve">Zhotovitel souhlasí se zpracováním osobních údajů v souladu s Nařízením Evropského parlamentu a Rady 2016/679, o ochraně fyzických osob v souvislosti se zpracováním osobních údajů a o volném pohybu těchto údajů (GDPR). </w:t>
      </w:r>
      <w:r w:rsidR="00BF2C06" w:rsidRPr="00BF2C06">
        <w:rPr>
          <w:color w:val="000000"/>
          <w:w w:val="0"/>
          <w:sz w:val="22"/>
        </w:rPr>
        <w:t>Podrobné informace o zpracovávání osobních údajů objednatelem (městem Uherský Brod) jsou k dispozici na webové stránc</w:t>
      </w:r>
      <w:r w:rsidR="00BF2C06">
        <w:rPr>
          <w:color w:val="000000"/>
          <w:w w:val="0"/>
          <w:sz w:val="22"/>
        </w:rPr>
        <w:t>e: www.ub.cz/info/osobni-udaje.</w:t>
      </w:r>
    </w:p>
    <w:p w14:paraId="348DAFF9" w14:textId="77777777" w:rsidR="00431B8D" w:rsidRDefault="00431B8D" w:rsidP="00E26EF3">
      <w:pPr>
        <w:pStyle w:val="Textvbloku"/>
        <w:numPr>
          <w:ilvl w:val="0"/>
          <w:numId w:val="1"/>
        </w:numPr>
        <w:tabs>
          <w:tab w:val="clear" w:pos="360"/>
        </w:tabs>
        <w:spacing w:after="120"/>
        <w:ind w:left="357" w:right="-91" w:hanging="357"/>
        <w:rPr>
          <w:color w:val="000000"/>
          <w:w w:val="0"/>
          <w:sz w:val="22"/>
        </w:rPr>
      </w:pPr>
      <w:r w:rsidRPr="00431B8D">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Smlouvu a veškeré její dodatky ve lhůtě stanovené citovaným zákonem zašle k uveřejnění objednatel</w:t>
      </w:r>
      <w:r>
        <w:rPr>
          <w:color w:val="000000"/>
          <w:w w:val="0"/>
          <w:sz w:val="22"/>
        </w:rPr>
        <w:t>.</w:t>
      </w:r>
    </w:p>
    <w:p w14:paraId="3AA4A013" w14:textId="77777777" w:rsidR="00C64BAC" w:rsidRPr="00C64BAC" w:rsidRDefault="00C64BAC" w:rsidP="00BF2C06">
      <w:pPr>
        <w:pStyle w:val="Textkomente"/>
        <w:numPr>
          <w:ilvl w:val="0"/>
          <w:numId w:val="1"/>
        </w:numPr>
        <w:spacing w:after="120"/>
        <w:ind w:left="357" w:hanging="357"/>
        <w:jc w:val="both"/>
        <w:rPr>
          <w:sz w:val="22"/>
          <w:szCs w:val="22"/>
        </w:rPr>
      </w:pPr>
      <w:r w:rsidRPr="00C64BAC">
        <w:rPr>
          <w:sz w:val="22"/>
          <w:szCs w:val="22"/>
        </w:rPr>
        <w:t>Smluvní strany prohlašují, že žádná část smlouvy nenaplňuje znaky obchodního tajemství dle ustanovení § 504 občanského zákoníku</w:t>
      </w:r>
      <w:r>
        <w:rPr>
          <w:sz w:val="22"/>
          <w:szCs w:val="22"/>
        </w:rPr>
        <w:t>.</w:t>
      </w:r>
    </w:p>
    <w:p w14:paraId="589DD0B8" w14:textId="77777777" w:rsidR="0070640B" w:rsidRDefault="000D1881" w:rsidP="00E26EF3">
      <w:pPr>
        <w:pStyle w:val="Textvbloku"/>
        <w:numPr>
          <w:ilvl w:val="0"/>
          <w:numId w:val="1"/>
        </w:numPr>
        <w:spacing w:after="120"/>
        <w:ind w:left="357" w:right="-91" w:hanging="357"/>
        <w:rPr>
          <w:sz w:val="22"/>
        </w:rPr>
      </w:pPr>
      <w:r>
        <w:rPr>
          <w:sz w:val="22"/>
        </w:rPr>
        <w:t xml:space="preserve">Objednatel i zhotovitel potvrzují správnost svých údajů, které jsou uvedeny v čl. I. této smlouvy. V případě, že dojde v průběhu smluvního vztahu ke změnám uvedených údajů, zavazují se předat druhé straně bez zbytečného odkladu provést jejich aktualizaci </w:t>
      </w:r>
      <w:r w:rsidR="00033A92">
        <w:rPr>
          <w:sz w:val="22"/>
        </w:rPr>
        <w:t xml:space="preserve">dodatkem k </w:t>
      </w:r>
      <w:r w:rsidR="00E26EF3">
        <w:rPr>
          <w:sz w:val="22"/>
        </w:rPr>
        <w:t xml:space="preserve">této </w:t>
      </w:r>
      <w:r>
        <w:rPr>
          <w:sz w:val="22"/>
        </w:rPr>
        <w:t>smlouv</w:t>
      </w:r>
      <w:r w:rsidR="00033A92">
        <w:rPr>
          <w:sz w:val="22"/>
        </w:rPr>
        <w:t>ě</w:t>
      </w:r>
      <w:r>
        <w:rPr>
          <w:sz w:val="22"/>
        </w:rPr>
        <w:t>.</w:t>
      </w:r>
    </w:p>
    <w:p w14:paraId="395CF830" w14:textId="77777777" w:rsidR="000D1881" w:rsidRDefault="000D1881" w:rsidP="00015F8D">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3EAA1F02" w14:textId="77777777" w:rsidR="007B4AFD" w:rsidRDefault="000D1881" w:rsidP="00015F8D">
      <w:pPr>
        <w:pStyle w:val="Textvbloku"/>
        <w:rPr>
          <w:sz w:val="22"/>
        </w:rPr>
      </w:pPr>
      <w:r>
        <w:rPr>
          <w:sz w:val="22"/>
        </w:rPr>
        <w:t xml:space="preserve">     objednatel obdrží tři vyhotovení.</w:t>
      </w:r>
    </w:p>
    <w:p w14:paraId="1F7453D7" w14:textId="77777777" w:rsidR="00431B8D" w:rsidRDefault="00431B8D" w:rsidP="00015F8D">
      <w:pPr>
        <w:pStyle w:val="Textvbloku"/>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431B8D" w:rsidRPr="00F75FE7" w14:paraId="2696886E" w14:textId="77777777" w:rsidTr="00FA54B7">
        <w:trPr>
          <w:trHeight w:val="405"/>
        </w:trPr>
        <w:tc>
          <w:tcPr>
            <w:tcW w:w="9221" w:type="dxa"/>
            <w:tcBorders>
              <w:top w:val="single" w:sz="4" w:space="0" w:color="000000"/>
              <w:left w:val="single" w:sz="4" w:space="0" w:color="000000"/>
              <w:bottom w:val="nil"/>
              <w:right w:val="single" w:sz="4" w:space="0" w:color="000000"/>
            </w:tcBorders>
            <w:hideMark/>
          </w:tcPr>
          <w:p w14:paraId="4CC116DA" w14:textId="77777777" w:rsidR="00431B8D" w:rsidRPr="00F75FE7" w:rsidRDefault="00431B8D" w:rsidP="00015F8D">
            <w:pPr>
              <w:snapToGrid w:val="0"/>
              <w:jc w:val="center"/>
              <w:rPr>
                <w:b/>
                <w:sz w:val="22"/>
                <w:szCs w:val="22"/>
                <w:lang w:eastAsia="en-US"/>
              </w:rPr>
            </w:pPr>
            <w:r w:rsidRPr="00F75FE7">
              <w:rPr>
                <w:sz w:val="22"/>
                <w:szCs w:val="22"/>
                <w:lang w:eastAsia="en-US"/>
              </w:rPr>
              <w:t>Doložka dle § 41 z.č. 128/2000 Sb., o obcích (obecní zřízení)</w:t>
            </w:r>
          </w:p>
        </w:tc>
      </w:tr>
      <w:tr w:rsidR="00431B8D" w:rsidRPr="00F75FE7" w14:paraId="3543DC12" w14:textId="77777777" w:rsidTr="00FA54B7">
        <w:tc>
          <w:tcPr>
            <w:tcW w:w="9221" w:type="dxa"/>
            <w:tcBorders>
              <w:top w:val="nil"/>
              <w:left w:val="single" w:sz="4" w:space="0" w:color="000000"/>
              <w:bottom w:val="nil"/>
              <w:right w:val="single" w:sz="4" w:space="0" w:color="000000"/>
            </w:tcBorders>
            <w:hideMark/>
          </w:tcPr>
          <w:p w14:paraId="77FCB8A0" w14:textId="77777777" w:rsidR="00431B8D" w:rsidRPr="00F75FE7" w:rsidRDefault="00431B8D" w:rsidP="00464DEC">
            <w:pPr>
              <w:pStyle w:val="Nadpis3"/>
              <w:snapToGrid w:val="0"/>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431B8D" w:rsidRPr="00F75FE7" w14:paraId="43151B7E" w14:textId="77777777" w:rsidTr="00FA54B7">
        <w:trPr>
          <w:trHeight w:val="590"/>
        </w:trPr>
        <w:tc>
          <w:tcPr>
            <w:tcW w:w="9221" w:type="dxa"/>
            <w:tcBorders>
              <w:top w:val="nil"/>
              <w:left w:val="single" w:sz="4" w:space="0" w:color="000000"/>
              <w:bottom w:val="single" w:sz="4" w:space="0" w:color="000000"/>
              <w:right w:val="single" w:sz="4" w:space="0" w:color="000000"/>
            </w:tcBorders>
            <w:hideMark/>
          </w:tcPr>
          <w:p w14:paraId="075E6174" w14:textId="77777777" w:rsidR="00431B8D" w:rsidRPr="00F75FE7" w:rsidRDefault="00ED1D42" w:rsidP="00015F8D">
            <w:pPr>
              <w:jc w:val="center"/>
              <w:rPr>
                <w:sz w:val="22"/>
                <w:szCs w:val="22"/>
                <w:lang w:eastAsia="en-US"/>
              </w:rPr>
            </w:pPr>
            <w:r>
              <w:rPr>
                <w:sz w:val="22"/>
                <w:szCs w:val="22"/>
                <w:lang w:eastAsia="en-US"/>
              </w:rPr>
              <w:t xml:space="preserve"> </w:t>
            </w:r>
            <w:r w:rsidR="00431B8D" w:rsidRPr="00F75FE7">
              <w:rPr>
                <w:sz w:val="22"/>
                <w:szCs w:val="22"/>
                <w:lang w:eastAsia="en-US"/>
              </w:rPr>
              <w:t>schůze konaná dne</w:t>
            </w:r>
            <w:r w:rsidR="00A572FD">
              <w:rPr>
                <w:sz w:val="22"/>
                <w:szCs w:val="22"/>
                <w:lang w:eastAsia="en-US"/>
              </w:rPr>
              <w:t xml:space="preserve"> </w:t>
            </w:r>
          </w:p>
          <w:p w14:paraId="4ACD5A7C" w14:textId="77777777" w:rsidR="00431B8D" w:rsidRPr="00F75FE7" w:rsidRDefault="00431B8D" w:rsidP="004D6F1A">
            <w:pPr>
              <w:jc w:val="center"/>
              <w:rPr>
                <w:sz w:val="22"/>
                <w:szCs w:val="22"/>
                <w:lang w:eastAsia="en-US"/>
              </w:rPr>
            </w:pPr>
            <w:r w:rsidRPr="00F75FE7">
              <w:rPr>
                <w:sz w:val="22"/>
                <w:szCs w:val="22"/>
                <w:lang w:eastAsia="en-US"/>
              </w:rPr>
              <w:t>č. usnesení  /R/</w:t>
            </w:r>
          </w:p>
        </w:tc>
      </w:tr>
    </w:tbl>
    <w:p w14:paraId="1BCC7F73" w14:textId="77777777" w:rsidR="002F038C" w:rsidRDefault="002F038C" w:rsidP="007E54C7">
      <w:pPr>
        <w:spacing w:before="120" w:after="120"/>
        <w:jc w:val="both"/>
        <w:rPr>
          <w:sz w:val="22"/>
          <w:szCs w:val="22"/>
        </w:rPr>
      </w:pPr>
    </w:p>
    <w:p w14:paraId="0F422DFB" w14:textId="77777777" w:rsidR="00431B8D" w:rsidRDefault="00431B8D" w:rsidP="00015F8D">
      <w:pPr>
        <w:pStyle w:val="Textvbloku"/>
        <w:rPr>
          <w:sz w:val="22"/>
        </w:rPr>
      </w:pPr>
      <w:r>
        <w:rPr>
          <w:sz w:val="22"/>
        </w:rPr>
        <w:t>V </w:t>
      </w:r>
      <w:r w:rsidRPr="00BA0972">
        <w:rPr>
          <w:sz w:val="22"/>
        </w:rPr>
        <w:t>Uherském Brodě</w:t>
      </w:r>
      <w:r>
        <w:rPr>
          <w:sz w:val="22"/>
        </w:rPr>
        <w:t xml:space="preserve"> dne</w:t>
      </w:r>
      <w:r>
        <w:rPr>
          <w:sz w:val="22"/>
        </w:rPr>
        <w:tab/>
      </w:r>
      <w:r>
        <w:rPr>
          <w:sz w:val="22"/>
        </w:rPr>
        <w:tab/>
      </w:r>
      <w:r>
        <w:rPr>
          <w:sz w:val="22"/>
        </w:rPr>
        <w:tab/>
      </w:r>
      <w:r>
        <w:rPr>
          <w:sz w:val="22"/>
        </w:rPr>
        <w:tab/>
      </w:r>
      <w:r w:rsidR="00500E4C">
        <w:rPr>
          <w:sz w:val="22"/>
        </w:rPr>
        <w:t xml:space="preserve">            </w:t>
      </w:r>
      <w:r>
        <w:rPr>
          <w:sz w:val="22"/>
        </w:rPr>
        <w:t>V</w:t>
      </w:r>
      <w:r w:rsidR="00500E4C">
        <w:rPr>
          <w:sz w:val="22"/>
        </w:rPr>
        <w:t xml:space="preserve"> </w:t>
      </w:r>
      <w:r w:rsidR="004D6F1A" w:rsidRPr="004D6F1A">
        <w:rPr>
          <w:sz w:val="22"/>
          <w:highlight w:val="yellow"/>
        </w:rPr>
        <w:t>……….</w:t>
      </w:r>
      <w:r w:rsidR="00464DEC">
        <w:rPr>
          <w:sz w:val="22"/>
        </w:rPr>
        <w:t xml:space="preserve"> </w:t>
      </w:r>
      <w:r>
        <w:rPr>
          <w:sz w:val="22"/>
        </w:rPr>
        <w:t xml:space="preserve">dne  </w:t>
      </w:r>
    </w:p>
    <w:p w14:paraId="78EAA96E" w14:textId="77777777" w:rsidR="00431B8D" w:rsidRDefault="00500E4C" w:rsidP="00015F8D">
      <w:pPr>
        <w:pStyle w:val="Textvbloku"/>
        <w:tabs>
          <w:tab w:val="left" w:pos="5670"/>
        </w:tabs>
        <w:rPr>
          <w:sz w:val="22"/>
        </w:rPr>
      </w:pPr>
      <w:r>
        <w:rPr>
          <w:sz w:val="22"/>
        </w:rPr>
        <w:t xml:space="preserve">   </w:t>
      </w:r>
    </w:p>
    <w:p w14:paraId="5D72EA74" w14:textId="77777777" w:rsidR="00431B8D" w:rsidRPr="007E54C7" w:rsidRDefault="00431B8D" w:rsidP="00015F8D">
      <w:pPr>
        <w:pStyle w:val="Textvbloku"/>
        <w:tabs>
          <w:tab w:val="left" w:pos="5670"/>
        </w:tabs>
        <w:rPr>
          <w:sz w:val="22"/>
        </w:rPr>
      </w:pPr>
      <w:r>
        <w:rPr>
          <w:sz w:val="22"/>
        </w:rPr>
        <w:t>Za objednatele:                                                                 Za zhotovitele:</w:t>
      </w:r>
    </w:p>
    <w:p w14:paraId="1C9949F8" w14:textId="77777777" w:rsidR="00431B8D" w:rsidRPr="00397CA8" w:rsidRDefault="00431B8D" w:rsidP="00015F8D">
      <w:pPr>
        <w:pStyle w:val="Textvbloku"/>
        <w:rPr>
          <w:b/>
          <w:sz w:val="22"/>
        </w:rPr>
      </w:pPr>
      <w:r w:rsidRPr="00BA0972">
        <w:rPr>
          <w:b/>
          <w:sz w:val="22"/>
        </w:rPr>
        <w:t>město Uherský Brod</w:t>
      </w:r>
      <w:r w:rsidRPr="00BA0972">
        <w:rPr>
          <w:b/>
          <w:sz w:val="22"/>
        </w:rPr>
        <w:tab/>
      </w:r>
      <w:r w:rsidR="00464DEC">
        <w:rPr>
          <w:b/>
          <w:sz w:val="22"/>
        </w:rPr>
        <w:tab/>
      </w:r>
      <w:r w:rsidR="00464DEC">
        <w:rPr>
          <w:b/>
          <w:sz w:val="22"/>
        </w:rPr>
        <w:tab/>
      </w:r>
      <w:r w:rsidR="00464DEC">
        <w:rPr>
          <w:b/>
          <w:sz w:val="22"/>
        </w:rPr>
        <w:tab/>
      </w:r>
    </w:p>
    <w:p w14:paraId="3FB7832A" w14:textId="77777777" w:rsidR="00431B8D" w:rsidRDefault="00431B8D" w:rsidP="00015F8D">
      <w:pPr>
        <w:pStyle w:val="Textvbloku"/>
        <w:rPr>
          <w:sz w:val="22"/>
        </w:rPr>
      </w:pPr>
    </w:p>
    <w:p w14:paraId="7E2FB473" w14:textId="77777777" w:rsidR="002F038C" w:rsidRDefault="002F038C" w:rsidP="00015F8D">
      <w:pPr>
        <w:pStyle w:val="Textvbloku"/>
        <w:rPr>
          <w:sz w:val="22"/>
        </w:rPr>
      </w:pPr>
    </w:p>
    <w:p w14:paraId="072AA9F3" w14:textId="77777777" w:rsidR="00431B8D" w:rsidRDefault="00431B8D" w:rsidP="00015F8D">
      <w:pPr>
        <w:pStyle w:val="Textvbloku"/>
        <w:rPr>
          <w:sz w:val="22"/>
        </w:rPr>
      </w:pPr>
      <w:r>
        <w:rPr>
          <w:sz w:val="22"/>
        </w:rPr>
        <w:t>_______________________</w:t>
      </w:r>
      <w:r>
        <w:rPr>
          <w:sz w:val="22"/>
        </w:rPr>
        <w:tab/>
      </w:r>
      <w:r>
        <w:rPr>
          <w:sz w:val="22"/>
        </w:rPr>
        <w:tab/>
      </w:r>
      <w:r>
        <w:rPr>
          <w:sz w:val="22"/>
        </w:rPr>
        <w:tab/>
      </w:r>
      <w:r>
        <w:rPr>
          <w:sz w:val="22"/>
        </w:rPr>
        <w:tab/>
        <w:t>________________________</w:t>
      </w:r>
      <w:r>
        <w:rPr>
          <w:sz w:val="22"/>
        </w:rPr>
        <w:tab/>
        <w:t xml:space="preserve">  </w:t>
      </w:r>
    </w:p>
    <w:p w14:paraId="0AC680A9" w14:textId="77777777" w:rsidR="00431B8D" w:rsidRPr="00A36E1A" w:rsidRDefault="004D6F1A" w:rsidP="00015F8D">
      <w:pPr>
        <w:pStyle w:val="Textvbloku"/>
        <w:tabs>
          <w:tab w:val="left" w:pos="5670"/>
        </w:tabs>
        <w:jc w:val="left"/>
        <w:rPr>
          <w:bCs/>
          <w:sz w:val="22"/>
        </w:rPr>
      </w:pPr>
      <w:r>
        <w:rPr>
          <w:sz w:val="22"/>
        </w:rPr>
        <w:t>Ing</w:t>
      </w:r>
      <w:r w:rsidR="00464DEC">
        <w:rPr>
          <w:sz w:val="22"/>
        </w:rPr>
        <w:t>. Miroslav Polá</w:t>
      </w:r>
      <w:r>
        <w:rPr>
          <w:sz w:val="22"/>
        </w:rPr>
        <w:t>šek</w:t>
      </w:r>
      <w:r w:rsidR="00B01431">
        <w:rPr>
          <w:sz w:val="22"/>
        </w:rPr>
        <w:t>,</w:t>
      </w:r>
      <w:r>
        <w:rPr>
          <w:sz w:val="22"/>
        </w:rPr>
        <w:t xml:space="preserve"> místo</w:t>
      </w:r>
      <w:r w:rsidR="00464DEC">
        <w:rPr>
          <w:sz w:val="22"/>
        </w:rPr>
        <w:t xml:space="preserve">starosta    </w:t>
      </w:r>
      <w:r w:rsidR="00B01431">
        <w:rPr>
          <w:sz w:val="22"/>
        </w:rPr>
        <w:t xml:space="preserve">                    </w:t>
      </w:r>
      <w:r w:rsidRPr="004D6F1A">
        <w:rPr>
          <w:sz w:val="22"/>
          <w:highlight w:val="yellow"/>
        </w:rPr>
        <w:t>……………………………………….</w:t>
      </w:r>
      <w:r w:rsidR="00431B8D" w:rsidRPr="00BA0972">
        <w:rPr>
          <w:sz w:val="22"/>
        </w:rPr>
        <w:t xml:space="preserve">           </w:t>
      </w:r>
      <w:r w:rsidR="00431B8D">
        <w:rPr>
          <w:sz w:val="22"/>
        </w:rPr>
        <w:t xml:space="preserve">                                                                         </w:t>
      </w:r>
    </w:p>
    <w:p w14:paraId="7C427B67" w14:textId="77777777" w:rsidR="00130921" w:rsidRPr="00CE36FE" w:rsidRDefault="00431B8D" w:rsidP="00015F8D">
      <w:pPr>
        <w:pStyle w:val="Textvbloku"/>
        <w:tabs>
          <w:tab w:val="left" w:pos="5670"/>
        </w:tabs>
        <w:rPr>
          <w:bCs/>
          <w:sz w:val="22"/>
          <w:szCs w:val="22"/>
        </w:rPr>
      </w:pPr>
      <w:r>
        <w:rPr>
          <w:sz w:val="22"/>
        </w:rPr>
        <w:tab/>
      </w:r>
    </w:p>
    <w:sectPr w:rsidR="00130921" w:rsidRPr="00CE36FE" w:rsidSect="00105E4F">
      <w:headerReference w:type="default" r:id="rId8"/>
      <w:footerReference w:type="default" r:id="rId9"/>
      <w:pgSz w:w="12240" w:h="15840"/>
      <w:pgMar w:top="-1843" w:right="1417" w:bottom="1134" w:left="1418" w:header="426"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36A00F" w14:textId="77777777" w:rsidR="003715C6" w:rsidRDefault="003715C6">
      <w:r>
        <w:separator/>
      </w:r>
    </w:p>
  </w:endnote>
  <w:endnote w:type="continuationSeparator" w:id="0">
    <w:p w14:paraId="168B2B69" w14:textId="77777777" w:rsidR="003715C6" w:rsidRDefault="0037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4ED6D" w14:textId="77777777" w:rsidR="003715C6" w:rsidRDefault="003715C6">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DE34DD">
      <w:rPr>
        <w:rStyle w:val="slostrnky"/>
        <w:noProof/>
      </w:rPr>
      <w:t>1</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6DD632" w14:textId="77777777" w:rsidR="003715C6" w:rsidRDefault="003715C6">
      <w:r>
        <w:separator/>
      </w:r>
    </w:p>
  </w:footnote>
  <w:footnote w:type="continuationSeparator" w:id="0">
    <w:p w14:paraId="18FC63C4" w14:textId="77777777" w:rsidR="003715C6" w:rsidRDefault="003715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8FFB" w14:textId="77777777" w:rsidR="003715C6" w:rsidRDefault="003715C6" w:rsidP="00FD5ED0">
    <w:pPr>
      <w:pStyle w:val="Zhlav"/>
      <w:tabs>
        <w:tab w:val="clear" w:pos="4536"/>
        <w:tab w:val="clear" w:pos="9072"/>
      </w:tabs>
      <w:jc w:val="center"/>
    </w:pPr>
  </w:p>
  <w:p w14:paraId="57EC6620" w14:textId="77777777" w:rsidR="003715C6" w:rsidRDefault="003715C6" w:rsidP="00FD5ED0">
    <w:pPr>
      <w:pStyle w:val="Zhlav"/>
      <w:tabs>
        <w:tab w:val="clear" w:pos="4536"/>
        <w:tab w:val="clear" w:pos="9072"/>
      </w:tabs>
      <w:jc w:val="left"/>
    </w:pPr>
    <w:r>
      <w:tab/>
    </w:r>
    <w:r>
      <w:tab/>
    </w:r>
  </w:p>
  <w:p w14:paraId="2316C094" w14:textId="77777777" w:rsidR="003715C6" w:rsidRDefault="003715C6" w:rsidP="00BE07E4">
    <w:pPr>
      <w:pStyle w:val="Zhlav"/>
      <w:tabs>
        <w:tab w:val="clear" w:pos="9072"/>
        <w:tab w:val="left" w:pos="3851"/>
      </w:tabs>
      <w:jc w:val="left"/>
    </w:pPr>
  </w:p>
  <w:p w14:paraId="3AE6B745" w14:textId="77777777" w:rsidR="003715C6" w:rsidRDefault="003715C6" w:rsidP="00BE07E4">
    <w:pPr>
      <w:pStyle w:val="Zhlav"/>
      <w:tabs>
        <w:tab w:val="clear" w:pos="9072"/>
        <w:tab w:val="left" w:pos="3851"/>
      </w:tabs>
      <w:jc w:val="left"/>
    </w:pPr>
  </w:p>
  <w:p w14:paraId="4011B32C" w14:textId="77777777" w:rsidR="003715C6" w:rsidRDefault="003715C6" w:rsidP="00BE07E4">
    <w:pPr>
      <w:pStyle w:val="Zhlav"/>
      <w:tabs>
        <w:tab w:val="clear" w:pos="9072"/>
        <w:tab w:val="left" w:pos="3851"/>
      </w:tabs>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0042C"/>
    <w:multiLevelType w:val="hybridMultilevel"/>
    <w:tmpl w:val="12326C4C"/>
    <w:lvl w:ilvl="0" w:tplc="CE54289A">
      <w:start w:val="1"/>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4" w15:restartNumberingAfterBreak="0">
    <w:nsid w:val="0FE14DDD"/>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251D43"/>
    <w:multiLevelType w:val="hybridMultilevel"/>
    <w:tmpl w:val="74BCE4D2"/>
    <w:lvl w:ilvl="0" w:tplc="04050017">
      <w:start w:val="1"/>
      <w:numFmt w:val="lowerLetter"/>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74B4B7B"/>
    <w:multiLevelType w:val="hybridMultilevel"/>
    <w:tmpl w:val="141A868C"/>
    <w:lvl w:ilvl="0" w:tplc="C390E56E">
      <w:start w:val="1"/>
      <w:numFmt w:val="decimal"/>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D527C7"/>
    <w:multiLevelType w:val="hybridMultilevel"/>
    <w:tmpl w:val="C4C42B18"/>
    <w:lvl w:ilvl="0" w:tplc="B3FEA3B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1350AD"/>
    <w:multiLevelType w:val="hybridMultilevel"/>
    <w:tmpl w:val="786C577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F3A2362"/>
    <w:multiLevelType w:val="hybridMultilevel"/>
    <w:tmpl w:val="B40CAE92"/>
    <w:lvl w:ilvl="0" w:tplc="C79ADBB6">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44828F0"/>
    <w:multiLevelType w:val="hybridMultilevel"/>
    <w:tmpl w:val="AEA680C2"/>
    <w:lvl w:ilvl="0" w:tplc="F094016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453D2A"/>
    <w:multiLevelType w:val="hybridMultilevel"/>
    <w:tmpl w:val="82544DE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7BD3FBB"/>
    <w:multiLevelType w:val="hybridMultilevel"/>
    <w:tmpl w:val="ACBC3FA4"/>
    <w:lvl w:ilvl="0" w:tplc="5E44F2D4">
      <w:start w:val="1"/>
      <w:numFmt w:val="decimal"/>
      <w:lvlText w:val="%1."/>
      <w:lvlJc w:val="left"/>
      <w:pPr>
        <w:ind w:left="360" w:hanging="360"/>
      </w:pPr>
      <w:rPr>
        <w:rFonts w:hint="default"/>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95979AB"/>
    <w:multiLevelType w:val="hybridMultilevel"/>
    <w:tmpl w:val="D6064796"/>
    <w:lvl w:ilvl="0" w:tplc="25B04298">
      <w:start w:val="6"/>
      <w:numFmt w:val="decimal"/>
      <w:lvlText w:val="%1."/>
      <w:lvlJc w:val="left"/>
      <w:pPr>
        <w:ind w:left="73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965ED0"/>
    <w:multiLevelType w:val="hybridMultilevel"/>
    <w:tmpl w:val="4A2A9934"/>
    <w:lvl w:ilvl="0" w:tplc="C390E56E">
      <w:start w:val="1"/>
      <w:numFmt w:val="decimal"/>
      <w:lvlText w:val="%1."/>
      <w:lvlJc w:val="left"/>
      <w:pPr>
        <w:ind w:left="720" w:hanging="360"/>
      </w:pPr>
      <w:rPr>
        <w:rFonts w:cs="Times New Roman" w:hint="default"/>
      </w:rPr>
    </w:lvl>
    <w:lvl w:ilvl="1" w:tplc="93DCD9E4">
      <w:start w:val="1"/>
      <w:numFmt w:val="lowerRoman"/>
      <w:lvlText w:val="(%2)"/>
      <w:lvlJc w:val="left"/>
      <w:pPr>
        <w:ind w:left="1785" w:hanging="705"/>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2C3C2DA7"/>
    <w:multiLevelType w:val="hybridMultilevel"/>
    <w:tmpl w:val="3DF43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0B006E4"/>
    <w:multiLevelType w:val="hybridMultilevel"/>
    <w:tmpl w:val="A760900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C661C4"/>
    <w:multiLevelType w:val="hybridMultilevel"/>
    <w:tmpl w:val="DE2846FE"/>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1" w15:restartNumberingAfterBreak="0">
    <w:nsid w:val="3635522B"/>
    <w:multiLevelType w:val="hybridMultilevel"/>
    <w:tmpl w:val="4552C0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94141CD"/>
    <w:multiLevelType w:val="hybridMultilevel"/>
    <w:tmpl w:val="6B74B452"/>
    <w:lvl w:ilvl="0" w:tplc="54EA0E7E">
      <w:start w:val="4"/>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891991"/>
    <w:multiLevelType w:val="hybridMultilevel"/>
    <w:tmpl w:val="337E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0238DB"/>
    <w:multiLevelType w:val="hybridMultilevel"/>
    <w:tmpl w:val="F2FE848A"/>
    <w:lvl w:ilvl="0" w:tplc="02B2EA46">
      <w:start w:val="1"/>
      <w:numFmt w:val="upperRoman"/>
      <w:pStyle w:val="Nadpislnku"/>
      <w:lvlText w:val="%1."/>
      <w:lvlJc w:val="righ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5" w15:restartNumberingAfterBreak="0">
    <w:nsid w:val="44787110"/>
    <w:multiLevelType w:val="hybridMultilevel"/>
    <w:tmpl w:val="813E85F6"/>
    <w:lvl w:ilvl="0" w:tplc="F5C0603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9092074"/>
    <w:multiLevelType w:val="hybridMultilevel"/>
    <w:tmpl w:val="29D685B0"/>
    <w:lvl w:ilvl="0" w:tplc="04050017">
      <w:start w:val="1"/>
      <w:numFmt w:val="lowerLetter"/>
      <w:lvlText w:val="%1)"/>
      <w:lvlJc w:val="left"/>
      <w:pPr>
        <w:tabs>
          <w:tab w:val="num" w:pos="720"/>
        </w:tabs>
        <w:ind w:left="720" w:hanging="360"/>
      </w:pPr>
    </w:lvl>
    <w:lvl w:ilvl="1" w:tplc="A352334A">
      <w:start w:val="3"/>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7" w15:restartNumberingAfterBreak="0">
    <w:nsid w:val="4A3F0CDA"/>
    <w:multiLevelType w:val="hybridMultilevel"/>
    <w:tmpl w:val="60C6E486"/>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B8564B3"/>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E4B6297"/>
    <w:multiLevelType w:val="hybridMultilevel"/>
    <w:tmpl w:val="E84C49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D14AC1"/>
    <w:multiLevelType w:val="hybridMultilevel"/>
    <w:tmpl w:val="1454540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1" w15:restartNumberingAfterBreak="0">
    <w:nsid w:val="55240825"/>
    <w:multiLevelType w:val="hybridMultilevel"/>
    <w:tmpl w:val="94389376"/>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D52940"/>
    <w:multiLevelType w:val="hybridMultilevel"/>
    <w:tmpl w:val="00F2B8D0"/>
    <w:lvl w:ilvl="0" w:tplc="43F47DB2">
      <w:start w:val="4"/>
      <w:numFmt w:val="decimal"/>
      <w:lvlText w:val="%1."/>
      <w:lvlJc w:val="left"/>
      <w:pPr>
        <w:tabs>
          <w:tab w:val="num" w:pos="720"/>
        </w:tabs>
        <w:ind w:left="720" w:hanging="360"/>
      </w:pPr>
      <w:rPr>
        <w:rFonts w:hint="default"/>
      </w:rPr>
    </w:lvl>
    <w:lvl w:ilvl="1" w:tplc="97701BEE">
      <w:start w:val="7"/>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E1806BC"/>
    <w:multiLevelType w:val="hybridMultilevel"/>
    <w:tmpl w:val="F6F8338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4" w15:restartNumberingAfterBreak="0">
    <w:nsid w:val="639F18B4"/>
    <w:multiLevelType w:val="hybridMultilevel"/>
    <w:tmpl w:val="FA60FD6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63A62580"/>
    <w:multiLevelType w:val="hybridMultilevel"/>
    <w:tmpl w:val="AD96C2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6" w15:restartNumberingAfterBreak="0">
    <w:nsid w:val="690C3375"/>
    <w:multiLevelType w:val="hybridMultilevel"/>
    <w:tmpl w:val="83F0F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FD5441"/>
    <w:multiLevelType w:val="hybridMultilevel"/>
    <w:tmpl w:val="E17E5406"/>
    <w:lvl w:ilvl="0" w:tplc="3DCC1E0A">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3"/>
  </w:num>
  <w:num w:numId="2">
    <w:abstractNumId w:val="14"/>
  </w:num>
  <w:num w:numId="3">
    <w:abstractNumId w:val="2"/>
  </w:num>
  <w:num w:numId="4">
    <w:abstractNumId w:val="9"/>
  </w:num>
  <w:num w:numId="5">
    <w:abstractNumId w:val="32"/>
  </w:num>
  <w:num w:numId="6">
    <w:abstractNumId w:val="1"/>
  </w:num>
  <w:num w:numId="7">
    <w:abstractNumId w:val="11"/>
  </w:num>
  <w:num w:numId="8">
    <w:abstractNumId w:val="13"/>
  </w:num>
  <w:num w:numId="9">
    <w:abstractNumId w:val="20"/>
  </w:num>
  <w:num w:numId="10">
    <w:abstractNumId w:val="8"/>
  </w:num>
  <w:num w:numId="11">
    <w:abstractNumId w:val="12"/>
  </w:num>
  <w:num w:numId="12">
    <w:abstractNumId w:val="36"/>
  </w:num>
  <w:num w:numId="13">
    <w:abstractNumId w:val="30"/>
  </w:num>
  <w:num w:numId="14">
    <w:abstractNumId w:val="35"/>
  </w:num>
  <w:num w:numId="15">
    <w:abstractNumId w:val="6"/>
  </w:num>
  <w:num w:numId="16">
    <w:abstractNumId w:val="5"/>
  </w:num>
  <w:num w:numId="17">
    <w:abstractNumId w:val="17"/>
  </w:num>
  <w:num w:numId="18">
    <w:abstractNumId w:val="33"/>
  </w:num>
  <w:num w:numId="19">
    <w:abstractNumId w:val="24"/>
  </w:num>
  <w:num w:numId="20">
    <w:abstractNumId w:val="27"/>
  </w:num>
  <w:num w:numId="21">
    <w:abstractNumId w:val="37"/>
  </w:num>
  <w:num w:numId="22">
    <w:abstractNumId w:val="18"/>
  </w:num>
  <w:num w:numId="23">
    <w:abstractNumId w:val="4"/>
  </w:num>
  <w:num w:numId="24">
    <w:abstractNumId w:val="28"/>
  </w:num>
  <w:num w:numId="25">
    <w:abstractNumId w:val="34"/>
  </w:num>
  <w:num w:numId="26">
    <w:abstractNumId w:val="7"/>
  </w:num>
  <w:num w:numId="27">
    <w:abstractNumId w:val="29"/>
  </w:num>
  <w:num w:numId="28">
    <w:abstractNumId w:val="21"/>
  </w:num>
  <w:num w:numId="29">
    <w:abstractNumId w:val="10"/>
  </w:num>
  <w:num w:numId="30">
    <w:abstractNumId w:val="2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31"/>
  </w:num>
  <w:num w:numId="33">
    <w:abstractNumId w:val="23"/>
  </w:num>
  <w:num w:numId="34">
    <w:abstractNumId w:val="26"/>
  </w:num>
  <w:num w:numId="35">
    <w:abstractNumId w:val="16"/>
  </w:num>
  <w:num w:numId="36">
    <w:abstractNumId w:val="15"/>
  </w:num>
  <w:num w:numId="37">
    <w:abstractNumId w:val="22"/>
  </w:num>
  <w:num w:numId="38">
    <w:abstractNumId w:val="25"/>
  </w:num>
  <w:num w:numId="3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Formatting/>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881"/>
    <w:rsid w:val="000047E9"/>
    <w:rsid w:val="0000494E"/>
    <w:rsid w:val="00004BFC"/>
    <w:rsid w:val="00014FC3"/>
    <w:rsid w:val="00015140"/>
    <w:rsid w:val="00015F8D"/>
    <w:rsid w:val="00020301"/>
    <w:rsid w:val="00024EE3"/>
    <w:rsid w:val="0003013B"/>
    <w:rsid w:val="0003075A"/>
    <w:rsid w:val="00030E8F"/>
    <w:rsid w:val="00030FEB"/>
    <w:rsid w:val="00032B0D"/>
    <w:rsid w:val="00033A92"/>
    <w:rsid w:val="00034B94"/>
    <w:rsid w:val="00036EF2"/>
    <w:rsid w:val="000420FB"/>
    <w:rsid w:val="00043E77"/>
    <w:rsid w:val="00052504"/>
    <w:rsid w:val="000615EB"/>
    <w:rsid w:val="00061629"/>
    <w:rsid w:val="00061C33"/>
    <w:rsid w:val="00064701"/>
    <w:rsid w:val="000650F3"/>
    <w:rsid w:val="000768CE"/>
    <w:rsid w:val="000809D3"/>
    <w:rsid w:val="000844AF"/>
    <w:rsid w:val="0008572F"/>
    <w:rsid w:val="000A1C41"/>
    <w:rsid w:val="000A2F7B"/>
    <w:rsid w:val="000A2FC9"/>
    <w:rsid w:val="000A4C77"/>
    <w:rsid w:val="000A6FD1"/>
    <w:rsid w:val="000B1960"/>
    <w:rsid w:val="000B350D"/>
    <w:rsid w:val="000B373F"/>
    <w:rsid w:val="000B4743"/>
    <w:rsid w:val="000B4BC6"/>
    <w:rsid w:val="000C76CC"/>
    <w:rsid w:val="000D1881"/>
    <w:rsid w:val="000D2718"/>
    <w:rsid w:val="000D6187"/>
    <w:rsid w:val="000E7EAC"/>
    <w:rsid w:val="000F2DBD"/>
    <w:rsid w:val="00103302"/>
    <w:rsid w:val="00105E4F"/>
    <w:rsid w:val="00107F43"/>
    <w:rsid w:val="00111445"/>
    <w:rsid w:val="00113B43"/>
    <w:rsid w:val="00115CFF"/>
    <w:rsid w:val="0011793B"/>
    <w:rsid w:val="00117B2A"/>
    <w:rsid w:val="001307B9"/>
    <w:rsid w:val="00130921"/>
    <w:rsid w:val="00133E81"/>
    <w:rsid w:val="001379C3"/>
    <w:rsid w:val="001405D0"/>
    <w:rsid w:val="0014356E"/>
    <w:rsid w:val="00155F2A"/>
    <w:rsid w:val="001651D8"/>
    <w:rsid w:val="001660FF"/>
    <w:rsid w:val="001831EA"/>
    <w:rsid w:val="00186B8E"/>
    <w:rsid w:val="00190208"/>
    <w:rsid w:val="0019531E"/>
    <w:rsid w:val="0019551E"/>
    <w:rsid w:val="0019648E"/>
    <w:rsid w:val="001A1394"/>
    <w:rsid w:val="001B13A4"/>
    <w:rsid w:val="001B3EDB"/>
    <w:rsid w:val="001B4CEB"/>
    <w:rsid w:val="001B5EC4"/>
    <w:rsid w:val="001C2567"/>
    <w:rsid w:val="001C4576"/>
    <w:rsid w:val="001D42FA"/>
    <w:rsid w:val="001D5CAD"/>
    <w:rsid w:val="001E01DC"/>
    <w:rsid w:val="001E4CB3"/>
    <w:rsid w:val="001E7D9E"/>
    <w:rsid w:val="001F369F"/>
    <w:rsid w:val="002051C0"/>
    <w:rsid w:val="00211E64"/>
    <w:rsid w:val="002134CF"/>
    <w:rsid w:val="00215F57"/>
    <w:rsid w:val="00216256"/>
    <w:rsid w:val="00217B43"/>
    <w:rsid w:val="00220DF0"/>
    <w:rsid w:val="00224A7D"/>
    <w:rsid w:val="00225B74"/>
    <w:rsid w:val="00226EF4"/>
    <w:rsid w:val="00231F85"/>
    <w:rsid w:val="00240C15"/>
    <w:rsid w:val="00245057"/>
    <w:rsid w:val="00262EA7"/>
    <w:rsid w:val="00263392"/>
    <w:rsid w:val="00264EC5"/>
    <w:rsid w:val="002653FC"/>
    <w:rsid w:val="00266E11"/>
    <w:rsid w:val="002724B9"/>
    <w:rsid w:val="00273D1B"/>
    <w:rsid w:val="00274BB7"/>
    <w:rsid w:val="00275D2E"/>
    <w:rsid w:val="002822C5"/>
    <w:rsid w:val="002952D4"/>
    <w:rsid w:val="002A1276"/>
    <w:rsid w:val="002A2CB6"/>
    <w:rsid w:val="002A51C2"/>
    <w:rsid w:val="002B4605"/>
    <w:rsid w:val="002C07EE"/>
    <w:rsid w:val="002C11D9"/>
    <w:rsid w:val="002C3D2C"/>
    <w:rsid w:val="002D2DA5"/>
    <w:rsid w:val="002D693F"/>
    <w:rsid w:val="002F038C"/>
    <w:rsid w:val="002F1931"/>
    <w:rsid w:val="002F245B"/>
    <w:rsid w:val="002F46B5"/>
    <w:rsid w:val="002F5825"/>
    <w:rsid w:val="002F5827"/>
    <w:rsid w:val="002F7619"/>
    <w:rsid w:val="003010E5"/>
    <w:rsid w:val="00304402"/>
    <w:rsid w:val="00305C99"/>
    <w:rsid w:val="0031124D"/>
    <w:rsid w:val="003119A1"/>
    <w:rsid w:val="003119BB"/>
    <w:rsid w:val="00315BD3"/>
    <w:rsid w:val="0032542D"/>
    <w:rsid w:val="00331475"/>
    <w:rsid w:val="0033374E"/>
    <w:rsid w:val="00335C67"/>
    <w:rsid w:val="00337D93"/>
    <w:rsid w:val="00343373"/>
    <w:rsid w:val="003541F2"/>
    <w:rsid w:val="0035791D"/>
    <w:rsid w:val="003715C6"/>
    <w:rsid w:val="003A0FE7"/>
    <w:rsid w:val="003A7C12"/>
    <w:rsid w:val="003B0B19"/>
    <w:rsid w:val="003B4DA6"/>
    <w:rsid w:val="003B6946"/>
    <w:rsid w:val="003C12F4"/>
    <w:rsid w:val="003C16BD"/>
    <w:rsid w:val="003D3F22"/>
    <w:rsid w:val="003E0610"/>
    <w:rsid w:val="003E2442"/>
    <w:rsid w:val="003F4EE1"/>
    <w:rsid w:val="003F599E"/>
    <w:rsid w:val="0040284A"/>
    <w:rsid w:val="00403263"/>
    <w:rsid w:val="00404C96"/>
    <w:rsid w:val="00413929"/>
    <w:rsid w:val="00415199"/>
    <w:rsid w:val="00417E4A"/>
    <w:rsid w:val="00427989"/>
    <w:rsid w:val="00431B8D"/>
    <w:rsid w:val="00436DEC"/>
    <w:rsid w:val="004422E4"/>
    <w:rsid w:val="00451A82"/>
    <w:rsid w:val="00455F29"/>
    <w:rsid w:val="004576D5"/>
    <w:rsid w:val="00464DEC"/>
    <w:rsid w:val="00465A8E"/>
    <w:rsid w:val="0047146E"/>
    <w:rsid w:val="0047269D"/>
    <w:rsid w:val="00475D22"/>
    <w:rsid w:val="004854A5"/>
    <w:rsid w:val="00491532"/>
    <w:rsid w:val="00492E19"/>
    <w:rsid w:val="004A279E"/>
    <w:rsid w:val="004A44F2"/>
    <w:rsid w:val="004A468F"/>
    <w:rsid w:val="004A4A3B"/>
    <w:rsid w:val="004A709D"/>
    <w:rsid w:val="004B0CAF"/>
    <w:rsid w:val="004B2475"/>
    <w:rsid w:val="004B54B3"/>
    <w:rsid w:val="004B5ADA"/>
    <w:rsid w:val="004C24E2"/>
    <w:rsid w:val="004D0C42"/>
    <w:rsid w:val="004D6F1A"/>
    <w:rsid w:val="004E3E12"/>
    <w:rsid w:val="004F1688"/>
    <w:rsid w:val="004F3B94"/>
    <w:rsid w:val="004F4663"/>
    <w:rsid w:val="004F53D9"/>
    <w:rsid w:val="00500DED"/>
    <w:rsid w:val="00500E4C"/>
    <w:rsid w:val="00502F80"/>
    <w:rsid w:val="00505332"/>
    <w:rsid w:val="00510897"/>
    <w:rsid w:val="00511E8A"/>
    <w:rsid w:val="005235CC"/>
    <w:rsid w:val="00531DCB"/>
    <w:rsid w:val="00537926"/>
    <w:rsid w:val="0054477E"/>
    <w:rsid w:val="00544B9E"/>
    <w:rsid w:val="00556CD0"/>
    <w:rsid w:val="00563442"/>
    <w:rsid w:val="00566BE3"/>
    <w:rsid w:val="0057761B"/>
    <w:rsid w:val="00581E51"/>
    <w:rsid w:val="00584664"/>
    <w:rsid w:val="00590164"/>
    <w:rsid w:val="005968F7"/>
    <w:rsid w:val="00596E37"/>
    <w:rsid w:val="005A2EBA"/>
    <w:rsid w:val="005A3BEE"/>
    <w:rsid w:val="005B4CD6"/>
    <w:rsid w:val="005B5675"/>
    <w:rsid w:val="005C2B68"/>
    <w:rsid w:val="005C4F96"/>
    <w:rsid w:val="005D22F7"/>
    <w:rsid w:val="0060360A"/>
    <w:rsid w:val="00605E42"/>
    <w:rsid w:val="006109BE"/>
    <w:rsid w:val="00614B3E"/>
    <w:rsid w:val="00617475"/>
    <w:rsid w:val="00622E2C"/>
    <w:rsid w:val="00632A49"/>
    <w:rsid w:val="00634631"/>
    <w:rsid w:val="006436E7"/>
    <w:rsid w:val="00646BBF"/>
    <w:rsid w:val="00654219"/>
    <w:rsid w:val="00676B73"/>
    <w:rsid w:val="0067784F"/>
    <w:rsid w:val="00687A44"/>
    <w:rsid w:val="00687E70"/>
    <w:rsid w:val="0069565D"/>
    <w:rsid w:val="006A4982"/>
    <w:rsid w:val="006A4E33"/>
    <w:rsid w:val="006A7627"/>
    <w:rsid w:val="006A7701"/>
    <w:rsid w:val="006B092B"/>
    <w:rsid w:val="006B0FD1"/>
    <w:rsid w:val="006B3257"/>
    <w:rsid w:val="006C5478"/>
    <w:rsid w:val="006C72AF"/>
    <w:rsid w:val="006D250D"/>
    <w:rsid w:val="006E2E37"/>
    <w:rsid w:val="006E31C3"/>
    <w:rsid w:val="006E3386"/>
    <w:rsid w:val="006F3B7F"/>
    <w:rsid w:val="006F4720"/>
    <w:rsid w:val="006F4ABA"/>
    <w:rsid w:val="006F51F9"/>
    <w:rsid w:val="006F7C06"/>
    <w:rsid w:val="007029C9"/>
    <w:rsid w:val="00703653"/>
    <w:rsid w:val="007056B6"/>
    <w:rsid w:val="0070640B"/>
    <w:rsid w:val="0072354F"/>
    <w:rsid w:val="00727A86"/>
    <w:rsid w:val="00740D29"/>
    <w:rsid w:val="007429DD"/>
    <w:rsid w:val="00742ABF"/>
    <w:rsid w:val="00744114"/>
    <w:rsid w:val="00750511"/>
    <w:rsid w:val="00750833"/>
    <w:rsid w:val="00751FD3"/>
    <w:rsid w:val="00754ED5"/>
    <w:rsid w:val="0076283E"/>
    <w:rsid w:val="00764DAD"/>
    <w:rsid w:val="00771389"/>
    <w:rsid w:val="00773CB2"/>
    <w:rsid w:val="007743F3"/>
    <w:rsid w:val="00781276"/>
    <w:rsid w:val="00786873"/>
    <w:rsid w:val="007914D7"/>
    <w:rsid w:val="00797F77"/>
    <w:rsid w:val="007A3553"/>
    <w:rsid w:val="007B49E9"/>
    <w:rsid w:val="007B4AFD"/>
    <w:rsid w:val="007C0C36"/>
    <w:rsid w:val="007C696E"/>
    <w:rsid w:val="007C7E10"/>
    <w:rsid w:val="007D02A8"/>
    <w:rsid w:val="007D0A88"/>
    <w:rsid w:val="007D15C6"/>
    <w:rsid w:val="007D7A6C"/>
    <w:rsid w:val="007E0CBE"/>
    <w:rsid w:val="007E166B"/>
    <w:rsid w:val="007E2D5C"/>
    <w:rsid w:val="007E3494"/>
    <w:rsid w:val="007E35A5"/>
    <w:rsid w:val="007E54C7"/>
    <w:rsid w:val="007F2A82"/>
    <w:rsid w:val="007F6AEF"/>
    <w:rsid w:val="00801269"/>
    <w:rsid w:val="00806DA1"/>
    <w:rsid w:val="00815DD5"/>
    <w:rsid w:val="008270D8"/>
    <w:rsid w:val="008270DC"/>
    <w:rsid w:val="0083226F"/>
    <w:rsid w:val="00832654"/>
    <w:rsid w:val="008457BF"/>
    <w:rsid w:val="00845973"/>
    <w:rsid w:val="00847289"/>
    <w:rsid w:val="008505AF"/>
    <w:rsid w:val="008511EE"/>
    <w:rsid w:val="008547D0"/>
    <w:rsid w:val="00854B4F"/>
    <w:rsid w:val="00860FA4"/>
    <w:rsid w:val="0086127D"/>
    <w:rsid w:val="0086553D"/>
    <w:rsid w:val="0086663C"/>
    <w:rsid w:val="00870862"/>
    <w:rsid w:val="00872C54"/>
    <w:rsid w:val="0087344E"/>
    <w:rsid w:val="0087717B"/>
    <w:rsid w:val="00880F33"/>
    <w:rsid w:val="0088220E"/>
    <w:rsid w:val="00884C03"/>
    <w:rsid w:val="0088599F"/>
    <w:rsid w:val="00892FAF"/>
    <w:rsid w:val="008A1B7D"/>
    <w:rsid w:val="008A5466"/>
    <w:rsid w:val="008A5E1F"/>
    <w:rsid w:val="008A5E65"/>
    <w:rsid w:val="008B665D"/>
    <w:rsid w:val="008B74CE"/>
    <w:rsid w:val="008C0CDB"/>
    <w:rsid w:val="008C2B6D"/>
    <w:rsid w:val="008C36DA"/>
    <w:rsid w:val="008D7872"/>
    <w:rsid w:val="008E32BD"/>
    <w:rsid w:val="008E583F"/>
    <w:rsid w:val="008E734C"/>
    <w:rsid w:val="008F0B78"/>
    <w:rsid w:val="008F3841"/>
    <w:rsid w:val="009143F2"/>
    <w:rsid w:val="009218D4"/>
    <w:rsid w:val="00921FB8"/>
    <w:rsid w:val="00922677"/>
    <w:rsid w:val="00923021"/>
    <w:rsid w:val="00923299"/>
    <w:rsid w:val="00923DE2"/>
    <w:rsid w:val="009303FC"/>
    <w:rsid w:val="00937B02"/>
    <w:rsid w:val="009460D4"/>
    <w:rsid w:val="00946729"/>
    <w:rsid w:val="0094740B"/>
    <w:rsid w:val="009522D4"/>
    <w:rsid w:val="00954128"/>
    <w:rsid w:val="0096098D"/>
    <w:rsid w:val="009640A3"/>
    <w:rsid w:val="009719F2"/>
    <w:rsid w:val="0097624B"/>
    <w:rsid w:val="0097625E"/>
    <w:rsid w:val="00977900"/>
    <w:rsid w:val="009842CA"/>
    <w:rsid w:val="00991D8E"/>
    <w:rsid w:val="00994A35"/>
    <w:rsid w:val="009964C9"/>
    <w:rsid w:val="009A0E18"/>
    <w:rsid w:val="009A439C"/>
    <w:rsid w:val="009C147D"/>
    <w:rsid w:val="009C73F8"/>
    <w:rsid w:val="009D139C"/>
    <w:rsid w:val="009D1F86"/>
    <w:rsid w:val="009D5BC0"/>
    <w:rsid w:val="009E08C7"/>
    <w:rsid w:val="009E5689"/>
    <w:rsid w:val="009E6931"/>
    <w:rsid w:val="009E7F57"/>
    <w:rsid w:val="009F6801"/>
    <w:rsid w:val="00A05F3B"/>
    <w:rsid w:val="00A070C1"/>
    <w:rsid w:val="00A07F0A"/>
    <w:rsid w:val="00A10875"/>
    <w:rsid w:val="00A10900"/>
    <w:rsid w:val="00A11341"/>
    <w:rsid w:val="00A12112"/>
    <w:rsid w:val="00A16202"/>
    <w:rsid w:val="00A2194C"/>
    <w:rsid w:val="00A21984"/>
    <w:rsid w:val="00A345FE"/>
    <w:rsid w:val="00A36E1A"/>
    <w:rsid w:val="00A50CD6"/>
    <w:rsid w:val="00A53D48"/>
    <w:rsid w:val="00A55791"/>
    <w:rsid w:val="00A56D62"/>
    <w:rsid w:val="00A572FD"/>
    <w:rsid w:val="00A57CFD"/>
    <w:rsid w:val="00A70D33"/>
    <w:rsid w:val="00A72151"/>
    <w:rsid w:val="00A80556"/>
    <w:rsid w:val="00A8301C"/>
    <w:rsid w:val="00A8692B"/>
    <w:rsid w:val="00A905B1"/>
    <w:rsid w:val="00A92C37"/>
    <w:rsid w:val="00A95726"/>
    <w:rsid w:val="00A96000"/>
    <w:rsid w:val="00AA5463"/>
    <w:rsid w:val="00AA6ED9"/>
    <w:rsid w:val="00AB5146"/>
    <w:rsid w:val="00AB7920"/>
    <w:rsid w:val="00AB79C6"/>
    <w:rsid w:val="00AB7D9C"/>
    <w:rsid w:val="00AC1B47"/>
    <w:rsid w:val="00AC3AFD"/>
    <w:rsid w:val="00AC7325"/>
    <w:rsid w:val="00AD0207"/>
    <w:rsid w:val="00AD2193"/>
    <w:rsid w:val="00AD42A4"/>
    <w:rsid w:val="00AE7848"/>
    <w:rsid w:val="00AF13CF"/>
    <w:rsid w:val="00AF78D5"/>
    <w:rsid w:val="00B000B1"/>
    <w:rsid w:val="00B01431"/>
    <w:rsid w:val="00B13198"/>
    <w:rsid w:val="00B23D20"/>
    <w:rsid w:val="00B23FC4"/>
    <w:rsid w:val="00B34097"/>
    <w:rsid w:val="00B36659"/>
    <w:rsid w:val="00B4163D"/>
    <w:rsid w:val="00B434DE"/>
    <w:rsid w:val="00B44693"/>
    <w:rsid w:val="00B44A36"/>
    <w:rsid w:val="00B457DA"/>
    <w:rsid w:val="00B45B2F"/>
    <w:rsid w:val="00B468A2"/>
    <w:rsid w:val="00B4754A"/>
    <w:rsid w:val="00B5370F"/>
    <w:rsid w:val="00B606D0"/>
    <w:rsid w:val="00B60C00"/>
    <w:rsid w:val="00B62026"/>
    <w:rsid w:val="00B6260D"/>
    <w:rsid w:val="00B6593D"/>
    <w:rsid w:val="00B66BC7"/>
    <w:rsid w:val="00B90D81"/>
    <w:rsid w:val="00B91E92"/>
    <w:rsid w:val="00B96724"/>
    <w:rsid w:val="00BA5F5A"/>
    <w:rsid w:val="00BB13B0"/>
    <w:rsid w:val="00BC2FA3"/>
    <w:rsid w:val="00BC40BC"/>
    <w:rsid w:val="00BC7A90"/>
    <w:rsid w:val="00BD3C2E"/>
    <w:rsid w:val="00BD607B"/>
    <w:rsid w:val="00BD6973"/>
    <w:rsid w:val="00BE07E4"/>
    <w:rsid w:val="00BE0CF9"/>
    <w:rsid w:val="00BE2259"/>
    <w:rsid w:val="00BE650F"/>
    <w:rsid w:val="00BF0E9E"/>
    <w:rsid w:val="00BF2C06"/>
    <w:rsid w:val="00C037EB"/>
    <w:rsid w:val="00C0461B"/>
    <w:rsid w:val="00C060A5"/>
    <w:rsid w:val="00C07225"/>
    <w:rsid w:val="00C21902"/>
    <w:rsid w:val="00C30CE1"/>
    <w:rsid w:val="00C34977"/>
    <w:rsid w:val="00C4323D"/>
    <w:rsid w:val="00C4798A"/>
    <w:rsid w:val="00C64A65"/>
    <w:rsid w:val="00C64BAC"/>
    <w:rsid w:val="00C661C9"/>
    <w:rsid w:val="00C66690"/>
    <w:rsid w:val="00C67B5D"/>
    <w:rsid w:val="00C709DF"/>
    <w:rsid w:val="00C711AA"/>
    <w:rsid w:val="00C7155E"/>
    <w:rsid w:val="00C72DE6"/>
    <w:rsid w:val="00C80178"/>
    <w:rsid w:val="00C8522C"/>
    <w:rsid w:val="00C8669A"/>
    <w:rsid w:val="00C92898"/>
    <w:rsid w:val="00C95977"/>
    <w:rsid w:val="00C9631D"/>
    <w:rsid w:val="00C97D01"/>
    <w:rsid w:val="00CA443E"/>
    <w:rsid w:val="00CA624C"/>
    <w:rsid w:val="00CB1415"/>
    <w:rsid w:val="00CB2419"/>
    <w:rsid w:val="00CC19FB"/>
    <w:rsid w:val="00CC1F07"/>
    <w:rsid w:val="00CC2DFC"/>
    <w:rsid w:val="00CC44DE"/>
    <w:rsid w:val="00CC5029"/>
    <w:rsid w:val="00CC7B18"/>
    <w:rsid w:val="00CE36FE"/>
    <w:rsid w:val="00CE6D38"/>
    <w:rsid w:val="00CF0DDA"/>
    <w:rsid w:val="00CF6C79"/>
    <w:rsid w:val="00D007BC"/>
    <w:rsid w:val="00D00A73"/>
    <w:rsid w:val="00D00B68"/>
    <w:rsid w:val="00D07517"/>
    <w:rsid w:val="00D07B23"/>
    <w:rsid w:val="00D107E7"/>
    <w:rsid w:val="00D10B55"/>
    <w:rsid w:val="00D12DDC"/>
    <w:rsid w:val="00D25A2E"/>
    <w:rsid w:val="00D2673D"/>
    <w:rsid w:val="00D303BF"/>
    <w:rsid w:val="00D30EAB"/>
    <w:rsid w:val="00D32A5C"/>
    <w:rsid w:val="00D36352"/>
    <w:rsid w:val="00D378DD"/>
    <w:rsid w:val="00D443A3"/>
    <w:rsid w:val="00D47CCC"/>
    <w:rsid w:val="00D51EA4"/>
    <w:rsid w:val="00D57F09"/>
    <w:rsid w:val="00D62CD0"/>
    <w:rsid w:val="00D63E98"/>
    <w:rsid w:val="00D65DCD"/>
    <w:rsid w:val="00D7010B"/>
    <w:rsid w:val="00D70BD6"/>
    <w:rsid w:val="00D71F8B"/>
    <w:rsid w:val="00D726F8"/>
    <w:rsid w:val="00D72F02"/>
    <w:rsid w:val="00D73A0A"/>
    <w:rsid w:val="00D858B7"/>
    <w:rsid w:val="00D86638"/>
    <w:rsid w:val="00D86E6A"/>
    <w:rsid w:val="00D87C2F"/>
    <w:rsid w:val="00D97B36"/>
    <w:rsid w:val="00DA2E46"/>
    <w:rsid w:val="00DA31A2"/>
    <w:rsid w:val="00DA34A4"/>
    <w:rsid w:val="00DA7362"/>
    <w:rsid w:val="00DB0732"/>
    <w:rsid w:val="00DB644A"/>
    <w:rsid w:val="00DC0A5C"/>
    <w:rsid w:val="00DC30D7"/>
    <w:rsid w:val="00DD0360"/>
    <w:rsid w:val="00DD2205"/>
    <w:rsid w:val="00DD2437"/>
    <w:rsid w:val="00DD786F"/>
    <w:rsid w:val="00DE0EE7"/>
    <w:rsid w:val="00DE34DD"/>
    <w:rsid w:val="00DE5E8C"/>
    <w:rsid w:val="00DF3F22"/>
    <w:rsid w:val="00DF6646"/>
    <w:rsid w:val="00DF672C"/>
    <w:rsid w:val="00E00687"/>
    <w:rsid w:val="00E01AA5"/>
    <w:rsid w:val="00E05F66"/>
    <w:rsid w:val="00E11587"/>
    <w:rsid w:val="00E1613C"/>
    <w:rsid w:val="00E21F47"/>
    <w:rsid w:val="00E26560"/>
    <w:rsid w:val="00E26EF3"/>
    <w:rsid w:val="00E31CB4"/>
    <w:rsid w:val="00E32881"/>
    <w:rsid w:val="00E34C1C"/>
    <w:rsid w:val="00E37C3D"/>
    <w:rsid w:val="00E37C52"/>
    <w:rsid w:val="00E461C8"/>
    <w:rsid w:val="00E47B89"/>
    <w:rsid w:val="00E67D92"/>
    <w:rsid w:val="00E70388"/>
    <w:rsid w:val="00E7109E"/>
    <w:rsid w:val="00E73E4C"/>
    <w:rsid w:val="00E86C4A"/>
    <w:rsid w:val="00E87ABA"/>
    <w:rsid w:val="00E92605"/>
    <w:rsid w:val="00E93859"/>
    <w:rsid w:val="00E960D6"/>
    <w:rsid w:val="00E96F7A"/>
    <w:rsid w:val="00EA7C16"/>
    <w:rsid w:val="00EB105F"/>
    <w:rsid w:val="00EB16E6"/>
    <w:rsid w:val="00EC360B"/>
    <w:rsid w:val="00ED1D42"/>
    <w:rsid w:val="00ED53B5"/>
    <w:rsid w:val="00ED674F"/>
    <w:rsid w:val="00ED79D3"/>
    <w:rsid w:val="00EF4AF9"/>
    <w:rsid w:val="00EF68B0"/>
    <w:rsid w:val="00F00766"/>
    <w:rsid w:val="00F031D2"/>
    <w:rsid w:val="00F06C44"/>
    <w:rsid w:val="00F119E5"/>
    <w:rsid w:val="00F21032"/>
    <w:rsid w:val="00F244CF"/>
    <w:rsid w:val="00F2572A"/>
    <w:rsid w:val="00F3087A"/>
    <w:rsid w:val="00F318F2"/>
    <w:rsid w:val="00F32502"/>
    <w:rsid w:val="00F407B5"/>
    <w:rsid w:val="00F41E6D"/>
    <w:rsid w:val="00F4244B"/>
    <w:rsid w:val="00F429DF"/>
    <w:rsid w:val="00F475BE"/>
    <w:rsid w:val="00F5671B"/>
    <w:rsid w:val="00F67B2A"/>
    <w:rsid w:val="00F70B4C"/>
    <w:rsid w:val="00F80864"/>
    <w:rsid w:val="00F82C60"/>
    <w:rsid w:val="00F91892"/>
    <w:rsid w:val="00F966EA"/>
    <w:rsid w:val="00FA54B7"/>
    <w:rsid w:val="00FB66A8"/>
    <w:rsid w:val="00FD5ED0"/>
    <w:rsid w:val="00FE4C6A"/>
    <w:rsid w:val="00FF23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A0F1D51"/>
  <w15:docId w15:val="{724EDEAD-499C-4DF5-AB15-C259E20F5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
    <w:link w:val="Odstavecseseznamem"/>
    <w:uiPriority w:val="34"/>
    <w:locked/>
    <w:rsid w:val="0014356E"/>
    <w:rPr>
      <w:rFonts w:ascii="Times New Roman" w:eastAsia="Times New Roman" w:hAnsi="Times New Roman" w:cs="Times New Roman"/>
      <w:sz w:val="20"/>
      <w:szCs w:val="20"/>
      <w:lang w:eastAsia="cs-CZ"/>
    </w:rPr>
  </w:style>
  <w:style w:type="paragraph" w:customStyle="1" w:styleId="text">
    <w:name w:val="text"/>
    <w:rsid w:val="002051C0"/>
    <w:pPr>
      <w:spacing w:before="120" w:after="0" w:line="360" w:lineRule="auto"/>
      <w:jc w:val="both"/>
    </w:pPr>
    <w:rPr>
      <w:rFonts w:ascii="Times New Roman" w:eastAsia="Times New Roman" w:hAnsi="Times New Roman" w:cs="Times New Roman"/>
      <w:sz w:val="24"/>
      <w:szCs w:val="20"/>
      <w:lang w:eastAsia="cs-CZ"/>
    </w:rPr>
  </w:style>
  <w:style w:type="paragraph" w:customStyle="1" w:styleId="Nadpislnku">
    <w:name w:val="Nadpis článku"/>
    <w:basedOn w:val="Odstavecseseznamem"/>
    <w:link w:val="NadpislnkuChar"/>
    <w:uiPriority w:val="99"/>
    <w:rsid w:val="00C95977"/>
    <w:pPr>
      <w:numPr>
        <w:numId w:val="19"/>
      </w:numPr>
      <w:spacing w:before="480" w:after="480"/>
      <w:jc w:val="both"/>
    </w:pPr>
    <w:rPr>
      <w:b/>
      <w:u w:val="single"/>
    </w:rPr>
  </w:style>
  <w:style w:type="character" w:customStyle="1" w:styleId="NadpislnkuChar">
    <w:name w:val="Nadpis článku Char"/>
    <w:basedOn w:val="OdstavecseseznamemChar"/>
    <w:link w:val="Nadpislnku"/>
    <w:uiPriority w:val="99"/>
    <w:locked/>
    <w:rsid w:val="00C95977"/>
    <w:rPr>
      <w:rFonts w:ascii="Times New Roman" w:eastAsia="Times New Roman" w:hAnsi="Times New Roman" w:cs="Times New Roman"/>
      <w:b/>
      <w:sz w:val="20"/>
      <w:szCs w:val="20"/>
      <w:u w:val="single"/>
      <w:lang w:eastAsia="cs-CZ"/>
    </w:rPr>
  </w:style>
  <w:style w:type="character" w:customStyle="1" w:styleId="StylCZervenPodtrenZa6bChar">
    <w:name w:val="Styl CZ červeně + Podtržení Za:  6 b. Char"/>
    <w:rsid w:val="00FD5ED0"/>
    <w:rPr>
      <w:rFonts w:ascii="Century Gothic" w:eastAsia="Calibri" w:hAnsi="Century Gothic"/>
      <w:i/>
      <w:iCs/>
      <w:color w:val="FF0000"/>
      <w:szCs w:val="24"/>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2859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47295056">
      <w:bodyDiv w:val="1"/>
      <w:marLeft w:val="0"/>
      <w:marRight w:val="0"/>
      <w:marTop w:val="0"/>
      <w:marBottom w:val="0"/>
      <w:divBdr>
        <w:top w:val="none" w:sz="0" w:space="0" w:color="auto"/>
        <w:left w:val="none" w:sz="0" w:space="0" w:color="auto"/>
        <w:bottom w:val="none" w:sz="0" w:space="0" w:color="auto"/>
        <w:right w:val="none" w:sz="0" w:space="0" w:color="auto"/>
      </w:divBdr>
    </w:div>
    <w:div w:id="1752242094">
      <w:bodyDiv w:val="1"/>
      <w:marLeft w:val="0"/>
      <w:marRight w:val="0"/>
      <w:marTop w:val="0"/>
      <w:marBottom w:val="0"/>
      <w:divBdr>
        <w:top w:val="none" w:sz="0" w:space="0" w:color="auto"/>
        <w:left w:val="none" w:sz="0" w:space="0" w:color="auto"/>
        <w:bottom w:val="none" w:sz="0" w:space="0" w:color="auto"/>
        <w:right w:val="none" w:sz="0" w:space="0" w:color="auto"/>
      </w:divBdr>
    </w:div>
    <w:div w:id="193358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8F9EC5-C425-4ACC-8DBA-5D14E6C0B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3F9C8307.dotm</Template>
  <TotalTime>5</TotalTime>
  <Pages>4</Pages>
  <Words>6054</Words>
  <Characters>35719</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41690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Hečová Petra, Ing.</cp:lastModifiedBy>
  <cp:revision>4</cp:revision>
  <cp:lastPrinted>2019-08-12T14:36:00Z</cp:lastPrinted>
  <dcterms:created xsi:type="dcterms:W3CDTF">2025-12-10T13:16:00Z</dcterms:created>
  <dcterms:modified xsi:type="dcterms:W3CDTF">2025-12-16T10:54:00Z</dcterms:modified>
</cp:coreProperties>
</file>